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757AC7" w:rsidRPr="00B0544D" w14:paraId="60876385" w14:textId="77777777" w:rsidTr="00904071">
        <w:tc>
          <w:tcPr>
            <w:tcW w:w="1311" w:type="dxa"/>
          </w:tcPr>
          <w:p w14:paraId="07545877" w14:textId="77777777" w:rsidR="00F269EC" w:rsidRPr="00F269EC" w:rsidRDefault="00757AC7" w:rsidP="00F269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086" w:type="dxa"/>
          </w:tcPr>
          <w:p w14:paraId="49D2893F" w14:textId="77777777" w:rsidR="00757AC7" w:rsidRPr="00F269EC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2CE822AF" w14:textId="77777777" w:rsidR="00757AC7" w:rsidRPr="00F269EC" w:rsidRDefault="00757AC7" w:rsidP="0052594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F269EC" w:rsidRPr="009279E2" w14:paraId="43A1604D" w14:textId="77777777" w:rsidTr="00904071">
        <w:tc>
          <w:tcPr>
            <w:tcW w:w="1311" w:type="dxa"/>
          </w:tcPr>
          <w:p w14:paraId="4501DE40" w14:textId="77777777" w:rsidR="00F269EC" w:rsidRPr="00F269EC" w:rsidRDefault="00B50871" w:rsidP="00F269E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28101840</w:t>
            </w:r>
          </w:p>
        </w:tc>
        <w:tc>
          <w:tcPr>
            <w:tcW w:w="2086" w:type="dxa"/>
          </w:tcPr>
          <w:p w14:paraId="73B81D88" w14:textId="77777777" w:rsidR="00F269EC" w:rsidRPr="00F269EC" w:rsidRDefault="00F269EC" w:rsidP="00F269E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Pressatrice manuale Emmeti</w:t>
            </w:r>
          </w:p>
        </w:tc>
        <w:tc>
          <w:tcPr>
            <w:tcW w:w="6101" w:type="dxa"/>
          </w:tcPr>
          <w:p w14:paraId="7951D3E7" w14:textId="77777777" w:rsidR="00F269EC" w:rsidRDefault="00F269EC" w:rsidP="0052594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 xml:space="preserve">Pressatrice manuale per raccordi </w:t>
            </w:r>
            <w:proofErr w:type="spellStart"/>
            <w:r w:rsidRPr="00F269EC">
              <w:rPr>
                <w:rFonts w:ascii="Poppins" w:hAnsi="Poppins" w:cs="Poppins"/>
                <w:sz w:val="20"/>
              </w:rPr>
              <w:t>Gerpe</w:t>
            </w:r>
            <w:r w:rsidR="00B50871">
              <w:rPr>
                <w:rFonts w:ascii="Poppins" w:hAnsi="Poppins" w:cs="Poppins"/>
                <w:sz w:val="20"/>
              </w:rPr>
              <w:t>x</w:t>
            </w:r>
            <w:proofErr w:type="spellEnd"/>
            <w:r w:rsidR="00B50871">
              <w:rPr>
                <w:rFonts w:ascii="Poppins" w:hAnsi="Poppins" w:cs="Poppins"/>
                <w:sz w:val="20"/>
              </w:rPr>
              <w:t xml:space="preserve">, </w:t>
            </w:r>
            <w:proofErr w:type="spellStart"/>
            <w:r w:rsidR="00B50871">
              <w:rPr>
                <w:rFonts w:ascii="Poppins" w:hAnsi="Poppins" w:cs="Poppins"/>
                <w:sz w:val="20"/>
              </w:rPr>
              <w:t>Gerpex</w:t>
            </w:r>
            <w:proofErr w:type="spellEnd"/>
            <w:r w:rsidR="00B50871">
              <w:rPr>
                <w:rFonts w:ascii="Poppins" w:hAnsi="Poppins" w:cs="Poppins"/>
                <w:sz w:val="20"/>
              </w:rPr>
              <w:t xml:space="preserve"> LBP e </w:t>
            </w:r>
            <w:proofErr w:type="spellStart"/>
            <w:r w:rsidR="00B50871">
              <w:rPr>
                <w:rFonts w:ascii="Poppins" w:hAnsi="Poppins" w:cs="Poppins"/>
                <w:sz w:val="20"/>
              </w:rPr>
              <w:t>Gaspex</w:t>
            </w:r>
            <w:proofErr w:type="spellEnd"/>
            <w:r w:rsidR="00B50871">
              <w:rPr>
                <w:rFonts w:ascii="Poppins" w:hAnsi="Poppins" w:cs="Poppins"/>
                <w:sz w:val="20"/>
              </w:rPr>
              <w:t>.</w:t>
            </w:r>
          </w:p>
          <w:p w14:paraId="533B3B87" w14:textId="77777777" w:rsidR="00B50871" w:rsidRDefault="00B50871" w:rsidP="0052594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22679890" w14:textId="32A702A0" w:rsidR="00F269EC" w:rsidRPr="00F269EC" w:rsidRDefault="00F269EC" w:rsidP="0052594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>Dati tecnici</w:t>
            </w:r>
          </w:p>
          <w:p w14:paraId="7B54A313" w14:textId="77777777" w:rsidR="00F269EC" w:rsidRPr="00F269EC" w:rsidRDefault="00F269EC" w:rsidP="00525946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>Testa ruotabile di 360°</w:t>
            </w:r>
          </w:p>
          <w:p w14:paraId="79011D24" w14:textId="77777777" w:rsidR="00F269EC" w:rsidRPr="00F269EC" w:rsidRDefault="00F269EC" w:rsidP="00525946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 xml:space="preserve">Bracci telescopici allungabili di </w:t>
            </w:r>
            <w:r w:rsidR="00B50871">
              <w:rPr>
                <w:rFonts w:ascii="Poppins" w:hAnsi="Poppins" w:cs="Poppins"/>
                <w:sz w:val="20"/>
              </w:rPr>
              <w:t>2</w:t>
            </w:r>
            <w:r w:rsidRPr="00F269EC">
              <w:rPr>
                <w:rFonts w:ascii="Poppins" w:hAnsi="Poppins" w:cs="Poppins"/>
                <w:sz w:val="20"/>
              </w:rPr>
              <w:t>00 mm</w:t>
            </w:r>
          </w:p>
          <w:p w14:paraId="3AC7D70E" w14:textId="77777777" w:rsidR="00F269EC" w:rsidRPr="00F269EC" w:rsidRDefault="00F269EC" w:rsidP="00525946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>Peso dell’attrezzo: circa 3.</w:t>
            </w:r>
            <w:r w:rsidR="00B50871">
              <w:rPr>
                <w:rFonts w:ascii="Poppins" w:hAnsi="Poppins" w:cs="Poppins"/>
                <w:sz w:val="20"/>
              </w:rPr>
              <w:t>0</w:t>
            </w:r>
            <w:r w:rsidRPr="00F269EC">
              <w:rPr>
                <w:rFonts w:ascii="Poppins" w:hAnsi="Poppins" w:cs="Poppins"/>
                <w:sz w:val="20"/>
              </w:rPr>
              <w:t xml:space="preserve"> kg</w:t>
            </w:r>
          </w:p>
          <w:p w14:paraId="1F91F9FF" w14:textId="77777777" w:rsidR="00F269EC" w:rsidRPr="00F269EC" w:rsidRDefault="00F269EC" w:rsidP="00525946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>Lunghezza dell’attrezzo</w:t>
            </w:r>
            <w:r w:rsidR="00B50871">
              <w:rPr>
                <w:rFonts w:ascii="Poppins" w:hAnsi="Poppins" w:cs="Poppins"/>
                <w:sz w:val="20"/>
              </w:rPr>
              <w:t>:</w:t>
            </w:r>
            <w:r w:rsidRPr="00F269EC">
              <w:rPr>
                <w:rFonts w:ascii="Poppins" w:hAnsi="Poppins" w:cs="Poppins"/>
                <w:sz w:val="20"/>
              </w:rPr>
              <w:t xml:space="preserve"> 560 – </w:t>
            </w:r>
            <w:r w:rsidR="00B50871">
              <w:rPr>
                <w:rFonts w:ascii="Poppins" w:hAnsi="Poppins" w:cs="Poppins"/>
                <w:sz w:val="20"/>
              </w:rPr>
              <w:t>7</w:t>
            </w:r>
            <w:r w:rsidRPr="00F269EC">
              <w:rPr>
                <w:rFonts w:ascii="Poppins" w:hAnsi="Poppins" w:cs="Poppins"/>
                <w:sz w:val="20"/>
              </w:rPr>
              <w:t>60 mm</w:t>
            </w:r>
          </w:p>
          <w:p w14:paraId="3E30712C" w14:textId="77777777" w:rsidR="00F269EC" w:rsidRPr="00F269EC" w:rsidRDefault="00F269EC" w:rsidP="00525946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>Forza di spinta: 3</w:t>
            </w:r>
            <w:r w:rsidR="00B50871">
              <w:rPr>
                <w:rFonts w:ascii="Poppins" w:hAnsi="Poppins" w:cs="Poppins"/>
                <w:sz w:val="20"/>
              </w:rPr>
              <w:t>2</w:t>
            </w:r>
            <w:r w:rsidRPr="00F269EC">
              <w:rPr>
                <w:rFonts w:ascii="Poppins" w:hAnsi="Poppins" w:cs="Poppins"/>
                <w:sz w:val="20"/>
              </w:rPr>
              <w:t>Kn</w:t>
            </w:r>
          </w:p>
          <w:p w14:paraId="63726E0A" w14:textId="77777777" w:rsidR="00F269EC" w:rsidRPr="00F269EC" w:rsidRDefault="00F269EC" w:rsidP="00525946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>Raccordi pressabili: da DN 14 a DN 32</w:t>
            </w:r>
          </w:p>
          <w:p w14:paraId="37F4534B" w14:textId="77777777" w:rsidR="00F269EC" w:rsidRPr="00F269EC" w:rsidRDefault="00F269EC" w:rsidP="0052594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32C4009" w14:textId="77777777" w:rsidR="00F269EC" w:rsidRPr="00F269EC" w:rsidRDefault="00F269EC" w:rsidP="0052594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>Marca Emmeti – Modello Pressatrice manuale Emmeti o equivalente.</w:t>
            </w:r>
          </w:p>
        </w:tc>
      </w:tr>
      <w:tr w:rsidR="00F269EC" w:rsidRPr="009279E2" w14:paraId="3BFB5126" w14:textId="77777777" w:rsidTr="00904071">
        <w:tc>
          <w:tcPr>
            <w:tcW w:w="1311" w:type="dxa"/>
          </w:tcPr>
          <w:p w14:paraId="20F84B4F" w14:textId="77777777" w:rsidR="00F269EC" w:rsidRPr="00F269EC" w:rsidRDefault="00F269EC" w:rsidP="00F269E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28100</w:t>
            </w:r>
            <w:r w:rsidR="00B50871">
              <w:rPr>
                <w:rFonts w:ascii="Poppins" w:hAnsi="Poppins" w:cs="Poppins"/>
                <w:bCs/>
                <w:sz w:val="20"/>
              </w:rPr>
              <w:t>640</w:t>
            </w:r>
          </w:p>
        </w:tc>
        <w:tc>
          <w:tcPr>
            <w:tcW w:w="2086" w:type="dxa"/>
          </w:tcPr>
          <w:p w14:paraId="706DC74D" w14:textId="77777777" w:rsidR="00F269EC" w:rsidRPr="00F269EC" w:rsidRDefault="00F269EC" w:rsidP="00F269E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Matrice per pressatrice manuale</w:t>
            </w:r>
          </w:p>
          <w:p w14:paraId="3E83B841" w14:textId="77777777" w:rsidR="00F269EC" w:rsidRPr="00F269EC" w:rsidRDefault="00F269EC" w:rsidP="00F269E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16 x 2</w:t>
            </w:r>
          </w:p>
        </w:tc>
        <w:tc>
          <w:tcPr>
            <w:tcW w:w="6101" w:type="dxa"/>
          </w:tcPr>
          <w:p w14:paraId="44816B46" w14:textId="77777777" w:rsidR="009622A6" w:rsidRDefault="00F269EC" w:rsidP="0052594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 xml:space="preserve">Matrice per pressatrice manuale Emmeti, profilo di pressatura di tipo </w:t>
            </w:r>
            <w:r w:rsidR="00B50871">
              <w:rPr>
                <w:rFonts w:ascii="Poppins" w:hAnsi="Poppins" w:cs="Poppins"/>
                <w:sz w:val="20"/>
              </w:rPr>
              <w:t>TH</w:t>
            </w:r>
            <w:r w:rsidRPr="00F269EC">
              <w:rPr>
                <w:rFonts w:ascii="Poppins" w:hAnsi="Poppins" w:cs="Poppins"/>
                <w:sz w:val="20"/>
              </w:rPr>
              <w:t xml:space="preserve"> (KSP1</w:t>
            </w:r>
            <w:r w:rsidR="00B50871">
              <w:rPr>
                <w:rFonts w:ascii="Poppins" w:hAnsi="Poppins" w:cs="Poppins"/>
                <w:sz w:val="20"/>
              </w:rPr>
              <w:t>1</w:t>
            </w:r>
            <w:r w:rsidRPr="00F269EC">
              <w:rPr>
                <w:rFonts w:ascii="Poppins" w:hAnsi="Poppins" w:cs="Poppins"/>
                <w:sz w:val="20"/>
              </w:rPr>
              <w:t>).</w:t>
            </w:r>
          </w:p>
          <w:p w14:paraId="5E406303" w14:textId="3D8D676B" w:rsidR="00F269EC" w:rsidRPr="00F269EC" w:rsidRDefault="00F269EC" w:rsidP="0052594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>Misura 16 x 2</w:t>
            </w:r>
          </w:p>
          <w:p w14:paraId="67235C47" w14:textId="77777777" w:rsidR="00F269EC" w:rsidRPr="00F269EC" w:rsidRDefault="00F269EC" w:rsidP="0052594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298091A" w14:textId="77777777" w:rsidR="00F269EC" w:rsidRPr="00F269EC" w:rsidRDefault="00F269EC" w:rsidP="0052594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>Marca Emmeti – Modello Matrice per pressatrice manuale</w:t>
            </w:r>
          </w:p>
          <w:p w14:paraId="2DA20735" w14:textId="77777777" w:rsidR="00F269EC" w:rsidRPr="00F269EC" w:rsidRDefault="00F269EC" w:rsidP="0052594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>16 x 2 o equivalente.</w:t>
            </w:r>
          </w:p>
        </w:tc>
      </w:tr>
      <w:tr w:rsidR="00F269EC" w:rsidRPr="009279E2" w14:paraId="4624EADC" w14:textId="77777777" w:rsidTr="00904071">
        <w:tc>
          <w:tcPr>
            <w:tcW w:w="1311" w:type="dxa"/>
          </w:tcPr>
          <w:p w14:paraId="3364F0ED" w14:textId="77777777" w:rsidR="00F269EC" w:rsidRPr="00F269EC" w:rsidRDefault="00B50871" w:rsidP="00F269E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28100</w:t>
            </w:r>
            <w:r>
              <w:rPr>
                <w:rFonts w:ascii="Poppins" w:hAnsi="Poppins" w:cs="Poppins"/>
                <w:bCs/>
                <w:sz w:val="20"/>
              </w:rPr>
              <w:t>642</w:t>
            </w:r>
          </w:p>
        </w:tc>
        <w:tc>
          <w:tcPr>
            <w:tcW w:w="2086" w:type="dxa"/>
          </w:tcPr>
          <w:p w14:paraId="427B90EF" w14:textId="77777777" w:rsidR="00F269EC" w:rsidRPr="00F269EC" w:rsidRDefault="00F269EC" w:rsidP="00F269E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Matrice per pressatrice manuale</w:t>
            </w:r>
          </w:p>
          <w:p w14:paraId="1973FCB0" w14:textId="77777777" w:rsidR="00F269EC" w:rsidRPr="00F269EC" w:rsidRDefault="00F269EC" w:rsidP="00F269E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20 x 2</w:t>
            </w:r>
          </w:p>
        </w:tc>
        <w:tc>
          <w:tcPr>
            <w:tcW w:w="6101" w:type="dxa"/>
          </w:tcPr>
          <w:p w14:paraId="7EFEC948" w14:textId="77777777" w:rsidR="002A76C4" w:rsidRDefault="00F269EC" w:rsidP="0052594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 xml:space="preserve">Matrice per pressatrice manuale Emmeti, profilo di pressatura di tipo </w:t>
            </w:r>
            <w:r w:rsidR="00B50871">
              <w:rPr>
                <w:rFonts w:ascii="Poppins" w:hAnsi="Poppins" w:cs="Poppins"/>
                <w:sz w:val="20"/>
              </w:rPr>
              <w:t>TH</w:t>
            </w:r>
            <w:r w:rsidR="00B50871" w:rsidRPr="00F269EC">
              <w:rPr>
                <w:rFonts w:ascii="Poppins" w:hAnsi="Poppins" w:cs="Poppins"/>
                <w:sz w:val="20"/>
              </w:rPr>
              <w:t xml:space="preserve"> (KSP1</w:t>
            </w:r>
            <w:r w:rsidR="00B50871">
              <w:rPr>
                <w:rFonts w:ascii="Poppins" w:hAnsi="Poppins" w:cs="Poppins"/>
                <w:sz w:val="20"/>
              </w:rPr>
              <w:t>1</w:t>
            </w:r>
            <w:r w:rsidR="00B50871" w:rsidRPr="00F269EC">
              <w:rPr>
                <w:rFonts w:ascii="Poppins" w:hAnsi="Poppins" w:cs="Poppins"/>
                <w:sz w:val="20"/>
              </w:rPr>
              <w:t>)</w:t>
            </w:r>
            <w:r w:rsidRPr="00F269EC">
              <w:rPr>
                <w:rFonts w:ascii="Poppins" w:hAnsi="Poppins" w:cs="Poppins"/>
                <w:sz w:val="20"/>
              </w:rPr>
              <w:t>).</w:t>
            </w:r>
          </w:p>
          <w:p w14:paraId="11B1B9F1" w14:textId="39F3FA5D" w:rsidR="00F269EC" w:rsidRPr="00F269EC" w:rsidRDefault="00F269EC" w:rsidP="0052594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>Misura 20 x 2</w:t>
            </w:r>
          </w:p>
          <w:p w14:paraId="6A370965" w14:textId="77777777" w:rsidR="00F269EC" w:rsidRPr="00F269EC" w:rsidRDefault="00F269EC" w:rsidP="0052594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C706665" w14:textId="77777777" w:rsidR="00F269EC" w:rsidRPr="00F269EC" w:rsidRDefault="00F269EC" w:rsidP="0052594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>Marca Emmeti – Modello Matrice per pressatrice manuale</w:t>
            </w:r>
          </w:p>
          <w:p w14:paraId="5F151073" w14:textId="77777777" w:rsidR="00F269EC" w:rsidRPr="00F269EC" w:rsidRDefault="00F269EC" w:rsidP="0052594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>20 x 2 o equivalente.</w:t>
            </w:r>
          </w:p>
        </w:tc>
      </w:tr>
      <w:tr w:rsidR="00F269EC" w:rsidRPr="009279E2" w14:paraId="4C5152A4" w14:textId="77777777" w:rsidTr="00904071">
        <w:tc>
          <w:tcPr>
            <w:tcW w:w="1311" w:type="dxa"/>
          </w:tcPr>
          <w:p w14:paraId="1152E705" w14:textId="77777777" w:rsidR="00F269EC" w:rsidRPr="00F269EC" w:rsidRDefault="00B50871" w:rsidP="00F269E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28100</w:t>
            </w:r>
            <w:r>
              <w:rPr>
                <w:rFonts w:ascii="Poppins" w:hAnsi="Poppins" w:cs="Poppins"/>
                <w:bCs/>
                <w:sz w:val="20"/>
              </w:rPr>
              <w:t>644</w:t>
            </w:r>
          </w:p>
        </w:tc>
        <w:tc>
          <w:tcPr>
            <w:tcW w:w="2086" w:type="dxa"/>
          </w:tcPr>
          <w:p w14:paraId="34757047" w14:textId="77777777" w:rsidR="00F269EC" w:rsidRPr="00F269EC" w:rsidRDefault="00F269EC" w:rsidP="00F269E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Matrice per pressatrice manuale</w:t>
            </w:r>
          </w:p>
          <w:p w14:paraId="186115E2" w14:textId="77777777" w:rsidR="00F269EC" w:rsidRPr="00F269EC" w:rsidRDefault="00F269EC" w:rsidP="00F269E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26 x 3</w:t>
            </w:r>
          </w:p>
        </w:tc>
        <w:tc>
          <w:tcPr>
            <w:tcW w:w="6101" w:type="dxa"/>
          </w:tcPr>
          <w:p w14:paraId="59416F30" w14:textId="77777777" w:rsidR="0070225F" w:rsidRDefault="00F269EC" w:rsidP="0052594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 xml:space="preserve">Matrice per pressatrice manuale Emmeti, profilo di pressatura di tipo </w:t>
            </w:r>
            <w:r w:rsidR="00B50871">
              <w:rPr>
                <w:rFonts w:ascii="Poppins" w:hAnsi="Poppins" w:cs="Poppins"/>
                <w:sz w:val="20"/>
              </w:rPr>
              <w:t>TH</w:t>
            </w:r>
            <w:r w:rsidR="00B50871" w:rsidRPr="00F269EC">
              <w:rPr>
                <w:rFonts w:ascii="Poppins" w:hAnsi="Poppins" w:cs="Poppins"/>
                <w:sz w:val="20"/>
              </w:rPr>
              <w:t xml:space="preserve"> (KSP1</w:t>
            </w:r>
            <w:r w:rsidR="00B50871">
              <w:rPr>
                <w:rFonts w:ascii="Poppins" w:hAnsi="Poppins" w:cs="Poppins"/>
                <w:sz w:val="20"/>
              </w:rPr>
              <w:t>1</w:t>
            </w:r>
            <w:r w:rsidR="00B50871" w:rsidRPr="00F269EC">
              <w:rPr>
                <w:rFonts w:ascii="Poppins" w:hAnsi="Poppins" w:cs="Poppins"/>
                <w:sz w:val="20"/>
              </w:rPr>
              <w:t>)</w:t>
            </w:r>
            <w:r w:rsidR="0070225F">
              <w:rPr>
                <w:rFonts w:ascii="Poppins" w:hAnsi="Poppins" w:cs="Poppins"/>
                <w:sz w:val="20"/>
              </w:rPr>
              <w:t>.</w:t>
            </w:r>
          </w:p>
          <w:p w14:paraId="5F913A85" w14:textId="5E8A7664" w:rsidR="00F269EC" w:rsidRPr="00F269EC" w:rsidRDefault="00F269EC" w:rsidP="0052594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>Misura 26 x 3</w:t>
            </w:r>
          </w:p>
          <w:p w14:paraId="617EDBBA" w14:textId="77777777" w:rsidR="00F269EC" w:rsidRPr="00F269EC" w:rsidRDefault="00F269EC" w:rsidP="0052594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AC05F7C" w14:textId="77777777" w:rsidR="00F269EC" w:rsidRPr="00F269EC" w:rsidRDefault="00F269EC" w:rsidP="0052594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>Marca Emmeti – Modello Matrice per pressatrice manuale</w:t>
            </w:r>
          </w:p>
          <w:p w14:paraId="211C0DFC" w14:textId="77777777" w:rsidR="00F269EC" w:rsidRPr="00F269EC" w:rsidRDefault="00F269EC" w:rsidP="0052594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>26 x 3 o equivalente.</w:t>
            </w:r>
          </w:p>
        </w:tc>
      </w:tr>
      <w:tr w:rsidR="00F269EC" w:rsidRPr="009279E2" w14:paraId="515E9EBD" w14:textId="77777777" w:rsidTr="00904071">
        <w:tc>
          <w:tcPr>
            <w:tcW w:w="1311" w:type="dxa"/>
          </w:tcPr>
          <w:p w14:paraId="66DC2C1A" w14:textId="77777777" w:rsidR="00F269EC" w:rsidRPr="00F269EC" w:rsidRDefault="00B50871" w:rsidP="00F269E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28100</w:t>
            </w:r>
            <w:r>
              <w:rPr>
                <w:rFonts w:ascii="Poppins" w:hAnsi="Poppins" w:cs="Poppins"/>
                <w:bCs/>
                <w:sz w:val="20"/>
              </w:rPr>
              <w:t>646</w:t>
            </w:r>
          </w:p>
        </w:tc>
        <w:tc>
          <w:tcPr>
            <w:tcW w:w="2086" w:type="dxa"/>
          </w:tcPr>
          <w:p w14:paraId="2794C913" w14:textId="77777777" w:rsidR="00F269EC" w:rsidRPr="00F269EC" w:rsidRDefault="00F269EC" w:rsidP="00F269E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Matrice per pressatrice manuale</w:t>
            </w:r>
          </w:p>
          <w:p w14:paraId="11F29966" w14:textId="77777777" w:rsidR="00F269EC" w:rsidRPr="00F269EC" w:rsidRDefault="00F269EC" w:rsidP="00F269E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32 x 3</w:t>
            </w:r>
          </w:p>
        </w:tc>
        <w:tc>
          <w:tcPr>
            <w:tcW w:w="6101" w:type="dxa"/>
          </w:tcPr>
          <w:p w14:paraId="2646DCFA" w14:textId="77777777" w:rsidR="00F21D22" w:rsidRDefault="00F269EC" w:rsidP="0052594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 xml:space="preserve">Matrice per pressatrice manuale Emmeti, profilo di pressatura di tipo </w:t>
            </w:r>
            <w:r w:rsidR="00B50871">
              <w:rPr>
                <w:rFonts w:ascii="Poppins" w:hAnsi="Poppins" w:cs="Poppins"/>
                <w:sz w:val="20"/>
              </w:rPr>
              <w:t>TH</w:t>
            </w:r>
            <w:r w:rsidR="00B50871" w:rsidRPr="00F269EC">
              <w:rPr>
                <w:rFonts w:ascii="Poppins" w:hAnsi="Poppins" w:cs="Poppins"/>
                <w:sz w:val="20"/>
              </w:rPr>
              <w:t xml:space="preserve"> (KSP1</w:t>
            </w:r>
            <w:r w:rsidR="00B50871">
              <w:rPr>
                <w:rFonts w:ascii="Poppins" w:hAnsi="Poppins" w:cs="Poppins"/>
                <w:sz w:val="20"/>
              </w:rPr>
              <w:t>1</w:t>
            </w:r>
            <w:r w:rsidRPr="00F269EC">
              <w:rPr>
                <w:rFonts w:ascii="Poppins" w:hAnsi="Poppins" w:cs="Poppins"/>
                <w:sz w:val="20"/>
              </w:rPr>
              <w:t>).</w:t>
            </w:r>
          </w:p>
          <w:p w14:paraId="22F39A13" w14:textId="5C74A495" w:rsidR="00F269EC" w:rsidRPr="00F269EC" w:rsidRDefault="00F269EC" w:rsidP="0052594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>Misura 32 x 3</w:t>
            </w:r>
          </w:p>
          <w:p w14:paraId="766A9155" w14:textId="77777777" w:rsidR="00F269EC" w:rsidRPr="00F269EC" w:rsidRDefault="00F269EC" w:rsidP="0052594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1566030" w14:textId="77777777" w:rsidR="00F269EC" w:rsidRPr="00F269EC" w:rsidRDefault="00F269EC" w:rsidP="0052594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>Marca Emmeti – Modello Matrice per pressatrice manuale</w:t>
            </w:r>
          </w:p>
          <w:p w14:paraId="19B50A73" w14:textId="77777777" w:rsidR="00F269EC" w:rsidRPr="00F269EC" w:rsidRDefault="00F269EC" w:rsidP="0052594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>32 x 3 o equivalente.</w:t>
            </w:r>
          </w:p>
        </w:tc>
      </w:tr>
      <w:tr w:rsidR="00F269EC" w:rsidRPr="009279E2" w14:paraId="0B2FE264" w14:textId="77777777" w:rsidTr="00904071">
        <w:tc>
          <w:tcPr>
            <w:tcW w:w="1311" w:type="dxa"/>
          </w:tcPr>
          <w:p w14:paraId="35FCA502" w14:textId="793870B8" w:rsidR="00F269EC" w:rsidRPr="00F269EC" w:rsidRDefault="00CD519F" w:rsidP="00F269E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28122060</w:t>
            </w:r>
          </w:p>
        </w:tc>
        <w:tc>
          <w:tcPr>
            <w:tcW w:w="2086" w:type="dxa"/>
          </w:tcPr>
          <w:p w14:paraId="38530A3B" w14:textId="28882D92" w:rsidR="00F269EC" w:rsidRPr="00F269EC" w:rsidRDefault="00CD519F" w:rsidP="00F269E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Pressatrice elettroidraulica SPM32-230 a 230 V </w:t>
            </w:r>
            <w:r>
              <w:rPr>
                <w:rFonts w:ascii="Poppins" w:hAnsi="Poppins" w:cs="Poppins"/>
                <w:bCs/>
                <w:sz w:val="20"/>
              </w:rPr>
              <w:lastRenderedPageBreak/>
              <w:t xml:space="preserve">per pinze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>
              <w:rPr>
                <w:rFonts w:ascii="Poppins" w:hAnsi="Poppins" w:cs="Poppins"/>
                <w:bCs/>
                <w:sz w:val="20"/>
              </w:rPr>
              <w:t xml:space="preserve"> da DN14 a DN75</w:t>
            </w:r>
          </w:p>
        </w:tc>
        <w:tc>
          <w:tcPr>
            <w:tcW w:w="6101" w:type="dxa"/>
          </w:tcPr>
          <w:p w14:paraId="24B17A2F" w14:textId="735B6348" w:rsidR="00F269EC" w:rsidRDefault="00CD519F" w:rsidP="0052594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CD519F">
              <w:rPr>
                <w:rFonts w:ascii="Poppins" w:hAnsi="Poppins" w:cs="Poppins"/>
                <w:sz w:val="20"/>
              </w:rPr>
              <w:lastRenderedPageBreak/>
              <w:t xml:space="preserve">Pressatrice elettroidraulica SPM32-230 a 230 V per pinze </w:t>
            </w:r>
            <w:proofErr w:type="spellStart"/>
            <w:r w:rsidRPr="00CD519F">
              <w:rPr>
                <w:rFonts w:ascii="Poppins" w:hAnsi="Poppins" w:cs="Poppins"/>
                <w:sz w:val="20"/>
              </w:rPr>
              <w:t>Gerpex</w:t>
            </w:r>
            <w:proofErr w:type="spellEnd"/>
            <w:r w:rsidRPr="00CD519F">
              <w:rPr>
                <w:rFonts w:ascii="Poppins" w:hAnsi="Poppins" w:cs="Poppins"/>
                <w:sz w:val="20"/>
              </w:rPr>
              <w:t xml:space="preserve"> da DN14 a DN75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370BD560" w14:textId="77777777" w:rsidR="00CD519F" w:rsidRPr="00F269EC" w:rsidRDefault="00CD519F" w:rsidP="0052594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7A93557" w14:textId="4B2453A9" w:rsidR="00F269EC" w:rsidRPr="00F269EC" w:rsidRDefault="00F269EC" w:rsidP="0052594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F269EC">
              <w:rPr>
                <w:rFonts w:ascii="Poppins" w:hAnsi="Poppins" w:cs="Poppins"/>
                <w:b/>
                <w:sz w:val="20"/>
              </w:rPr>
              <w:lastRenderedPageBreak/>
              <w:t>Dati tecnici</w:t>
            </w:r>
          </w:p>
          <w:p w14:paraId="41702365" w14:textId="77777777" w:rsidR="00F269EC" w:rsidRPr="00F269EC" w:rsidRDefault="00F269EC" w:rsidP="00525946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 xml:space="preserve">Peso comprensivo della batteria: </w:t>
            </w:r>
            <w:r w:rsidR="00B50871">
              <w:rPr>
                <w:rFonts w:ascii="Poppins" w:hAnsi="Poppins" w:cs="Poppins"/>
                <w:sz w:val="20"/>
              </w:rPr>
              <w:t>4</w:t>
            </w:r>
            <w:r w:rsidRPr="00F269EC">
              <w:rPr>
                <w:rFonts w:ascii="Poppins" w:hAnsi="Poppins" w:cs="Poppins"/>
                <w:sz w:val="20"/>
              </w:rPr>
              <w:t>.</w:t>
            </w:r>
            <w:r w:rsidR="00B50871">
              <w:rPr>
                <w:rFonts w:ascii="Poppins" w:hAnsi="Poppins" w:cs="Poppins"/>
                <w:sz w:val="20"/>
              </w:rPr>
              <w:t>1</w:t>
            </w:r>
            <w:r w:rsidRPr="00F269EC">
              <w:rPr>
                <w:rFonts w:ascii="Poppins" w:hAnsi="Poppins" w:cs="Poppins"/>
                <w:sz w:val="20"/>
              </w:rPr>
              <w:t xml:space="preserve"> kg</w:t>
            </w:r>
          </w:p>
          <w:p w14:paraId="060ABCE6" w14:textId="2F407E18" w:rsidR="00F269EC" w:rsidRPr="00F269EC" w:rsidRDefault="00F269EC" w:rsidP="00525946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 xml:space="preserve">Dimensioni </w:t>
            </w:r>
            <w:proofErr w:type="spellStart"/>
            <w:r w:rsidRPr="00F269EC">
              <w:rPr>
                <w:rFonts w:ascii="Poppins" w:hAnsi="Poppins" w:cs="Poppins"/>
                <w:sz w:val="20"/>
              </w:rPr>
              <w:t>LxHxS</w:t>
            </w:r>
            <w:proofErr w:type="spellEnd"/>
            <w:r w:rsidRPr="00F269EC">
              <w:rPr>
                <w:rFonts w:ascii="Poppins" w:hAnsi="Poppins" w:cs="Poppins"/>
                <w:sz w:val="20"/>
              </w:rPr>
              <w:t xml:space="preserve">: </w:t>
            </w:r>
            <w:r w:rsidR="00CD519F">
              <w:rPr>
                <w:rFonts w:ascii="Poppins" w:hAnsi="Poppins" w:cs="Poppins"/>
                <w:sz w:val="20"/>
              </w:rPr>
              <w:t>410x296x80 mm</w:t>
            </w:r>
          </w:p>
          <w:p w14:paraId="64FD89E9" w14:textId="3DA78A78" w:rsidR="00F269EC" w:rsidRPr="00F269EC" w:rsidRDefault="00F269EC" w:rsidP="00525946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>Forza di spinta: min. 32</w:t>
            </w:r>
            <w:r w:rsidR="00CD519F">
              <w:rPr>
                <w:rFonts w:ascii="Poppins" w:hAnsi="Poppins" w:cs="Poppins"/>
                <w:sz w:val="20"/>
              </w:rPr>
              <w:t xml:space="preserve"> kN</w:t>
            </w:r>
          </w:p>
          <w:p w14:paraId="4600269A" w14:textId="1F81FF06" w:rsidR="00F269EC" w:rsidRPr="00CB2848" w:rsidRDefault="00F269EC" w:rsidP="00525946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CD519F">
              <w:rPr>
                <w:rFonts w:ascii="Poppins" w:hAnsi="Poppins" w:cs="Poppins"/>
                <w:sz w:val="20"/>
              </w:rPr>
              <w:t>Alimentazione:</w:t>
            </w:r>
            <w:r w:rsidR="00CD519F">
              <w:rPr>
                <w:rFonts w:ascii="Poppins" w:hAnsi="Poppins" w:cs="Poppins"/>
                <w:sz w:val="20"/>
              </w:rPr>
              <w:t xml:space="preserve"> </w:t>
            </w:r>
            <w:r w:rsidRPr="00CD519F">
              <w:rPr>
                <w:rFonts w:ascii="Poppins" w:hAnsi="Poppins" w:cs="Poppins"/>
                <w:sz w:val="20"/>
              </w:rPr>
              <w:t>230 V</w:t>
            </w:r>
            <w:r w:rsidR="00CD519F">
              <w:rPr>
                <w:rFonts w:ascii="Poppins" w:hAnsi="Poppins" w:cs="Poppins"/>
                <w:sz w:val="20"/>
              </w:rPr>
              <w:t>AC</w:t>
            </w:r>
            <w:r w:rsidRPr="00CD519F">
              <w:rPr>
                <w:rFonts w:ascii="Poppins" w:hAnsi="Poppins" w:cs="Poppins"/>
                <w:sz w:val="20"/>
              </w:rPr>
              <w:t>, 50 Hz</w:t>
            </w:r>
          </w:p>
          <w:p w14:paraId="5A86786D" w14:textId="45C11343" w:rsidR="00CB2848" w:rsidRDefault="00CB2848" w:rsidP="00525946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B2848">
              <w:rPr>
                <w:rFonts w:ascii="Poppins" w:hAnsi="Poppins" w:cs="Poppins"/>
                <w:bCs/>
                <w:sz w:val="20"/>
              </w:rPr>
              <w:t>Potenza assorbita: 450 W</w:t>
            </w:r>
          </w:p>
          <w:p w14:paraId="0E23C86A" w14:textId="0E9ADC5F" w:rsidR="000D518B" w:rsidRPr="00CB2848" w:rsidRDefault="000D518B" w:rsidP="00525946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Grado di protezione: IP40</w:t>
            </w:r>
          </w:p>
          <w:p w14:paraId="5C2B9F27" w14:textId="0F6E7AC9" w:rsidR="00F269EC" w:rsidRPr="00F269EC" w:rsidRDefault="00F269EC" w:rsidP="00525946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 xml:space="preserve">Tempo di serraggio: da </w:t>
            </w:r>
            <w:r w:rsidR="00675563">
              <w:rPr>
                <w:rFonts w:ascii="Poppins" w:hAnsi="Poppins" w:cs="Poppins"/>
                <w:sz w:val="20"/>
              </w:rPr>
              <w:t>8</w:t>
            </w:r>
            <w:r w:rsidRPr="00F269EC">
              <w:rPr>
                <w:rFonts w:ascii="Poppins" w:hAnsi="Poppins" w:cs="Poppins"/>
                <w:sz w:val="20"/>
              </w:rPr>
              <w:t xml:space="preserve"> a </w:t>
            </w:r>
            <w:r w:rsidR="00675563">
              <w:rPr>
                <w:rFonts w:ascii="Poppins" w:hAnsi="Poppins" w:cs="Poppins"/>
                <w:sz w:val="20"/>
              </w:rPr>
              <w:t>12</w:t>
            </w:r>
            <w:r w:rsidRPr="00F269EC">
              <w:rPr>
                <w:rFonts w:ascii="Poppins" w:hAnsi="Poppins" w:cs="Poppins"/>
                <w:sz w:val="20"/>
              </w:rPr>
              <w:t xml:space="preserve"> secondi </w:t>
            </w:r>
            <w:r w:rsidR="00675563">
              <w:rPr>
                <w:rFonts w:ascii="Poppins" w:hAnsi="Poppins" w:cs="Poppins"/>
                <w:sz w:val="20"/>
              </w:rPr>
              <w:t>in funzione</w:t>
            </w:r>
            <w:r w:rsidRPr="00F269EC">
              <w:rPr>
                <w:rFonts w:ascii="Poppins" w:hAnsi="Poppins" w:cs="Poppins"/>
                <w:sz w:val="20"/>
              </w:rPr>
              <w:t xml:space="preserve"> </w:t>
            </w:r>
            <w:r w:rsidR="00675563">
              <w:rPr>
                <w:rFonts w:ascii="Poppins" w:hAnsi="Poppins" w:cs="Poppins"/>
                <w:sz w:val="20"/>
              </w:rPr>
              <w:t>de</w:t>
            </w:r>
            <w:r w:rsidRPr="00F269EC">
              <w:rPr>
                <w:rFonts w:ascii="Poppins" w:hAnsi="Poppins" w:cs="Poppins"/>
                <w:sz w:val="20"/>
              </w:rPr>
              <w:t>l diametro</w:t>
            </w:r>
          </w:p>
          <w:p w14:paraId="1085790E" w14:textId="458F6D16" w:rsidR="00F269EC" w:rsidRPr="00F269EC" w:rsidRDefault="00F269EC" w:rsidP="00525946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 xml:space="preserve">Temperatura di utilizzo: </w:t>
            </w:r>
            <w:r w:rsidR="00675563">
              <w:rPr>
                <w:rFonts w:ascii="Poppins" w:hAnsi="Poppins" w:cs="Poppins"/>
                <w:sz w:val="20"/>
              </w:rPr>
              <w:t xml:space="preserve">da </w:t>
            </w:r>
            <w:r w:rsidRPr="00F269EC">
              <w:rPr>
                <w:rFonts w:ascii="Poppins" w:hAnsi="Poppins" w:cs="Poppins"/>
                <w:sz w:val="20"/>
              </w:rPr>
              <w:t xml:space="preserve">- 20°C a </w:t>
            </w:r>
            <w:r w:rsidR="00675563">
              <w:rPr>
                <w:rFonts w:ascii="Poppins" w:hAnsi="Poppins" w:cs="Poppins"/>
                <w:sz w:val="20"/>
              </w:rPr>
              <w:t>5</w:t>
            </w:r>
            <w:r w:rsidRPr="00F269EC">
              <w:rPr>
                <w:rFonts w:ascii="Poppins" w:hAnsi="Poppins" w:cs="Poppins"/>
                <w:sz w:val="20"/>
              </w:rPr>
              <w:t>0 °C</w:t>
            </w:r>
          </w:p>
          <w:p w14:paraId="6B81D86A" w14:textId="77777777" w:rsidR="00F269EC" w:rsidRPr="00675563" w:rsidRDefault="00F269EC" w:rsidP="00525946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>Testa ruotabile di 360°</w:t>
            </w:r>
          </w:p>
          <w:p w14:paraId="58CFC792" w14:textId="5991B5B9" w:rsidR="00675563" w:rsidRPr="00675563" w:rsidRDefault="00675563" w:rsidP="00525946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675563">
              <w:rPr>
                <w:rFonts w:ascii="Poppins" w:hAnsi="Poppins" w:cs="Poppins"/>
                <w:bCs/>
                <w:sz w:val="20"/>
              </w:rPr>
              <w:t>Livello di pressione sonora:</w:t>
            </w:r>
            <w:r>
              <w:rPr>
                <w:rFonts w:ascii="Poppins" w:hAnsi="Poppins" w:cs="Poppins"/>
                <w:bCs/>
                <w:sz w:val="20"/>
              </w:rPr>
              <w:t xml:space="preserve"> &lt;70 dB(A)</w:t>
            </w:r>
          </w:p>
          <w:p w14:paraId="6F583B8A" w14:textId="77777777" w:rsidR="00F269EC" w:rsidRPr="00F269EC" w:rsidRDefault="00F269EC" w:rsidP="00525946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>Ritorno automatico del pistone</w:t>
            </w:r>
          </w:p>
          <w:p w14:paraId="26F0FFAA" w14:textId="77777777" w:rsidR="00F269EC" w:rsidRPr="00F269EC" w:rsidRDefault="00F269EC" w:rsidP="00525946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>Attacco USB per diagnosi remota</w:t>
            </w:r>
          </w:p>
          <w:p w14:paraId="068CF135" w14:textId="17D3301A" w:rsidR="00F269EC" w:rsidRPr="00F269EC" w:rsidRDefault="00F269EC" w:rsidP="00525946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>Led di segnalazioni malfunzionamenti e stato di funzion</w:t>
            </w:r>
            <w:r w:rsidR="00675563">
              <w:rPr>
                <w:rFonts w:ascii="Poppins" w:hAnsi="Poppins" w:cs="Poppins"/>
                <w:sz w:val="20"/>
              </w:rPr>
              <w:t>amento</w:t>
            </w:r>
          </w:p>
          <w:p w14:paraId="680E2690" w14:textId="77777777" w:rsidR="00F269EC" w:rsidRPr="00F269EC" w:rsidRDefault="00F269EC" w:rsidP="0052594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1EA57E1" w14:textId="7840DBBE" w:rsidR="00F269EC" w:rsidRPr="00F269EC" w:rsidRDefault="00F269EC" w:rsidP="0052594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 xml:space="preserve">Completa di valigetta </w:t>
            </w:r>
            <w:r w:rsidR="00675563">
              <w:rPr>
                <w:rFonts w:ascii="Poppins" w:hAnsi="Poppins" w:cs="Poppins"/>
                <w:sz w:val="20"/>
              </w:rPr>
              <w:t>in plastica</w:t>
            </w:r>
            <w:r w:rsidR="001D3D27">
              <w:rPr>
                <w:rFonts w:ascii="Poppins" w:hAnsi="Poppins" w:cs="Poppins"/>
                <w:sz w:val="20"/>
              </w:rPr>
              <w:t>.</w:t>
            </w:r>
            <w:r w:rsidRPr="00F269EC">
              <w:rPr>
                <w:rFonts w:ascii="Poppins" w:hAnsi="Poppins" w:cs="Poppins"/>
                <w:sz w:val="20"/>
              </w:rPr>
              <w:t xml:space="preserve"> </w:t>
            </w:r>
          </w:p>
          <w:p w14:paraId="163A05FE" w14:textId="77777777" w:rsidR="00F269EC" w:rsidRPr="00F269EC" w:rsidRDefault="00F269EC" w:rsidP="0052594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B049E0B" w14:textId="67D40132" w:rsidR="00F269EC" w:rsidRPr="00F269EC" w:rsidRDefault="00F269EC" w:rsidP="0052594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 w:rsidR="00675563" w:rsidRPr="00675563">
              <w:rPr>
                <w:rFonts w:ascii="Poppins" w:hAnsi="Poppins" w:cs="Poppins"/>
                <w:b/>
                <w:bCs/>
                <w:sz w:val="20"/>
              </w:rPr>
              <w:t xml:space="preserve">Pressatrice elettroidraulica SPM32-230 a 230 V per pinze </w:t>
            </w:r>
            <w:proofErr w:type="spellStart"/>
            <w:r w:rsidR="00675563" w:rsidRPr="0067556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="00675563" w:rsidRPr="00675563">
              <w:rPr>
                <w:rFonts w:ascii="Poppins" w:hAnsi="Poppins" w:cs="Poppins"/>
                <w:b/>
                <w:bCs/>
                <w:sz w:val="20"/>
              </w:rPr>
              <w:t xml:space="preserve"> da DN14 a DN75</w:t>
            </w:r>
            <w:r w:rsidR="00675563">
              <w:rPr>
                <w:rFonts w:ascii="Poppins" w:hAnsi="Poppins" w:cs="Poppins"/>
                <w:b/>
                <w:bCs/>
                <w:sz w:val="20"/>
              </w:rPr>
              <w:t xml:space="preserve"> o</w:t>
            </w:r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 equivalente.</w:t>
            </w:r>
          </w:p>
        </w:tc>
      </w:tr>
      <w:tr w:rsidR="00B0408C" w:rsidRPr="009279E2" w14:paraId="4BC95BA2" w14:textId="77777777" w:rsidTr="00904071">
        <w:tc>
          <w:tcPr>
            <w:tcW w:w="1311" w:type="dxa"/>
          </w:tcPr>
          <w:p w14:paraId="2F502E70" w14:textId="6D688E27" w:rsidR="00B0408C" w:rsidRDefault="00B0408C" w:rsidP="00B0408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28122062</w:t>
            </w:r>
          </w:p>
        </w:tc>
        <w:tc>
          <w:tcPr>
            <w:tcW w:w="2086" w:type="dxa"/>
          </w:tcPr>
          <w:p w14:paraId="32125335" w14:textId="2800D5EE" w:rsidR="00B0408C" w:rsidRPr="00F269EC" w:rsidRDefault="00B0408C" w:rsidP="00B0408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Pressatrice elettroidraulica SPM32-18 a batteria 18 V per pinze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>
              <w:rPr>
                <w:rFonts w:ascii="Poppins" w:hAnsi="Poppins" w:cs="Poppins"/>
                <w:bCs/>
                <w:sz w:val="20"/>
              </w:rPr>
              <w:t xml:space="preserve"> da DN14 a DN75</w:t>
            </w:r>
          </w:p>
        </w:tc>
        <w:tc>
          <w:tcPr>
            <w:tcW w:w="6101" w:type="dxa"/>
          </w:tcPr>
          <w:p w14:paraId="6CC8C90E" w14:textId="15C16B44" w:rsidR="00B0408C" w:rsidRDefault="00B0408C" w:rsidP="0052594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Pressatrice elettroidraulica SPM32-18 a batteria 18 V per pinze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>
              <w:rPr>
                <w:rFonts w:ascii="Poppins" w:hAnsi="Poppins" w:cs="Poppins"/>
                <w:bCs/>
                <w:sz w:val="20"/>
              </w:rPr>
              <w:t xml:space="preserve"> da DN14 a DN75.</w:t>
            </w:r>
          </w:p>
          <w:p w14:paraId="6CD3E029" w14:textId="77777777" w:rsidR="00B0408C" w:rsidRPr="00F269EC" w:rsidRDefault="00B0408C" w:rsidP="0052594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DD60C01" w14:textId="77777777" w:rsidR="00B0408C" w:rsidRPr="00F269EC" w:rsidRDefault="00B0408C" w:rsidP="0052594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F269EC">
              <w:rPr>
                <w:rFonts w:ascii="Poppins" w:hAnsi="Poppins" w:cs="Poppins"/>
                <w:b/>
                <w:sz w:val="20"/>
              </w:rPr>
              <w:t>Dati tecnici</w:t>
            </w:r>
          </w:p>
          <w:p w14:paraId="47976E2F" w14:textId="1130B54B" w:rsidR="00B0408C" w:rsidRPr="00F269EC" w:rsidRDefault="00B0408C" w:rsidP="00525946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 xml:space="preserve">Peso comprensivo della batteria: </w:t>
            </w:r>
            <w:r>
              <w:rPr>
                <w:rFonts w:ascii="Poppins" w:hAnsi="Poppins" w:cs="Poppins"/>
                <w:sz w:val="20"/>
              </w:rPr>
              <w:t>4</w:t>
            </w:r>
            <w:r w:rsidRPr="00F269EC">
              <w:rPr>
                <w:rFonts w:ascii="Poppins" w:hAnsi="Poppins" w:cs="Poppins"/>
                <w:sz w:val="20"/>
              </w:rPr>
              <w:t>.</w:t>
            </w:r>
            <w:r>
              <w:rPr>
                <w:rFonts w:ascii="Poppins" w:hAnsi="Poppins" w:cs="Poppins"/>
                <w:sz w:val="20"/>
              </w:rPr>
              <w:t>8</w:t>
            </w:r>
            <w:r w:rsidRPr="00F269EC">
              <w:rPr>
                <w:rFonts w:ascii="Poppins" w:hAnsi="Poppins" w:cs="Poppins"/>
                <w:sz w:val="20"/>
              </w:rPr>
              <w:t xml:space="preserve"> kg</w:t>
            </w:r>
          </w:p>
          <w:p w14:paraId="176AE99A" w14:textId="6743038F" w:rsidR="00B0408C" w:rsidRPr="00F269EC" w:rsidRDefault="00B0408C" w:rsidP="00525946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 xml:space="preserve">Dimensioni </w:t>
            </w:r>
            <w:proofErr w:type="spellStart"/>
            <w:r w:rsidRPr="00F269EC">
              <w:rPr>
                <w:rFonts w:ascii="Poppins" w:hAnsi="Poppins" w:cs="Poppins"/>
                <w:sz w:val="20"/>
              </w:rPr>
              <w:t>LxHxS</w:t>
            </w:r>
            <w:proofErr w:type="spellEnd"/>
            <w:r w:rsidRPr="00F269EC">
              <w:rPr>
                <w:rFonts w:ascii="Poppins" w:hAnsi="Poppins" w:cs="Poppins"/>
                <w:sz w:val="20"/>
              </w:rPr>
              <w:t xml:space="preserve">: </w:t>
            </w:r>
            <w:r>
              <w:rPr>
                <w:rFonts w:ascii="Poppins" w:hAnsi="Poppins" w:cs="Poppins"/>
                <w:sz w:val="20"/>
              </w:rPr>
              <w:t>409x</w:t>
            </w:r>
            <w:r w:rsidR="00044167">
              <w:rPr>
                <w:rFonts w:ascii="Poppins" w:hAnsi="Poppins" w:cs="Poppins"/>
                <w:sz w:val="20"/>
              </w:rPr>
              <w:t>335</w:t>
            </w:r>
            <w:r>
              <w:rPr>
                <w:rFonts w:ascii="Poppins" w:hAnsi="Poppins" w:cs="Poppins"/>
                <w:sz w:val="20"/>
              </w:rPr>
              <w:t>x8</w:t>
            </w:r>
            <w:r w:rsidR="00044167">
              <w:rPr>
                <w:rFonts w:ascii="Poppins" w:hAnsi="Poppins" w:cs="Poppins"/>
                <w:sz w:val="20"/>
              </w:rPr>
              <w:t>2</w:t>
            </w:r>
            <w:r>
              <w:rPr>
                <w:rFonts w:ascii="Poppins" w:hAnsi="Poppins" w:cs="Poppins"/>
                <w:sz w:val="20"/>
              </w:rPr>
              <w:t xml:space="preserve"> mm</w:t>
            </w:r>
          </w:p>
          <w:p w14:paraId="7B907B54" w14:textId="77777777" w:rsidR="00B0408C" w:rsidRPr="00F269EC" w:rsidRDefault="00B0408C" w:rsidP="00525946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>Forza di spinta: min. 32</w:t>
            </w:r>
            <w:r>
              <w:rPr>
                <w:rFonts w:ascii="Poppins" w:hAnsi="Poppins" w:cs="Poppins"/>
                <w:sz w:val="20"/>
              </w:rPr>
              <w:t xml:space="preserve"> kN</w:t>
            </w:r>
          </w:p>
          <w:p w14:paraId="70D8432B" w14:textId="1F92F0DE" w:rsidR="00B0408C" w:rsidRPr="00336914" w:rsidRDefault="00B0408C" w:rsidP="00525946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CD519F">
              <w:rPr>
                <w:rFonts w:ascii="Poppins" w:hAnsi="Poppins" w:cs="Poppins"/>
                <w:sz w:val="20"/>
              </w:rPr>
              <w:t>Alimentazione: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="00336914">
              <w:rPr>
                <w:rFonts w:ascii="Poppins" w:hAnsi="Poppins" w:cs="Poppins"/>
                <w:sz w:val="20"/>
              </w:rPr>
              <w:t>18 VDC</w:t>
            </w:r>
          </w:p>
          <w:p w14:paraId="68039EC8" w14:textId="54D89D3F" w:rsidR="00336914" w:rsidRPr="00336914" w:rsidRDefault="00336914" w:rsidP="00525946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Carica batteria: 230 V, 50 Hz</w:t>
            </w:r>
          </w:p>
          <w:p w14:paraId="29478B54" w14:textId="4CA7063B" w:rsidR="00336914" w:rsidRPr="00336914" w:rsidRDefault="00336914" w:rsidP="00525946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336914">
              <w:rPr>
                <w:rFonts w:ascii="Poppins" w:hAnsi="Poppins" w:cs="Poppins"/>
                <w:bCs/>
                <w:sz w:val="20"/>
              </w:rPr>
              <w:t>Capacità batteria: 5.0 Ah</w:t>
            </w:r>
          </w:p>
          <w:p w14:paraId="120CF202" w14:textId="77777777" w:rsidR="00B0408C" w:rsidRDefault="00B0408C" w:rsidP="00525946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Grado di protezione: IP40</w:t>
            </w:r>
          </w:p>
          <w:p w14:paraId="5A7A3A08" w14:textId="623BF9E2" w:rsidR="00336914" w:rsidRDefault="00336914" w:rsidP="00525946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Tempo di ricarica: ca 40 min</w:t>
            </w:r>
          </w:p>
          <w:p w14:paraId="4079B615" w14:textId="39F6DD51" w:rsidR="00AA23D2" w:rsidRPr="00CB2848" w:rsidRDefault="00AA23D2" w:rsidP="00525946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proofErr w:type="spellStart"/>
            <w:r>
              <w:rPr>
                <w:rFonts w:ascii="Poppins" w:hAnsi="Poppins" w:cs="Poppins"/>
                <w:bCs/>
                <w:sz w:val="20"/>
              </w:rPr>
              <w:t>Pressaggi</w:t>
            </w:r>
            <w:proofErr w:type="spellEnd"/>
            <w:r>
              <w:rPr>
                <w:rFonts w:ascii="Poppins" w:hAnsi="Poppins" w:cs="Poppins"/>
                <w:bCs/>
                <w:sz w:val="20"/>
              </w:rPr>
              <w:t xml:space="preserve"> per batteria: ca 120 (DN20)</w:t>
            </w:r>
          </w:p>
          <w:p w14:paraId="15ACFB10" w14:textId="27C8DB4D" w:rsidR="00B0408C" w:rsidRPr="00F269EC" w:rsidRDefault="00B0408C" w:rsidP="00525946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 xml:space="preserve">Tempo di serraggio: da </w:t>
            </w:r>
            <w:r w:rsidR="00AA23D2">
              <w:rPr>
                <w:rFonts w:ascii="Poppins" w:hAnsi="Poppins" w:cs="Poppins"/>
                <w:sz w:val="20"/>
              </w:rPr>
              <w:t>4</w:t>
            </w:r>
            <w:r w:rsidRPr="00F269EC">
              <w:rPr>
                <w:rFonts w:ascii="Poppins" w:hAnsi="Poppins" w:cs="Poppins"/>
                <w:sz w:val="20"/>
              </w:rPr>
              <w:t xml:space="preserve"> a </w:t>
            </w:r>
            <w:r w:rsidR="00AA23D2">
              <w:rPr>
                <w:rFonts w:ascii="Poppins" w:hAnsi="Poppins" w:cs="Poppins"/>
                <w:sz w:val="20"/>
              </w:rPr>
              <w:t>7</w:t>
            </w:r>
            <w:r w:rsidRPr="00F269EC">
              <w:rPr>
                <w:rFonts w:ascii="Poppins" w:hAnsi="Poppins" w:cs="Poppins"/>
                <w:sz w:val="20"/>
              </w:rPr>
              <w:t xml:space="preserve"> secondi </w:t>
            </w:r>
            <w:r>
              <w:rPr>
                <w:rFonts w:ascii="Poppins" w:hAnsi="Poppins" w:cs="Poppins"/>
                <w:sz w:val="20"/>
              </w:rPr>
              <w:t>in funzione</w:t>
            </w:r>
            <w:r w:rsidRPr="00F269EC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>de</w:t>
            </w:r>
            <w:r w:rsidRPr="00F269EC">
              <w:rPr>
                <w:rFonts w:ascii="Poppins" w:hAnsi="Poppins" w:cs="Poppins"/>
                <w:sz w:val="20"/>
              </w:rPr>
              <w:t>l diametro</w:t>
            </w:r>
          </w:p>
          <w:p w14:paraId="28286177" w14:textId="77777777" w:rsidR="00B0408C" w:rsidRPr="00F269EC" w:rsidRDefault="00B0408C" w:rsidP="00525946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 xml:space="preserve">Temperatura di utilizzo: </w:t>
            </w:r>
            <w:r>
              <w:rPr>
                <w:rFonts w:ascii="Poppins" w:hAnsi="Poppins" w:cs="Poppins"/>
                <w:sz w:val="20"/>
              </w:rPr>
              <w:t xml:space="preserve">da </w:t>
            </w:r>
            <w:r w:rsidRPr="00F269EC">
              <w:rPr>
                <w:rFonts w:ascii="Poppins" w:hAnsi="Poppins" w:cs="Poppins"/>
                <w:sz w:val="20"/>
              </w:rPr>
              <w:t xml:space="preserve">- 20°C a </w:t>
            </w:r>
            <w:r>
              <w:rPr>
                <w:rFonts w:ascii="Poppins" w:hAnsi="Poppins" w:cs="Poppins"/>
                <w:sz w:val="20"/>
              </w:rPr>
              <w:t>5</w:t>
            </w:r>
            <w:r w:rsidRPr="00F269EC">
              <w:rPr>
                <w:rFonts w:ascii="Poppins" w:hAnsi="Poppins" w:cs="Poppins"/>
                <w:sz w:val="20"/>
              </w:rPr>
              <w:t>0 °C</w:t>
            </w:r>
          </w:p>
          <w:p w14:paraId="302FE51A" w14:textId="77777777" w:rsidR="00B0408C" w:rsidRPr="00675563" w:rsidRDefault="00B0408C" w:rsidP="00525946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>Testa ruotabile di 360°</w:t>
            </w:r>
          </w:p>
          <w:p w14:paraId="7897B92C" w14:textId="77777777" w:rsidR="00B0408C" w:rsidRPr="00F269EC" w:rsidRDefault="00B0408C" w:rsidP="00525946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>Ritorno automatico del pistone</w:t>
            </w:r>
          </w:p>
          <w:p w14:paraId="6FA7C518" w14:textId="77777777" w:rsidR="00B0408C" w:rsidRPr="00F269EC" w:rsidRDefault="00B0408C" w:rsidP="00525946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>Attacco USB per diagnosi remota</w:t>
            </w:r>
          </w:p>
          <w:p w14:paraId="12410A28" w14:textId="77777777" w:rsidR="00B0408C" w:rsidRPr="00F269EC" w:rsidRDefault="00B0408C" w:rsidP="00525946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lastRenderedPageBreak/>
              <w:t>Led di segnalazioni malfunzionamenti e stato di funzion</w:t>
            </w:r>
            <w:r>
              <w:rPr>
                <w:rFonts w:ascii="Poppins" w:hAnsi="Poppins" w:cs="Poppins"/>
                <w:sz w:val="20"/>
              </w:rPr>
              <w:t>amento</w:t>
            </w:r>
          </w:p>
          <w:p w14:paraId="642F4B50" w14:textId="77777777" w:rsidR="00B0408C" w:rsidRPr="00F269EC" w:rsidRDefault="00B0408C" w:rsidP="0052594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5693167" w14:textId="0C1641CE" w:rsidR="00B0408C" w:rsidRPr="00F269EC" w:rsidRDefault="00B0408C" w:rsidP="0052594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 xml:space="preserve">Completa di valigetta </w:t>
            </w:r>
            <w:r>
              <w:rPr>
                <w:rFonts w:ascii="Poppins" w:hAnsi="Poppins" w:cs="Poppins"/>
                <w:sz w:val="20"/>
              </w:rPr>
              <w:t>in plastica</w:t>
            </w:r>
            <w:r w:rsidRPr="00F269EC">
              <w:rPr>
                <w:rFonts w:ascii="Poppins" w:hAnsi="Poppins" w:cs="Poppins"/>
                <w:sz w:val="20"/>
              </w:rPr>
              <w:t>,</w:t>
            </w:r>
            <w:r w:rsidR="00AA23D2">
              <w:rPr>
                <w:rFonts w:ascii="Poppins" w:hAnsi="Poppins" w:cs="Poppins"/>
                <w:sz w:val="20"/>
              </w:rPr>
              <w:t xml:space="preserve"> batteria agli ioni di Litio (Li-Ion)</w:t>
            </w:r>
            <w:r w:rsidR="002D3188">
              <w:rPr>
                <w:rFonts w:ascii="Poppins" w:hAnsi="Poppins" w:cs="Poppins"/>
                <w:sz w:val="20"/>
              </w:rPr>
              <w:t xml:space="preserve"> 18 V, carica batteria,</w:t>
            </w:r>
            <w:r w:rsidRPr="00F269EC">
              <w:rPr>
                <w:rFonts w:ascii="Poppins" w:hAnsi="Poppins" w:cs="Poppins"/>
                <w:sz w:val="20"/>
              </w:rPr>
              <w:t xml:space="preserve"> cavo USB</w:t>
            </w:r>
            <w:r>
              <w:rPr>
                <w:rFonts w:ascii="Poppins" w:hAnsi="Poppins" w:cs="Poppins"/>
                <w:sz w:val="20"/>
              </w:rPr>
              <w:t>, chiavetta USB con</w:t>
            </w:r>
            <w:r w:rsidRPr="00F269EC">
              <w:rPr>
                <w:rFonts w:ascii="Poppins" w:hAnsi="Poppins" w:cs="Poppins"/>
                <w:sz w:val="20"/>
              </w:rPr>
              <w:t xml:space="preserve"> software di analisi. </w:t>
            </w:r>
          </w:p>
          <w:p w14:paraId="2F990121" w14:textId="77777777" w:rsidR="00B0408C" w:rsidRPr="00F269EC" w:rsidRDefault="00B0408C" w:rsidP="0052594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40EEDE7" w14:textId="6DE7F69C" w:rsidR="00B0408C" w:rsidRPr="00F269EC" w:rsidRDefault="00B0408C" w:rsidP="0052594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 w:rsidRPr="00B0408C">
              <w:rPr>
                <w:rFonts w:ascii="Poppins" w:hAnsi="Poppins" w:cs="Poppins"/>
                <w:b/>
                <w:bCs/>
                <w:sz w:val="20"/>
              </w:rPr>
              <w:t xml:space="preserve">Pressatrice elettroidraulica SPM32-18 a batteria 18 V per pinze </w:t>
            </w:r>
            <w:proofErr w:type="spellStart"/>
            <w:r w:rsidRPr="00B0408C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B0408C">
              <w:rPr>
                <w:rFonts w:ascii="Poppins" w:hAnsi="Poppins" w:cs="Poppins"/>
                <w:b/>
                <w:bCs/>
                <w:sz w:val="20"/>
              </w:rPr>
              <w:t xml:space="preserve"> da DN14 a DN75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o</w:t>
            </w:r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 equivalente.</w:t>
            </w:r>
          </w:p>
        </w:tc>
      </w:tr>
      <w:tr w:rsidR="001A488D" w:rsidRPr="009279E2" w14:paraId="5EBAE0D3" w14:textId="77777777" w:rsidTr="00904071">
        <w:tc>
          <w:tcPr>
            <w:tcW w:w="1311" w:type="dxa"/>
          </w:tcPr>
          <w:p w14:paraId="637B3C48" w14:textId="1AD9948F" w:rsidR="001A488D" w:rsidRPr="00F269EC" w:rsidRDefault="00514505" w:rsidP="001A488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28122064</w:t>
            </w:r>
          </w:p>
        </w:tc>
        <w:tc>
          <w:tcPr>
            <w:tcW w:w="2086" w:type="dxa"/>
          </w:tcPr>
          <w:p w14:paraId="09C472EC" w14:textId="70936E90" w:rsidR="001A488D" w:rsidRPr="00F269EC" w:rsidRDefault="001A488D" w:rsidP="001A488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Batteria 1</w:t>
            </w:r>
            <w:r>
              <w:rPr>
                <w:rFonts w:ascii="Poppins" w:hAnsi="Poppins" w:cs="Poppins"/>
                <w:bCs/>
                <w:sz w:val="20"/>
              </w:rPr>
              <w:t>8</w:t>
            </w:r>
            <w:r w:rsidRPr="00F269EC">
              <w:rPr>
                <w:rFonts w:ascii="Poppins" w:hAnsi="Poppins" w:cs="Poppins"/>
                <w:bCs/>
                <w:sz w:val="20"/>
              </w:rPr>
              <w:t xml:space="preserve"> V per pressatrice </w:t>
            </w:r>
            <w:r w:rsidR="00514505">
              <w:rPr>
                <w:rFonts w:ascii="Poppins" w:hAnsi="Poppins" w:cs="Poppins"/>
                <w:bCs/>
                <w:sz w:val="20"/>
              </w:rPr>
              <w:t>SPM32-18 a batteria</w:t>
            </w:r>
          </w:p>
        </w:tc>
        <w:tc>
          <w:tcPr>
            <w:tcW w:w="6101" w:type="dxa"/>
          </w:tcPr>
          <w:p w14:paraId="203D121A" w14:textId="77777777" w:rsidR="00514505" w:rsidRDefault="001A488D" w:rsidP="0052594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 xml:space="preserve">Batteria agli ioni di Litio (Li-Ion) da </w:t>
            </w:r>
            <w:r>
              <w:rPr>
                <w:rFonts w:ascii="Poppins" w:hAnsi="Poppins" w:cs="Poppins"/>
                <w:sz w:val="20"/>
              </w:rPr>
              <w:t>18</w:t>
            </w:r>
            <w:r w:rsidRPr="00F269EC">
              <w:rPr>
                <w:rFonts w:ascii="Poppins" w:hAnsi="Poppins" w:cs="Poppins"/>
                <w:sz w:val="20"/>
              </w:rPr>
              <w:t xml:space="preserve"> V per pressatrice </w:t>
            </w:r>
            <w:r w:rsidR="00514505">
              <w:rPr>
                <w:rFonts w:ascii="Poppins" w:hAnsi="Poppins" w:cs="Poppins"/>
                <w:sz w:val="20"/>
              </w:rPr>
              <w:t>SPM32-18 a batteria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5590C694" w14:textId="77777777" w:rsidR="00514505" w:rsidRDefault="00514505" w:rsidP="0052594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1408D90" w14:textId="0385E4E5" w:rsidR="00514505" w:rsidRDefault="00514505" w:rsidP="0052594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Peso: 720 g</w:t>
            </w:r>
          </w:p>
          <w:p w14:paraId="74310521" w14:textId="5CD02ED7" w:rsidR="001A488D" w:rsidRPr="00F269EC" w:rsidRDefault="00514505" w:rsidP="0052594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Capacità batteria: 5.0 Ah</w:t>
            </w:r>
            <w:r w:rsidR="001A488D">
              <w:rPr>
                <w:rFonts w:ascii="Poppins" w:hAnsi="Poppins" w:cs="Poppins"/>
                <w:sz w:val="20"/>
              </w:rPr>
              <w:t xml:space="preserve"> </w:t>
            </w:r>
          </w:p>
          <w:p w14:paraId="179ECAE9" w14:textId="77777777" w:rsidR="001A488D" w:rsidRPr="00F269EC" w:rsidRDefault="001A488D" w:rsidP="0052594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0797644" w14:textId="76994F99" w:rsidR="001A488D" w:rsidRPr="00F269EC" w:rsidRDefault="001A488D" w:rsidP="0052594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 w:rsidR="00514505" w:rsidRPr="00514505">
              <w:rPr>
                <w:rFonts w:ascii="Poppins" w:hAnsi="Poppins" w:cs="Poppins"/>
                <w:b/>
                <w:bCs/>
                <w:sz w:val="20"/>
              </w:rPr>
              <w:t>Batteria 18 V per pressatrice SPM32-18 a batteria</w:t>
            </w:r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1A488D" w:rsidRPr="009279E2" w14:paraId="4E6CAE02" w14:textId="77777777" w:rsidTr="00904071">
        <w:tc>
          <w:tcPr>
            <w:tcW w:w="1311" w:type="dxa"/>
          </w:tcPr>
          <w:p w14:paraId="6A35B347" w14:textId="77777777" w:rsidR="001A488D" w:rsidRPr="00F269EC" w:rsidRDefault="001A488D" w:rsidP="001A488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28122012</w:t>
            </w:r>
          </w:p>
        </w:tc>
        <w:tc>
          <w:tcPr>
            <w:tcW w:w="2086" w:type="dxa"/>
          </w:tcPr>
          <w:p w14:paraId="292BA00F" w14:textId="77777777" w:rsidR="001A488D" w:rsidRPr="00F269EC" w:rsidRDefault="001A488D" w:rsidP="001A488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Valigetta porta pinze</w:t>
            </w:r>
          </w:p>
        </w:tc>
        <w:tc>
          <w:tcPr>
            <w:tcW w:w="6101" w:type="dxa"/>
          </w:tcPr>
          <w:p w14:paraId="09A81D32" w14:textId="4B8592BC" w:rsidR="001A488D" w:rsidRDefault="001A488D" w:rsidP="0052594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 xml:space="preserve">Valigetta porta pinze </w:t>
            </w:r>
            <w:proofErr w:type="spellStart"/>
            <w:r w:rsidRPr="00F269EC">
              <w:rPr>
                <w:rFonts w:ascii="Poppins" w:hAnsi="Poppins" w:cs="Poppins"/>
                <w:sz w:val="20"/>
              </w:rPr>
              <w:t>Gerpex</w:t>
            </w:r>
            <w:proofErr w:type="spellEnd"/>
            <w:r w:rsidRPr="00F269EC">
              <w:rPr>
                <w:rFonts w:ascii="Poppins" w:hAnsi="Poppins" w:cs="Poppins"/>
                <w:sz w:val="20"/>
              </w:rPr>
              <w:t>.</w:t>
            </w:r>
          </w:p>
          <w:p w14:paraId="5E5B209E" w14:textId="6E7A8BC1" w:rsidR="001A488D" w:rsidRPr="00F269EC" w:rsidRDefault="001A488D" w:rsidP="0052594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Idonea per pinze fino a dimensione 40.</w:t>
            </w:r>
          </w:p>
          <w:p w14:paraId="1174AE0E" w14:textId="77777777" w:rsidR="001A488D" w:rsidRPr="00F269EC" w:rsidRDefault="001A488D" w:rsidP="0052594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4460CFA" w14:textId="77777777" w:rsidR="001A488D" w:rsidRPr="00F269EC" w:rsidRDefault="001A488D" w:rsidP="0052594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>Marca Emmeti – Modello Valigetta porta pinze o equivalente.</w:t>
            </w:r>
          </w:p>
        </w:tc>
      </w:tr>
      <w:tr w:rsidR="001A488D" w:rsidRPr="009279E2" w14:paraId="7EBCA6E2" w14:textId="77777777" w:rsidTr="00904071">
        <w:tc>
          <w:tcPr>
            <w:tcW w:w="1311" w:type="dxa"/>
          </w:tcPr>
          <w:p w14:paraId="3A5C5EBD" w14:textId="77777777" w:rsidR="001A488D" w:rsidRPr="00F269EC" w:rsidRDefault="001A488D" w:rsidP="001A488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28100629</w:t>
            </w:r>
          </w:p>
        </w:tc>
        <w:tc>
          <w:tcPr>
            <w:tcW w:w="2086" w:type="dxa"/>
          </w:tcPr>
          <w:p w14:paraId="04AB549A" w14:textId="77777777" w:rsidR="001A488D" w:rsidRPr="00F269EC" w:rsidRDefault="001A488D" w:rsidP="001A488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Pinza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</w:p>
          <w:p w14:paraId="3BD9468D" w14:textId="77777777" w:rsidR="001A488D" w:rsidRPr="00F269EC" w:rsidRDefault="001A488D" w:rsidP="001A488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14 x 2</w:t>
            </w:r>
          </w:p>
        </w:tc>
        <w:tc>
          <w:tcPr>
            <w:tcW w:w="6101" w:type="dxa"/>
          </w:tcPr>
          <w:p w14:paraId="1F76ED95" w14:textId="77777777" w:rsidR="00BE4BA4" w:rsidRDefault="001A488D" w:rsidP="0052594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 xml:space="preserve">Pinza per pressatrice SPM32 con profilo </w:t>
            </w:r>
            <w:r>
              <w:rPr>
                <w:rFonts w:ascii="Poppins" w:hAnsi="Poppins" w:cs="Poppins"/>
                <w:sz w:val="20"/>
              </w:rPr>
              <w:t xml:space="preserve">B </w:t>
            </w:r>
            <w:r w:rsidRPr="00F269EC">
              <w:rPr>
                <w:rFonts w:ascii="Poppins" w:hAnsi="Poppins" w:cs="Poppins"/>
                <w:sz w:val="20"/>
              </w:rPr>
              <w:t>(KSP</w:t>
            </w:r>
            <w:r>
              <w:rPr>
                <w:rFonts w:ascii="Poppins" w:hAnsi="Poppins" w:cs="Poppins"/>
                <w:sz w:val="20"/>
              </w:rPr>
              <w:t>1</w:t>
            </w:r>
            <w:r w:rsidRPr="00F269EC">
              <w:rPr>
                <w:rFonts w:ascii="Poppins" w:hAnsi="Poppins" w:cs="Poppins"/>
                <w:sz w:val="20"/>
              </w:rPr>
              <w:t>) di pressatura.</w:t>
            </w:r>
          </w:p>
          <w:p w14:paraId="19746851" w14:textId="2E9183B8" w:rsidR="001A488D" w:rsidRPr="00F269EC" w:rsidRDefault="001A488D" w:rsidP="0052594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>Misura 14 x 2</w:t>
            </w:r>
          </w:p>
          <w:p w14:paraId="21D29DC8" w14:textId="77777777" w:rsidR="001A488D" w:rsidRPr="00F269EC" w:rsidRDefault="001A488D" w:rsidP="0052594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27FBB788" w14:textId="77777777" w:rsidR="001A488D" w:rsidRPr="00F269EC" w:rsidRDefault="001A488D" w:rsidP="0052594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Marca Emmeti – Modello Pinza </w:t>
            </w:r>
            <w:proofErr w:type="spellStart"/>
            <w:r w:rsidRPr="00F269EC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  14 x 2 o equivalente.</w:t>
            </w:r>
          </w:p>
        </w:tc>
      </w:tr>
      <w:tr w:rsidR="001A488D" w:rsidRPr="009279E2" w14:paraId="5F071AFC" w14:textId="77777777" w:rsidTr="00904071">
        <w:tc>
          <w:tcPr>
            <w:tcW w:w="1311" w:type="dxa"/>
          </w:tcPr>
          <w:p w14:paraId="265B1B12" w14:textId="77777777" w:rsidR="001A488D" w:rsidRPr="00F269EC" w:rsidRDefault="001A488D" w:rsidP="001A488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28100630</w:t>
            </w:r>
          </w:p>
        </w:tc>
        <w:tc>
          <w:tcPr>
            <w:tcW w:w="2086" w:type="dxa"/>
          </w:tcPr>
          <w:p w14:paraId="102A5BD5" w14:textId="77777777" w:rsidR="001A488D" w:rsidRPr="00F269EC" w:rsidRDefault="001A488D" w:rsidP="001A488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Pinza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</w:p>
          <w:p w14:paraId="4411A922" w14:textId="77777777" w:rsidR="001A488D" w:rsidRPr="00F269EC" w:rsidRDefault="001A488D" w:rsidP="001A488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16 x 2</w:t>
            </w:r>
          </w:p>
        </w:tc>
        <w:tc>
          <w:tcPr>
            <w:tcW w:w="6101" w:type="dxa"/>
          </w:tcPr>
          <w:p w14:paraId="74E3221B" w14:textId="77777777" w:rsidR="002E2A6D" w:rsidRDefault="001A488D" w:rsidP="0052594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 xml:space="preserve">Pinza per pressatrice SPM32 con profilo </w:t>
            </w:r>
            <w:r>
              <w:rPr>
                <w:rFonts w:ascii="Poppins" w:hAnsi="Poppins" w:cs="Poppins"/>
                <w:sz w:val="20"/>
              </w:rPr>
              <w:t>TH</w:t>
            </w:r>
            <w:r w:rsidRPr="00F269EC">
              <w:rPr>
                <w:rFonts w:ascii="Poppins" w:hAnsi="Poppins" w:cs="Poppins"/>
                <w:sz w:val="20"/>
              </w:rPr>
              <w:t xml:space="preserve"> (KSP1</w:t>
            </w:r>
            <w:r>
              <w:rPr>
                <w:rFonts w:ascii="Poppins" w:hAnsi="Poppins" w:cs="Poppins"/>
                <w:sz w:val="20"/>
              </w:rPr>
              <w:t>1</w:t>
            </w:r>
            <w:r w:rsidRPr="00F269EC">
              <w:rPr>
                <w:rFonts w:ascii="Poppins" w:hAnsi="Poppins" w:cs="Poppins"/>
                <w:sz w:val="20"/>
              </w:rPr>
              <w:t>) di pressatura.</w:t>
            </w:r>
          </w:p>
          <w:p w14:paraId="74926460" w14:textId="60A40EA5" w:rsidR="001A488D" w:rsidRPr="00F269EC" w:rsidRDefault="001A488D" w:rsidP="0052594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>Misura 16 x 2</w:t>
            </w:r>
          </w:p>
          <w:p w14:paraId="2F21ADB6" w14:textId="77777777" w:rsidR="001A488D" w:rsidRPr="00F269EC" w:rsidRDefault="001A488D" w:rsidP="0052594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3A11FC41" w14:textId="77777777" w:rsidR="001A488D" w:rsidRPr="00F269EC" w:rsidRDefault="001A488D" w:rsidP="0052594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Marca Emmeti – Modello Pinza </w:t>
            </w:r>
            <w:proofErr w:type="spellStart"/>
            <w:r w:rsidRPr="00F269EC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  16 x 2 o equivalente.</w:t>
            </w:r>
          </w:p>
        </w:tc>
      </w:tr>
      <w:tr w:rsidR="001A488D" w:rsidRPr="009279E2" w14:paraId="62186164" w14:textId="77777777" w:rsidTr="00904071">
        <w:tc>
          <w:tcPr>
            <w:tcW w:w="1311" w:type="dxa"/>
          </w:tcPr>
          <w:p w14:paraId="2EA3196D" w14:textId="77777777" w:rsidR="001A488D" w:rsidRPr="00F269EC" w:rsidRDefault="001A488D" w:rsidP="001A488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28100631</w:t>
            </w:r>
          </w:p>
        </w:tc>
        <w:tc>
          <w:tcPr>
            <w:tcW w:w="2086" w:type="dxa"/>
          </w:tcPr>
          <w:p w14:paraId="4213494F" w14:textId="77777777" w:rsidR="001A488D" w:rsidRPr="00F269EC" w:rsidRDefault="001A488D" w:rsidP="001A488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Pinza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</w:p>
          <w:p w14:paraId="78F025F3" w14:textId="77777777" w:rsidR="001A488D" w:rsidRPr="00F269EC" w:rsidRDefault="001A488D" w:rsidP="001A488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18 x 2</w:t>
            </w:r>
          </w:p>
        </w:tc>
        <w:tc>
          <w:tcPr>
            <w:tcW w:w="6101" w:type="dxa"/>
          </w:tcPr>
          <w:p w14:paraId="581140A0" w14:textId="77777777" w:rsidR="00F04DFC" w:rsidRDefault="001A488D" w:rsidP="0052594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>Pinza per pressatrice SPM32 con profilo B (KSP1) di pressatura.</w:t>
            </w:r>
          </w:p>
          <w:p w14:paraId="2FECDBB5" w14:textId="76761E87" w:rsidR="001A488D" w:rsidRPr="00F269EC" w:rsidRDefault="001A488D" w:rsidP="0052594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>Misura 18 x 2</w:t>
            </w:r>
          </w:p>
          <w:p w14:paraId="2CB56F1E" w14:textId="77777777" w:rsidR="001A488D" w:rsidRPr="00F269EC" w:rsidRDefault="001A488D" w:rsidP="0052594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4774ACDC" w14:textId="77777777" w:rsidR="001A488D" w:rsidRPr="00F269EC" w:rsidRDefault="001A488D" w:rsidP="0052594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Marca Emmeti – Modello Pinza </w:t>
            </w:r>
            <w:proofErr w:type="spellStart"/>
            <w:r w:rsidRPr="00F269EC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  18 x 2 o equivalente.</w:t>
            </w:r>
          </w:p>
        </w:tc>
      </w:tr>
      <w:tr w:rsidR="001A488D" w:rsidRPr="009279E2" w14:paraId="5B1155BC" w14:textId="77777777" w:rsidTr="00904071">
        <w:tc>
          <w:tcPr>
            <w:tcW w:w="1311" w:type="dxa"/>
          </w:tcPr>
          <w:p w14:paraId="5C5D21A0" w14:textId="77777777" w:rsidR="001A488D" w:rsidRPr="00F269EC" w:rsidRDefault="001A488D" w:rsidP="001A488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28100632</w:t>
            </w:r>
          </w:p>
        </w:tc>
        <w:tc>
          <w:tcPr>
            <w:tcW w:w="2086" w:type="dxa"/>
          </w:tcPr>
          <w:p w14:paraId="7BDFF154" w14:textId="77777777" w:rsidR="001A488D" w:rsidRPr="00F269EC" w:rsidRDefault="001A488D" w:rsidP="001A488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Pinza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</w:p>
          <w:p w14:paraId="593A2D88" w14:textId="77777777" w:rsidR="001A488D" w:rsidRPr="00F269EC" w:rsidRDefault="001A488D" w:rsidP="001A488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20 x 2</w:t>
            </w:r>
          </w:p>
        </w:tc>
        <w:tc>
          <w:tcPr>
            <w:tcW w:w="6101" w:type="dxa"/>
          </w:tcPr>
          <w:p w14:paraId="310B33D4" w14:textId="77777777" w:rsidR="00EB502E" w:rsidRDefault="001A488D" w:rsidP="0052594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 xml:space="preserve">Pinza per pressatrice SPM32 con profilo </w:t>
            </w:r>
            <w:r>
              <w:rPr>
                <w:rFonts w:ascii="Poppins" w:hAnsi="Poppins" w:cs="Poppins"/>
                <w:sz w:val="20"/>
              </w:rPr>
              <w:t>TH</w:t>
            </w:r>
            <w:r w:rsidRPr="00F269EC">
              <w:rPr>
                <w:rFonts w:ascii="Poppins" w:hAnsi="Poppins" w:cs="Poppins"/>
                <w:sz w:val="20"/>
              </w:rPr>
              <w:t xml:space="preserve"> (KSP1</w:t>
            </w:r>
            <w:r>
              <w:rPr>
                <w:rFonts w:ascii="Poppins" w:hAnsi="Poppins" w:cs="Poppins"/>
                <w:sz w:val="20"/>
              </w:rPr>
              <w:t>1</w:t>
            </w:r>
            <w:r w:rsidRPr="00F269EC">
              <w:rPr>
                <w:rFonts w:ascii="Poppins" w:hAnsi="Poppins" w:cs="Poppins"/>
                <w:sz w:val="20"/>
              </w:rPr>
              <w:t>) di pressatura.</w:t>
            </w:r>
          </w:p>
          <w:p w14:paraId="27F1AABA" w14:textId="7FD530C7" w:rsidR="001A488D" w:rsidRPr="00F269EC" w:rsidRDefault="001A488D" w:rsidP="0052594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>Misura 20 x 2</w:t>
            </w:r>
          </w:p>
          <w:p w14:paraId="7D2F5FC2" w14:textId="77777777" w:rsidR="001A488D" w:rsidRPr="00F269EC" w:rsidRDefault="001A488D" w:rsidP="0052594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D798C8A" w14:textId="31B89153" w:rsidR="001A488D" w:rsidRPr="00F269EC" w:rsidRDefault="001A488D" w:rsidP="0052594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Marca Emmeti – Modello Pinza </w:t>
            </w:r>
            <w:proofErr w:type="spellStart"/>
            <w:r w:rsidRPr="00F269EC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="0028168A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F269EC">
              <w:rPr>
                <w:rFonts w:ascii="Poppins" w:hAnsi="Poppins" w:cs="Poppins"/>
                <w:b/>
                <w:bCs/>
                <w:sz w:val="20"/>
              </w:rPr>
              <w:t>20 x 2 o equivalente.</w:t>
            </w:r>
          </w:p>
        </w:tc>
      </w:tr>
      <w:tr w:rsidR="001A488D" w:rsidRPr="009279E2" w14:paraId="5814E071" w14:textId="77777777" w:rsidTr="00904071">
        <w:tc>
          <w:tcPr>
            <w:tcW w:w="1311" w:type="dxa"/>
          </w:tcPr>
          <w:p w14:paraId="4312F1B3" w14:textId="77777777" w:rsidR="001A488D" w:rsidRPr="00F269EC" w:rsidRDefault="001A488D" w:rsidP="001A488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28100634</w:t>
            </w:r>
          </w:p>
        </w:tc>
        <w:tc>
          <w:tcPr>
            <w:tcW w:w="2086" w:type="dxa"/>
          </w:tcPr>
          <w:p w14:paraId="48CF4927" w14:textId="77777777" w:rsidR="001A488D" w:rsidRPr="00F269EC" w:rsidRDefault="001A488D" w:rsidP="001A488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Pinza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</w:p>
          <w:p w14:paraId="533630F0" w14:textId="38B2CBDF" w:rsidR="001A488D" w:rsidRPr="00F269EC" w:rsidRDefault="001A488D" w:rsidP="001A488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26 x </w:t>
            </w:r>
            <w:r>
              <w:rPr>
                <w:rFonts w:ascii="Poppins" w:hAnsi="Poppins" w:cs="Poppins"/>
                <w:bCs/>
                <w:sz w:val="20"/>
              </w:rPr>
              <w:t>3</w:t>
            </w:r>
          </w:p>
        </w:tc>
        <w:tc>
          <w:tcPr>
            <w:tcW w:w="6101" w:type="dxa"/>
          </w:tcPr>
          <w:p w14:paraId="5D577DB5" w14:textId="77777777" w:rsidR="0028168A" w:rsidRDefault="001A488D" w:rsidP="0052594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 xml:space="preserve">Pinza per pressatrice SPM32 con profilo </w:t>
            </w:r>
            <w:r>
              <w:rPr>
                <w:rFonts w:ascii="Poppins" w:hAnsi="Poppins" w:cs="Poppins"/>
                <w:sz w:val="20"/>
              </w:rPr>
              <w:t>TH</w:t>
            </w:r>
            <w:r w:rsidRPr="00F269EC">
              <w:rPr>
                <w:rFonts w:ascii="Poppins" w:hAnsi="Poppins" w:cs="Poppins"/>
                <w:sz w:val="20"/>
              </w:rPr>
              <w:t xml:space="preserve"> (KSP1</w:t>
            </w:r>
            <w:r>
              <w:rPr>
                <w:rFonts w:ascii="Poppins" w:hAnsi="Poppins" w:cs="Poppins"/>
                <w:sz w:val="20"/>
              </w:rPr>
              <w:t>1</w:t>
            </w:r>
            <w:r w:rsidRPr="00F269EC">
              <w:rPr>
                <w:rFonts w:ascii="Poppins" w:hAnsi="Poppins" w:cs="Poppins"/>
                <w:sz w:val="20"/>
              </w:rPr>
              <w:t>) di pressatura.</w:t>
            </w:r>
          </w:p>
          <w:p w14:paraId="610043DF" w14:textId="060C7C4A" w:rsidR="001A488D" w:rsidRPr="00F269EC" w:rsidRDefault="001A488D" w:rsidP="0052594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 xml:space="preserve">Misura 26 x </w:t>
            </w:r>
            <w:r>
              <w:rPr>
                <w:rFonts w:ascii="Poppins" w:hAnsi="Poppins" w:cs="Poppins"/>
                <w:sz w:val="20"/>
              </w:rPr>
              <w:t>3</w:t>
            </w:r>
          </w:p>
          <w:p w14:paraId="6238B64C" w14:textId="77777777" w:rsidR="001A488D" w:rsidRPr="00F269EC" w:rsidRDefault="001A488D" w:rsidP="0052594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34B67E37" w14:textId="2440DC60" w:rsidR="001A488D" w:rsidRPr="00F269EC" w:rsidRDefault="001A488D" w:rsidP="0052594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Marca Emmeti – Modello Pinza </w:t>
            </w:r>
            <w:proofErr w:type="spellStart"/>
            <w:r w:rsidRPr="00F269EC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  26 x </w:t>
            </w:r>
            <w:r>
              <w:rPr>
                <w:rFonts w:ascii="Poppins" w:hAnsi="Poppins" w:cs="Poppins"/>
                <w:b/>
                <w:bCs/>
                <w:sz w:val="20"/>
              </w:rPr>
              <w:t>3</w:t>
            </w:r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1A488D" w:rsidRPr="009279E2" w14:paraId="2ECBA5B9" w14:textId="77777777" w:rsidTr="00904071">
        <w:tc>
          <w:tcPr>
            <w:tcW w:w="1311" w:type="dxa"/>
          </w:tcPr>
          <w:p w14:paraId="33F32E70" w14:textId="51044BDA" w:rsidR="001A488D" w:rsidRPr="00F269EC" w:rsidRDefault="001A488D" w:rsidP="001A488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28100636</w:t>
            </w:r>
          </w:p>
        </w:tc>
        <w:tc>
          <w:tcPr>
            <w:tcW w:w="2086" w:type="dxa"/>
          </w:tcPr>
          <w:p w14:paraId="13493AEF" w14:textId="77777777" w:rsidR="001A488D" w:rsidRPr="00F269EC" w:rsidRDefault="001A488D" w:rsidP="001A488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Pinza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</w:p>
          <w:p w14:paraId="7B6697CC" w14:textId="19E44B16" w:rsidR="001A488D" w:rsidRPr="00F269EC" w:rsidRDefault="001A488D" w:rsidP="001A488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32 x </w:t>
            </w:r>
            <w:r>
              <w:rPr>
                <w:rFonts w:ascii="Poppins" w:hAnsi="Poppins" w:cs="Poppins"/>
                <w:bCs/>
                <w:sz w:val="20"/>
              </w:rPr>
              <w:t>3</w:t>
            </w:r>
          </w:p>
        </w:tc>
        <w:tc>
          <w:tcPr>
            <w:tcW w:w="6101" w:type="dxa"/>
          </w:tcPr>
          <w:p w14:paraId="562B3928" w14:textId="77777777" w:rsidR="002B2CE7" w:rsidRDefault="001A488D" w:rsidP="0052594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 xml:space="preserve">Pinza per pressatrice SPM32 con profilo </w:t>
            </w:r>
            <w:r>
              <w:rPr>
                <w:rFonts w:ascii="Poppins" w:hAnsi="Poppins" w:cs="Poppins"/>
                <w:sz w:val="20"/>
              </w:rPr>
              <w:t xml:space="preserve">TH </w:t>
            </w:r>
            <w:r w:rsidRPr="00F269EC">
              <w:rPr>
                <w:rFonts w:ascii="Poppins" w:hAnsi="Poppins" w:cs="Poppins"/>
                <w:sz w:val="20"/>
              </w:rPr>
              <w:t>(KSP1</w:t>
            </w:r>
            <w:r>
              <w:rPr>
                <w:rFonts w:ascii="Poppins" w:hAnsi="Poppins" w:cs="Poppins"/>
                <w:sz w:val="20"/>
              </w:rPr>
              <w:t>1</w:t>
            </w:r>
            <w:r w:rsidRPr="00F269EC">
              <w:rPr>
                <w:rFonts w:ascii="Poppins" w:hAnsi="Poppins" w:cs="Poppins"/>
                <w:sz w:val="20"/>
              </w:rPr>
              <w:t>)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F269EC">
              <w:rPr>
                <w:rFonts w:ascii="Poppins" w:hAnsi="Poppins" w:cs="Poppins"/>
                <w:sz w:val="20"/>
              </w:rPr>
              <w:t>di pressatura.</w:t>
            </w:r>
          </w:p>
          <w:p w14:paraId="29DA570F" w14:textId="24CE9109" w:rsidR="001A488D" w:rsidRPr="00F269EC" w:rsidRDefault="001A488D" w:rsidP="0052594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 xml:space="preserve">Misura 32 x </w:t>
            </w:r>
            <w:r>
              <w:rPr>
                <w:rFonts w:ascii="Poppins" w:hAnsi="Poppins" w:cs="Poppins"/>
                <w:sz w:val="20"/>
              </w:rPr>
              <w:t>3</w:t>
            </w:r>
          </w:p>
          <w:p w14:paraId="384AAE4B" w14:textId="77777777" w:rsidR="001A488D" w:rsidRPr="00F269EC" w:rsidRDefault="001A488D" w:rsidP="0052594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240D56E7" w14:textId="21634E1A" w:rsidR="001A488D" w:rsidRPr="00F269EC" w:rsidRDefault="001A488D" w:rsidP="0052594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Marca Emmeti – Modello Pinza </w:t>
            </w:r>
            <w:proofErr w:type="spellStart"/>
            <w:r w:rsidRPr="00F269EC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  32 x </w:t>
            </w:r>
            <w:r>
              <w:rPr>
                <w:rFonts w:ascii="Poppins" w:hAnsi="Poppins" w:cs="Poppins"/>
                <w:b/>
                <w:bCs/>
                <w:sz w:val="20"/>
              </w:rPr>
              <w:t>3</w:t>
            </w:r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1A488D" w:rsidRPr="009279E2" w14:paraId="41A266C7" w14:textId="77777777" w:rsidTr="00904071">
        <w:tc>
          <w:tcPr>
            <w:tcW w:w="1311" w:type="dxa"/>
          </w:tcPr>
          <w:p w14:paraId="55A180D3" w14:textId="77777777" w:rsidR="001A488D" w:rsidRPr="00F269EC" w:rsidRDefault="001A488D" w:rsidP="001A488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28100</w:t>
            </w:r>
            <w:r>
              <w:rPr>
                <w:rFonts w:ascii="Poppins" w:hAnsi="Poppins" w:cs="Poppins"/>
                <w:bCs/>
                <w:sz w:val="20"/>
              </w:rPr>
              <w:t>650</w:t>
            </w:r>
          </w:p>
        </w:tc>
        <w:tc>
          <w:tcPr>
            <w:tcW w:w="2086" w:type="dxa"/>
          </w:tcPr>
          <w:p w14:paraId="2FD7F798" w14:textId="77777777" w:rsidR="001A488D" w:rsidRPr="00F269EC" w:rsidRDefault="001A488D" w:rsidP="001A488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Pinza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</w:p>
          <w:p w14:paraId="0B424D00" w14:textId="77777777" w:rsidR="001A488D" w:rsidRPr="00F269EC" w:rsidRDefault="001A488D" w:rsidP="001A488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40 x 3.5</w:t>
            </w:r>
          </w:p>
        </w:tc>
        <w:tc>
          <w:tcPr>
            <w:tcW w:w="6101" w:type="dxa"/>
          </w:tcPr>
          <w:p w14:paraId="387E88B9" w14:textId="77777777" w:rsidR="006970ED" w:rsidRDefault="001A488D" w:rsidP="0052594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>Pinza per pressatrice SPM32 con profilo TH (KSP11) di pressatura.</w:t>
            </w:r>
          </w:p>
          <w:p w14:paraId="0990B71F" w14:textId="4C384330" w:rsidR="001A488D" w:rsidRPr="00F269EC" w:rsidRDefault="001A488D" w:rsidP="0052594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>Misura 40 x 3.5</w:t>
            </w:r>
          </w:p>
          <w:p w14:paraId="0FCDC3A2" w14:textId="77777777" w:rsidR="001A488D" w:rsidRPr="00F269EC" w:rsidRDefault="001A488D" w:rsidP="0052594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63D6C723" w14:textId="77777777" w:rsidR="001A488D" w:rsidRPr="00F269EC" w:rsidRDefault="001A488D" w:rsidP="0052594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Marca Emmeti – Modello Pinza </w:t>
            </w:r>
            <w:proofErr w:type="spellStart"/>
            <w:r w:rsidRPr="00F269EC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  40 x 3.5 o equivalente.</w:t>
            </w:r>
          </w:p>
        </w:tc>
      </w:tr>
      <w:tr w:rsidR="001A488D" w:rsidRPr="009279E2" w14:paraId="799D35BF" w14:textId="77777777" w:rsidTr="00904071">
        <w:tc>
          <w:tcPr>
            <w:tcW w:w="1311" w:type="dxa"/>
          </w:tcPr>
          <w:p w14:paraId="0E4DAAB3" w14:textId="77777777" w:rsidR="001A488D" w:rsidRPr="00F269EC" w:rsidRDefault="001A488D" w:rsidP="001A488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28100</w:t>
            </w:r>
            <w:r>
              <w:rPr>
                <w:rFonts w:ascii="Poppins" w:hAnsi="Poppins" w:cs="Poppins"/>
                <w:bCs/>
                <w:sz w:val="20"/>
              </w:rPr>
              <w:t>652</w:t>
            </w:r>
          </w:p>
        </w:tc>
        <w:tc>
          <w:tcPr>
            <w:tcW w:w="2086" w:type="dxa"/>
          </w:tcPr>
          <w:p w14:paraId="549A56AA" w14:textId="77777777" w:rsidR="001A488D" w:rsidRPr="00F269EC" w:rsidRDefault="001A488D" w:rsidP="001A488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Pinza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</w:p>
          <w:p w14:paraId="3FFB9618" w14:textId="77777777" w:rsidR="001A488D" w:rsidRPr="00F269EC" w:rsidRDefault="001A488D" w:rsidP="001A488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50 x 4</w:t>
            </w:r>
          </w:p>
        </w:tc>
        <w:tc>
          <w:tcPr>
            <w:tcW w:w="6101" w:type="dxa"/>
          </w:tcPr>
          <w:p w14:paraId="4DB60421" w14:textId="77777777" w:rsidR="004D725E" w:rsidRDefault="001A488D" w:rsidP="0052594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>Pinza per pressatrice SPM32 con profilo TH (KSP11) di pressatura.</w:t>
            </w:r>
          </w:p>
          <w:p w14:paraId="31B9E47F" w14:textId="22BD734C" w:rsidR="001A488D" w:rsidRPr="00F269EC" w:rsidRDefault="001A488D" w:rsidP="0052594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>Misura 50 x 4</w:t>
            </w:r>
          </w:p>
          <w:p w14:paraId="437FA471" w14:textId="77777777" w:rsidR="001A488D" w:rsidRPr="00F269EC" w:rsidRDefault="001A488D" w:rsidP="0052594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12D467C2" w14:textId="77777777" w:rsidR="001A488D" w:rsidRPr="00F269EC" w:rsidRDefault="001A488D" w:rsidP="0052594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Marca Emmeti – Modello Pinza </w:t>
            </w:r>
            <w:proofErr w:type="spellStart"/>
            <w:r w:rsidRPr="00F269EC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  50 x 4 o equivalente.</w:t>
            </w:r>
          </w:p>
        </w:tc>
      </w:tr>
      <w:tr w:rsidR="001A488D" w:rsidRPr="009279E2" w14:paraId="38A83E50" w14:textId="77777777" w:rsidTr="00904071">
        <w:tc>
          <w:tcPr>
            <w:tcW w:w="1311" w:type="dxa"/>
          </w:tcPr>
          <w:p w14:paraId="1F23CA0A" w14:textId="77777777" w:rsidR="001A488D" w:rsidRPr="00F269EC" w:rsidRDefault="001A488D" w:rsidP="001A488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28100</w:t>
            </w:r>
            <w:r>
              <w:rPr>
                <w:rFonts w:ascii="Poppins" w:hAnsi="Poppins" w:cs="Poppins"/>
                <w:bCs/>
                <w:sz w:val="20"/>
              </w:rPr>
              <w:t>654</w:t>
            </w:r>
          </w:p>
        </w:tc>
        <w:tc>
          <w:tcPr>
            <w:tcW w:w="2086" w:type="dxa"/>
          </w:tcPr>
          <w:p w14:paraId="3B0A999B" w14:textId="77777777" w:rsidR="001A488D" w:rsidRPr="00F269EC" w:rsidRDefault="001A488D" w:rsidP="001A488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Pinza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</w:p>
          <w:p w14:paraId="20B39D16" w14:textId="77777777" w:rsidR="001A488D" w:rsidRPr="00F269EC" w:rsidRDefault="001A488D" w:rsidP="001A488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63 x 4.5</w:t>
            </w:r>
          </w:p>
        </w:tc>
        <w:tc>
          <w:tcPr>
            <w:tcW w:w="6101" w:type="dxa"/>
          </w:tcPr>
          <w:p w14:paraId="1BE0DACC" w14:textId="77777777" w:rsidR="00B20573" w:rsidRDefault="001A488D" w:rsidP="0052594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>Pinza per pressatrice SPM32 con profilo TH (KSP11) di pressatura.</w:t>
            </w:r>
          </w:p>
          <w:p w14:paraId="259E1D4D" w14:textId="16FDDBB8" w:rsidR="001A488D" w:rsidRPr="00F269EC" w:rsidRDefault="001A488D" w:rsidP="0052594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>Misura 63 x 4.5</w:t>
            </w:r>
          </w:p>
          <w:p w14:paraId="3DD6D150" w14:textId="77777777" w:rsidR="001A488D" w:rsidRPr="00F269EC" w:rsidRDefault="001A488D" w:rsidP="0052594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7528C8B2" w14:textId="77777777" w:rsidR="001A488D" w:rsidRPr="00F269EC" w:rsidRDefault="001A488D" w:rsidP="0052594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Marca Emmeti – Modello Pinza </w:t>
            </w:r>
            <w:proofErr w:type="spellStart"/>
            <w:r w:rsidRPr="00F269EC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  63 x 4.5 o equivalente.</w:t>
            </w:r>
          </w:p>
        </w:tc>
      </w:tr>
      <w:tr w:rsidR="001A488D" w:rsidRPr="009279E2" w14:paraId="23AAD413" w14:textId="77777777" w:rsidTr="00904071">
        <w:tc>
          <w:tcPr>
            <w:tcW w:w="1311" w:type="dxa"/>
          </w:tcPr>
          <w:p w14:paraId="296B6166" w14:textId="77777777" w:rsidR="001A488D" w:rsidRPr="00F269EC" w:rsidRDefault="001A488D" w:rsidP="001A488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28100</w:t>
            </w:r>
            <w:r>
              <w:rPr>
                <w:rFonts w:ascii="Poppins" w:hAnsi="Poppins" w:cs="Poppins"/>
                <w:bCs/>
                <w:sz w:val="20"/>
              </w:rPr>
              <w:t>656</w:t>
            </w:r>
          </w:p>
        </w:tc>
        <w:tc>
          <w:tcPr>
            <w:tcW w:w="2086" w:type="dxa"/>
          </w:tcPr>
          <w:p w14:paraId="178453D5" w14:textId="77777777" w:rsidR="001A488D" w:rsidRDefault="001A488D" w:rsidP="001A488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Pinza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F269EC">
              <w:rPr>
                <w:rFonts w:ascii="Poppins" w:hAnsi="Poppins" w:cs="Poppins"/>
                <w:bCs/>
                <w:sz w:val="20"/>
              </w:rPr>
              <w:t xml:space="preserve"> </w:t>
            </w:r>
          </w:p>
          <w:p w14:paraId="4A90DAAF" w14:textId="1E7DBE3A" w:rsidR="001A488D" w:rsidRPr="00F269EC" w:rsidRDefault="001A488D" w:rsidP="001A488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75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="00523951">
              <w:rPr>
                <w:rFonts w:ascii="Poppins" w:hAnsi="Poppins" w:cs="Poppins"/>
                <w:bCs/>
                <w:sz w:val="20"/>
              </w:rPr>
              <w:t>x</w:t>
            </w:r>
            <w:r>
              <w:rPr>
                <w:rFonts w:ascii="Poppins" w:hAnsi="Poppins" w:cs="Poppins"/>
                <w:bCs/>
                <w:sz w:val="20"/>
              </w:rPr>
              <w:t xml:space="preserve"> 5</w:t>
            </w:r>
          </w:p>
        </w:tc>
        <w:tc>
          <w:tcPr>
            <w:tcW w:w="6101" w:type="dxa"/>
          </w:tcPr>
          <w:p w14:paraId="1EA72981" w14:textId="77777777" w:rsidR="00523951" w:rsidRDefault="001A488D" w:rsidP="0052594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>Pinza per pressatrice SPM32 con profilo TH (KSP11) di pressatura.</w:t>
            </w:r>
          </w:p>
          <w:p w14:paraId="32225047" w14:textId="0615EDD1" w:rsidR="001A488D" w:rsidRPr="00F269EC" w:rsidRDefault="001A488D" w:rsidP="0052594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>Misura 75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="00523951">
              <w:rPr>
                <w:rFonts w:ascii="Poppins" w:hAnsi="Poppins" w:cs="Poppins"/>
                <w:sz w:val="20"/>
              </w:rPr>
              <w:t>x</w:t>
            </w:r>
            <w:r>
              <w:rPr>
                <w:rFonts w:ascii="Poppins" w:hAnsi="Poppins" w:cs="Poppins"/>
                <w:sz w:val="20"/>
              </w:rPr>
              <w:t xml:space="preserve"> 5</w:t>
            </w:r>
          </w:p>
          <w:p w14:paraId="696E926D" w14:textId="77777777" w:rsidR="001A488D" w:rsidRPr="00F269EC" w:rsidRDefault="001A488D" w:rsidP="0052594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51F4493F" w14:textId="748AD684" w:rsidR="001A488D" w:rsidRPr="00F269EC" w:rsidRDefault="001A488D" w:rsidP="0052594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Marca Emmeti – Modello Pinza </w:t>
            </w:r>
            <w:proofErr w:type="spellStart"/>
            <w:r w:rsidRPr="00F269EC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  75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="00523951">
              <w:rPr>
                <w:rFonts w:ascii="Poppins" w:hAnsi="Poppins" w:cs="Poppins"/>
                <w:b/>
                <w:bCs/>
                <w:sz w:val="20"/>
              </w:rPr>
              <w:t>x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5</w:t>
            </w:r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1A488D" w:rsidRPr="009279E2" w14:paraId="430821FD" w14:textId="77777777" w:rsidTr="00904071">
        <w:tc>
          <w:tcPr>
            <w:tcW w:w="1311" w:type="dxa"/>
          </w:tcPr>
          <w:p w14:paraId="6B969CBD" w14:textId="77777777" w:rsidR="001A488D" w:rsidRPr="00F269EC" w:rsidRDefault="001A488D" w:rsidP="001A488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28101826</w:t>
            </w:r>
          </w:p>
        </w:tc>
        <w:tc>
          <w:tcPr>
            <w:tcW w:w="2086" w:type="dxa"/>
          </w:tcPr>
          <w:p w14:paraId="0C07F593" w14:textId="77777777" w:rsidR="001A488D" w:rsidRPr="00F269EC" w:rsidRDefault="001A488D" w:rsidP="001A488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Pressatrice a batteria SMP19 18 V</w:t>
            </w:r>
          </w:p>
        </w:tc>
        <w:tc>
          <w:tcPr>
            <w:tcW w:w="6101" w:type="dxa"/>
          </w:tcPr>
          <w:p w14:paraId="2864C612" w14:textId="02B38402" w:rsidR="001A488D" w:rsidRPr="00F269EC" w:rsidRDefault="001A488D" w:rsidP="0052594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 xml:space="preserve">Pressatrice a batteria SPM19 18 V per pinze </w:t>
            </w:r>
            <w:proofErr w:type="spellStart"/>
            <w:r w:rsidRPr="00F269EC">
              <w:rPr>
                <w:rFonts w:ascii="Poppins" w:hAnsi="Poppins" w:cs="Poppins"/>
                <w:sz w:val="20"/>
              </w:rPr>
              <w:t>Gerpex</w:t>
            </w:r>
            <w:proofErr w:type="spellEnd"/>
            <w:r w:rsidRPr="00F269EC">
              <w:rPr>
                <w:rFonts w:ascii="Poppins" w:hAnsi="Poppins" w:cs="Poppins"/>
                <w:sz w:val="20"/>
              </w:rPr>
              <w:t xml:space="preserve"> ad inserti da DN 16 a DN 32</w:t>
            </w:r>
            <w:r w:rsidR="00EA33B6">
              <w:rPr>
                <w:rFonts w:ascii="Poppins" w:hAnsi="Poppins" w:cs="Poppins"/>
                <w:sz w:val="20"/>
              </w:rPr>
              <w:t>.</w:t>
            </w:r>
          </w:p>
          <w:p w14:paraId="3D0F66D3" w14:textId="77777777" w:rsidR="001A488D" w:rsidRPr="00F269EC" w:rsidRDefault="001A488D" w:rsidP="0052594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2E86EAB" w14:textId="77777777" w:rsidR="001A488D" w:rsidRPr="00F269EC" w:rsidRDefault="001A488D" w:rsidP="0052594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F269EC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9EA4A91" w14:textId="77777777" w:rsidR="001A488D" w:rsidRPr="00F269EC" w:rsidRDefault="001A488D" w:rsidP="00525946">
            <w:pPr>
              <w:pStyle w:val="Intestazione"/>
              <w:numPr>
                <w:ilvl w:val="0"/>
                <w:numId w:val="13"/>
              </w:numPr>
              <w:tabs>
                <w:tab w:val="left" w:pos="1935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 xml:space="preserve">Peso (batteria esclusa): </w:t>
            </w:r>
            <w:r>
              <w:rPr>
                <w:rFonts w:ascii="Poppins" w:hAnsi="Poppins" w:cs="Poppins"/>
                <w:sz w:val="20"/>
              </w:rPr>
              <w:t>2</w:t>
            </w:r>
            <w:r w:rsidRPr="00F269EC">
              <w:rPr>
                <w:rFonts w:ascii="Poppins" w:hAnsi="Poppins" w:cs="Poppins"/>
                <w:sz w:val="20"/>
              </w:rPr>
              <w:t>.</w:t>
            </w:r>
            <w:r>
              <w:rPr>
                <w:rFonts w:ascii="Poppins" w:hAnsi="Poppins" w:cs="Poppins"/>
                <w:sz w:val="20"/>
              </w:rPr>
              <w:t>3</w:t>
            </w:r>
            <w:r w:rsidRPr="00F269EC">
              <w:rPr>
                <w:rFonts w:ascii="Poppins" w:hAnsi="Poppins" w:cs="Poppins"/>
                <w:sz w:val="20"/>
              </w:rPr>
              <w:t xml:space="preserve"> kg</w:t>
            </w:r>
          </w:p>
          <w:p w14:paraId="2C3BA293" w14:textId="77777777" w:rsidR="001A488D" w:rsidRPr="00F269EC" w:rsidRDefault="001A488D" w:rsidP="00525946">
            <w:pPr>
              <w:pStyle w:val="Intestazione"/>
              <w:numPr>
                <w:ilvl w:val="0"/>
                <w:numId w:val="13"/>
              </w:numPr>
              <w:tabs>
                <w:tab w:val="left" w:pos="1935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 xml:space="preserve">Dimensioni </w:t>
            </w:r>
            <w:proofErr w:type="spellStart"/>
            <w:r w:rsidRPr="00F269EC">
              <w:rPr>
                <w:rFonts w:ascii="Poppins" w:hAnsi="Poppins" w:cs="Poppins"/>
                <w:sz w:val="20"/>
              </w:rPr>
              <w:t>LxHxS</w:t>
            </w:r>
            <w:proofErr w:type="spellEnd"/>
            <w:r w:rsidRPr="00F269EC">
              <w:rPr>
                <w:rFonts w:ascii="Poppins" w:hAnsi="Poppins" w:cs="Poppins"/>
                <w:sz w:val="20"/>
              </w:rPr>
              <w:t>: 371 x 100 x 74 mm</w:t>
            </w:r>
          </w:p>
          <w:p w14:paraId="06D8ABA9" w14:textId="77777777" w:rsidR="001A488D" w:rsidRPr="00F269EC" w:rsidRDefault="001A488D" w:rsidP="00525946">
            <w:pPr>
              <w:pStyle w:val="Intestazione"/>
              <w:numPr>
                <w:ilvl w:val="0"/>
                <w:numId w:val="13"/>
              </w:numPr>
              <w:tabs>
                <w:tab w:val="left" w:pos="1935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>Forza di spinta: min. 19Kn</w:t>
            </w:r>
          </w:p>
          <w:p w14:paraId="413E2618" w14:textId="77777777" w:rsidR="001A488D" w:rsidRPr="00F269EC" w:rsidRDefault="001A488D" w:rsidP="00525946">
            <w:pPr>
              <w:pStyle w:val="Intestazione"/>
              <w:numPr>
                <w:ilvl w:val="0"/>
                <w:numId w:val="13"/>
              </w:numPr>
              <w:tabs>
                <w:tab w:val="left" w:pos="1935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>Alimentazione: 18 V DC</w:t>
            </w:r>
          </w:p>
          <w:p w14:paraId="08484D4D" w14:textId="77777777" w:rsidR="001A488D" w:rsidRPr="00F269EC" w:rsidRDefault="001A488D" w:rsidP="00525946">
            <w:pPr>
              <w:pStyle w:val="Intestazione"/>
              <w:numPr>
                <w:ilvl w:val="0"/>
                <w:numId w:val="13"/>
              </w:numPr>
              <w:tabs>
                <w:tab w:val="left" w:pos="1935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>Carica batteria: 230 V, 50 Hz</w:t>
            </w:r>
          </w:p>
          <w:p w14:paraId="58CA29A2" w14:textId="77777777" w:rsidR="001A488D" w:rsidRPr="00F269EC" w:rsidRDefault="001A488D" w:rsidP="00525946">
            <w:pPr>
              <w:pStyle w:val="Intestazione"/>
              <w:numPr>
                <w:ilvl w:val="0"/>
                <w:numId w:val="13"/>
              </w:numPr>
              <w:tabs>
                <w:tab w:val="left" w:pos="1935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 xml:space="preserve">Capacità batteria: </w:t>
            </w:r>
            <w:r>
              <w:rPr>
                <w:rFonts w:ascii="Poppins" w:hAnsi="Poppins" w:cs="Poppins"/>
                <w:sz w:val="20"/>
              </w:rPr>
              <w:t>2</w:t>
            </w:r>
            <w:r w:rsidRPr="00F269EC">
              <w:rPr>
                <w:rFonts w:ascii="Poppins" w:hAnsi="Poppins" w:cs="Poppins"/>
                <w:sz w:val="20"/>
              </w:rPr>
              <w:t>.</w:t>
            </w:r>
            <w:r>
              <w:rPr>
                <w:rFonts w:ascii="Poppins" w:hAnsi="Poppins" w:cs="Poppins"/>
                <w:sz w:val="20"/>
              </w:rPr>
              <w:t>0</w:t>
            </w:r>
            <w:r w:rsidRPr="00F269EC">
              <w:rPr>
                <w:rFonts w:ascii="Poppins" w:hAnsi="Poppins" w:cs="Poppins"/>
                <w:sz w:val="20"/>
              </w:rPr>
              <w:t xml:space="preserve"> Ah</w:t>
            </w:r>
          </w:p>
          <w:p w14:paraId="5EAC2190" w14:textId="77777777" w:rsidR="001A488D" w:rsidRPr="00F269EC" w:rsidRDefault="001A488D" w:rsidP="00525946">
            <w:pPr>
              <w:pStyle w:val="Intestazione"/>
              <w:numPr>
                <w:ilvl w:val="0"/>
                <w:numId w:val="13"/>
              </w:numPr>
              <w:tabs>
                <w:tab w:val="left" w:pos="1935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>Tempo di ricarica: 30 min ca</w:t>
            </w:r>
          </w:p>
          <w:p w14:paraId="0C9078DE" w14:textId="77777777" w:rsidR="001A488D" w:rsidRPr="00F269EC" w:rsidRDefault="001A488D" w:rsidP="00525946">
            <w:pPr>
              <w:pStyle w:val="Intestazione"/>
              <w:numPr>
                <w:ilvl w:val="0"/>
                <w:numId w:val="13"/>
              </w:numPr>
              <w:tabs>
                <w:tab w:val="left" w:pos="1935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>Tempo di serraggio: da 3 a 4 secondi in funzione del diametro</w:t>
            </w:r>
          </w:p>
          <w:p w14:paraId="1D79912D" w14:textId="77777777" w:rsidR="001A488D" w:rsidRPr="00F269EC" w:rsidRDefault="001A488D" w:rsidP="00525946">
            <w:pPr>
              <w:pStyle w:val="Intestazione"/>
              <w:numPr>
                <w:ilvl w:val="0"/>
                <w:numId w:val="13"/>
              </w:numPr>
              <w:tabs>
                <w:tab w:val="left" w:pos="1935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>Temperatura di utilizzo: - 20°C a + 40°C</w:t>
            </w:r>
          </w:p>
          <w:p w14:paraId="5BC32B7C" w14:textId="77777777" w:rsidR="001A488D" w:rsidRPr="00F269EC" w:rsidRDefault="001A488D" w:rsidP="00525946">
            <w:pPr>
              <w:pStyle w:val="Intestazione"/>
              <w:numPr>
                <w:ilvl w:val="0"/>
                <w:numId w:val="13"/>
              </w:numPr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>Livello sonoro: 75 dB(A) a distanza di un metro</w:t>
            </w:r>
          </w:p>
          <w:p w14:paraId="69682077" w14:textId="5F235A06" w:rsidR="001A488D" w:rsidRPr="00F269EC" w:rsidRDefault="001A488D" w:rsidP="00525946">
            <w:pPr>
              <w:pStyle w:val="Intestazione"/>
              <w:numPr>
                <w:ilvl w:val="0"/>
                <w:numId w:val="13"/>
              </w:numPr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>Vibrazioni: &lt;2.5 m/s</w:t>
            </w:r>
            <w:r w:rsidR="000F6CE4">
              <w:rPr>
                <w:rFonts w:ascii="Poppins" w:hAnsi="Poppins" w:cs="Poppins"/>
                <w:sz w:val="20"/>
              </w:rPr>
              <w:t>2</w:t>
            </w:r>
            <w:r w:rsidRPr="00F269EC">
              <w:rPr>
                <w:rFonts w:ascii="Poppins" w:hAnsi="Poppins" w:cs="Poppins"/>
                <w:sz w:val="20"/>
              </w:rPr>
              <w:t xml:space="preserve"> (valore effettivo ponderato dell’accelerazione)</w:t>
            </w:r>
          </w:p>
          <w:p w14:paraId="5AB26F10" w14:textId="77777777" w:rsidR="001A488D" w:rsidRPr="00F269EC" w:rsidRDefault="001A488D" w:rsidP="00525946">
            <w:pPr>
              <w:pStyle w:val="Intestazione"/>
              <w:numPr>
                <w:ilvl w:val="0"/>
                <w:numId w:val="13"/>
              </w:numPr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>Testa ruotabile di 360°</w:t>
            </w:r>
          </w:p>
          <w:p w14:paraId="0A5B9FFE" w14:textId="77777777" w:rsidR="001A488D" w:rsidRPr="00F269EC" w:rsidRDefault="001A488D" w:rsidP="00525946">
            <w:pPr>
              <w:pStyle w:val="Intestazione"/>
              <w:numPr>
                <w:ilvl w:val="0"/>
                <w:numId w:val="13"/>
              </w:numPr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>Ritorno automatico del pistone</w:t>
            </w:r>
          </w:p>
          <w:p w14:paraId="78158B51" w14:textId="77777777" w:rsidR="001A488D" w:rsidRPr="00F269EC" w:rsidRDefault="001A488D" w:rsidP="00525946">
            <w:pPr>
              <w:pStyle w:val="Intestazione"/>
              <w:numPr>
                <w:ilvl w:val="0"/>
                <w:numId w:val="13"/>
              </w:numPr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>Attacco USB per la diagnosi remota</w:t>
            </w:r>
          </w:p>
          <w:p w14:paraId="6D8E9D88" w14:textId="77777777" w:rsidR="001A488D" w:rsidRPr="00F269EC" w:rsidRDefault="001A488D" w:rsidP="00525946">
            <w:pPr>
              <w:pStyle w:val="Intestazione"/>
              <w:numPr>
                <w:ilvl w:val="0"/>
                <w:numId w:val="13"/>
              </w:numPr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 xml:space="preserve">Led di segnalazione malfunzionamenti e stato di funzionamento </w:t>
            </w:r>
          </w:p>
          <w:p w14:paraId="133E5508" w14:textId="77777777" w:rsidR="001A488D" w:rsidRPr="00F269EC" w:rsidRDefault="001A488D" w:rsidP="0052594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950D9AA" w14:textId="77777777" w:rsidR="001A488D" w:rsidRPr="00F269EC" w:rsidRDefault="001A488D" w:rsidP="0052594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>Completa di borsa in nylon, batteria agli ioni di Litio (Li-Ion) 18 V, carica batteria, cavo USB e software di analisi.</w:t>
            </w:r>
          </w:p>
          <w:p w14:paraId="0DBB2CB9" w14:textId="77777777" w:rsidR="001A488D" w:rsidRPr="00F269EC" w:rsidRDefault="001A488D" w:rsidP="0052594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0AF6024" w14:textId="77777777" w:rsidR="001A488D" w:rsidRPr="00F269EC" w:rsidRDefault="001A488D" w:rsidP="0052594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>Marca Emmeti – Modello Pressatrice a batteria SMP19 18 V o equivalente.</w:t>
            </w:r>
          </w:p>
        </w:tc>
      </w:tr>
      <w:tr w:rsidR="00A94E83" w:rsidRPr="009279E2" w14:paraId="20A71011" w14:textId="77777777" w:rsidTr="00904071">
        <w:tc>
          <w:tcPr>
            <w:tcW w:w="1311" w:type="dxa"/>
          </w:tcPr>
          <w:p w14:paraId="3947B4AE" w14:textId="3EADF578" w:rsidR="00A94E83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lastRenderedPageBreak/>
              <w:t>28101821</w:t>
            </w:r>
          </w:p>
        </w:tc>
        <w:tc>
          <w:tcPr>
            <w:tcW w:w="2086" w:type="dxa"/>
          </w:tcPr>
          <w:p w14:paraId="0EEB5061" w14:textId="32AED576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Batteria 18 V per pressatrice SPM19</w:t>
            </w:r>
          </w:p>
        </w:tc>
        <w:tc>
          <w:tcPr>
            <w:tcW w:w="6101" w:type="dxa"/>
          </w:tcPr>
          <w:p w14:paraId="783FD3AD" w14:textId="77777777" w:rsidR="00A94E83" w:rsidRPr="00F269EC" w:rsidRDefault="00A94E83" w:rsidP="00A94E83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Batteria agli ioni da 18 V per pressatrice SPM19</w:t>
            </w:r>
            <w:r>
              <w:rPr>
                <w:rFonts w:ascii="Poppins" w:hAnsi="Poppins" w:cs="Poppins"/>
                <w:bCs/>
                <w:sz w:val="20"/>
              </w:rPr>
              <w:t>.</w:t>
            </w:r>
          </w:p>
          <w:p w14:paraId="43A87C73" w14:textId="77777777" w:rsidR="00A94E83" w:rsidRPr="00F269EC" w:rsidRDefault="00A94E83" w:rsidP="00A94E83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477528E" w14:textId="31BB1122" w:rsidR="00A94E83" w:rsidRPr="00F269EC" w:rsidRDefault="00A94E83" w:rsidP="00A94E83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>Marca Emmeti – Modello Batteria 18 V per pressatrice SPM19 o equivalente.</w:t>
            </w:r>
          </w:p>
        </w:tc>
      </w:tr>
      <w:tr w:rsidR="00A94E83" w:rsidRPr="009279E2" w14:paraId="1E7E2E12" w14:textId="77777777" w:rsidTr="00904071">
        <w:tc>
          <w:tcPr>
            <w:tcW w:w="1311" w:type="dxa"/>
          </w:tcPr>
          <w:p w14:paraId="0A8CE588" w14:textId="708D1885" w:rsidR="00A94E83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28101824</w:t>
            </w:r>
          </w:p>
        </w:tc>
        <w:tc>
          <w:tcPr>
            <w:tcW w:w="2086" w:type="dxa"/>
          </w:tcPr>
          <w:p w14:paraId="5A4E3FE3" w14:textId="6FF297FB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Carica batteria 18 V per pressatrice SPM19</w:t>
            </w:r>
          </w:p>
        </w:tc>
        <w:tc>
          <w:tcPr>
            <w:tcW w:w="6101" w:type="dxa"/>
          </w:tcPr>
          <w:p w14:paraId="48BD6727" w14:textId="77777777" w:rsidR="00A94E83" w:rsidRPr="00F269EC" w:rsidRDefault="00A94E83" w:rsidP="00A94E83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Carica batteria 18 V per pressatrice SPM19</w:t>
            </w:r>
            <w:r>
              <w:rPr>
                <w:rFonts w:ascii="Poppins" w:hAnsi="Poppins" w:cs="Poppins"/>
                <w:bCs/>
                <w:sz w:val="20"/>
              </w:rPr>
              <w:t>.</w:t>
            </w:r>
          </w:p>
          <w:p w14:paraId="252B1D75" w14:textId="77777777" w:rsidR="00A94E83" w:rsidRPr="00F269EC" w:rsidRDefault="00A94E83" w:rsidP="00A94E83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6F5CB20" w14:textId="0215E6A0" w:rsidR="00A94E83" w:rsidRPr="00F269EC" w:rsidRDefault="00A94E83" w:rsidP="00A94E83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>Marca Emmeti – Modello Carica batteria 18 V per pressatrice SPM19 o equivalente.</w:t>
            </w:r>
          </w:p>
        </w:tc>
      </w:tr>
      <w:tr w:rsidR="00A94E83" w:rsidRPr="009279E2" w14:paraId="36DC9713" w14:textId="77777777" w:rsidTr="00904071">
        <w:tc>
          <w:tcPr>
            <w:tcW w:w="1311" w:type="dxa"/>
          </w:tcPr>
          <w:p w14:paraId="3DD67034" w14:textId="1D3D48CA" w:rsidR="00A94E83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28101822</w:t>
            </w:r>
          </w:p>
        </w:tc>
        <w:tc>
          <w:tcPr>
            <w:tcW w:w="2086" w:type="dxa"/>
          </w:tcPr>
          <w:p w14:paraId="669B51BB" w14:textId="531E3DDB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Adattatore 230 V per pressatrice SPM19</w:t>
            </w:r>
          </w:p>
        </w:tc>
        <w:tc>
          <w:tcPr>
            <w:tcW w:w="6101" w:type="dxa"/>
          </w:tcPr>
          <w:p w14:paraId="4A37EE8C" w14:textId="77777777" w:rsidR="00A94E83" w:rsidRPr="00F269EC" w:rsidRDefault="00A94E83" w:rsidP="00A94E83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Adattatore 230 V per pressatrice SMP19 che consente di alimentare direttamente a 230 V, sostituendo la batteria da 18 V.</w:t>
            </w:r>
          </w:p>
          <w:p w14:paraId="5EC75197" w14:textId="77777777" w:rsidR="00A94E83" w:rsidRPr="00F269EC" w:rsidRDefault="00A94E83" w:rsidP="00A94E83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F9B60C7" w14:textId="1F91FACE" w:rsidR="00A94E83" w:rsidRPr="00F269EC" w:rsidRDefault="00A94E83" w:rsidP="00A94E83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>Marca Emmeti – Modello Adattatore 230 V per pressatrice SPM19 o equivalente.</w:t>
            </w:r>
          </w:p>
        </w:tc>
      </w:tr>
      <w:tr w:rsidR="00A94E83" w:rsidRPr="009279E2" w14:paraId="5B26C387" w14:textId="77777777" w:rsidTr="00904071">
        <w:tc>
          <w:tcPr>
            <w:tcW w:w="1311" w:type="dxa"/>
          </w:tcPr>
          <w:p w14:paraId="2A0CC9BE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28101828</w:t>
            </w:r>
          </w:p>
        </w:tc>
        <w:tc>
          <w:tcPr>
            <w:tcW w:w="2086" w:type="dxa"/>
          </w:tcPr>
          <w:p w14:paraId="47A447E7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Pinza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F269EC">
              <w:rPr>
                <w:rFonts w:ascii="Poppins" w:hAnsi="Poppins" w:cs="Poppins"/>
                <w:bCs/>
                <w:sz w:val="20"/>
              </w:rPr>
              <w:t xml:space="preserve"> ad inserti per pressatrice SPM19</w:t>
            </w:r>
          </w:p>
        </w:tc>
        <w:tc>
          <w:tcPr>
            <w:tcW w:w="6101" w:type="dxa"/>
          </w:tcPr>
          <w:p w14:paraId="04674682" w14:textId="77777777" w:rsidR="00A94E83" w:rsidRPr="00F269EC" w:rsidRDefault="00A94E83" w:rsidP="00A94E83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>Pinza ad inserti per pressatrice SPM19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090897B0" w14:textId="77777777" w:rsidR="00A94E83" w:rsidRPr="00F269EC" w:rsidRDefault="00A94E83" w:rsidP="00A94E83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9AFDFBB" w14:textId="77777777" w:rsidR="00A94E83" w:rsidRPr="00F269EC" w:rsidRDefault="00A94E83" w:rsidP="00A94E83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Marca Emmeti – Modello Pinza </w:t>
            </w:r>
            <w:proofErr w:type="spellStart"/>
            <w:r w:rsidRPr="00F269EC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 ad inserti per pressatrice SPM19 o equivalente.</w:t>
            </w:r>
          </w:p>
        </w:tc>
      </w:tr>
      <w:tr w:rsidR="00A94E83" w:rsidRPr="009279E2" w14:paraId="289334B7" w14:textId="77777777" w:rsidTr="00904071">
        <w:tc>
          <w:tcPr>
            <w:tcW w:w="1311" w:type="dxa"/>
          </w:tcPr>
          <w:p w14:paraId="7927ED87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28100640</w:t>
            </w:r>
          </w:p>
        </w:tc>
        <w:tc>
          <w:tcPr>
            <w:tcW w:w="2086" w:type="dxa"/>
          </w:tcPr>
          <w:p w14:paraId="0BD04BEF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Matrice per pinza ad inserti per pressatrice SPM19</w:t>
            </w:r>
          </w:p>
          <w:p w14:paraId="50FDB4EA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16 x 2</w:t>
            </w:r>
          </w:p>
        </w:tc>
        <w:tc>
          <w:tcPr>
            <w:tcW w:w="6101" w:type="dxa"/>
          </w:tcPr>
          <w:p w14:paraId="0AC34797" w14:textId="77777777" w:rsidR="00A94E83" w:rsidRDefault="00A94E83" w:rsidP="00A94E83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 xml:space="preserve">Matrice per pinza ad inserti per pressatrice SPM19 con profilo di pressatura </w:t>
            </w:r>
            <w:r>
              <w:rPr>
                <w:rFonts w:ascii="Poppins" w:hAnsi="Poppins" w:cs="Poppins"/>
                <w:sz w:val="20"/>
              </w:rPr>
              <w:t>TH</w:t>
            </w:r>
            <w:r w:rsidRPr="00F269EC">
              <w:rPr>
                <w:rFonts w:ascii="Poppins" w:hAnsi="Poppins" w:cs="Poppins"/>
                <w:sz w:val="20"/>
              </w:rPr>
              <w:t xml:space="preserve"> (KSP1</w:t>
            </w:r>
            <w:r>
              <w:rPr>
                <w:rFonts w:ascii="Poppins" w:hAnsi="Poppins" w:cs="Poppins"/>
                <w:sz w:val="20"/>
              </w:rPr>
              <w:t>1</w:t>
            </w:r>
            <w:r w:rsidRPr="00F269EC">
              <w:rPr>
                <w:rFonts w:ascii="Poppins" w:hAnsi="Poppins" w:cs="Poppins"/>
                <w:sz w:val="20"/>
              </w:rPr>
              <w:t>).</w:t>
            </w:r>
          </w:p>
          <w:p w14:paraId="30124B7A" w14:textId="1298CB7D" w:rsidR="00A94E83" w:rsidRPr="00F269EC" w:rsidRDefault="00A94E83" w:rsidP="00A94E83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>Misura 16 x 2</w:t>
            </w:r>
          </w:p>
          <w:p w14:paraId="48E65253" w14:textId="77777777" w:rsidR="00A94E83" w:rsidRPr="00F269EC" w:rsidRDefault="00A94E83" w:rsidP="00A94E83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6F10D2C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>Marca Emmeti – Modello Matrice per pinza ad inserti per pressatrice SPM19 16 x 2 o equivalente.</w:t>
            </w:r>
          </w:p>
        </w:tc>
      </w:tr>
      <w:tr w:rsidR="00A94E83" w:rsidRPr="009279E2" w14:paraId="6F184153" w14:textId="77777777" w:rsidTr="00904071">
        <w:tc>
          <w:tcPr>
            <w:tcW w:w="1311" w:type="dxa"/>
          </w:tcPr>
          <w:p w14:paraId="325A2141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28100642</w:t>
            </w:r>
          </w:p>
        </w:tc>
        <w:tc>
          <w:tcPr>
            <w:tcW w:w="2086" w:type="dxa"/>
          </w:tcPr>
          <w:p w14:paraId="46BA8D1C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Matrice per pinza ad inserti per pressatrice SPM19</w:t>
            </w:r>
          </w:p>
          <w:p w14:paraId="7DC4447C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20 x 2</w:t>
            </w:r>
          </w:p>
        </w:tc>
        <w:tc>
          <w:tcPr>
            <w:tcW w:w="6101" w:type="dxa"/>
          </w:tcPr>
          <w:p w14:paraId="73442B11" w14:textId="77777777" w:rsidR="00A94E83" w:rsidRDefault="00A94E83" w:rsidP="00A94E83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 xml:space="preserve">Matrice per pinza ad inserti per pressatrice SPM19 con profilo di pressatura </w:t>
            </w:r>
            <w:r>
              <w:rPr>
                <w:rFonts w:ascii="Poppins" w:hAnsi="Poppins" w:cs="Poppins"/>
                <w:sz w:val="20"/>
              </w:rPr>
              <w:t>TH</w:t>
            </w:r>
            <w:r w:rsidRPr="00F269EC">
              <w:rPr>
                <w:rFonts w:ascii="Poppins" w:hAnsi="Poppins" w:cs="Poppins"/>
                <w:sz w:val="20"/>
              </w:rPr>
              <w:t xml:space="preserve"> (KSP1</w:t>
            </w:r>
            <w:r>
              <w:rPr>
                <w:rFonts w:ascii="Poppins" w:hAnsi="Poppins" w:cs="Poppins"/>
                <w:sz w:val="20"/>
              </w:rPr>
              <w:t>1</w:t>
            </w:r>
            <w:r w:rsidRPr="00F269EC">
              <w:rPr>
                <w:rFonts w:ascii="Poppins" w:hAnsi="Poppins" w:cs="Poppins"/>
                <w:sz w:val="20"/>
              </w:rPr>
              <w:t>)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6D8436AA" w14:textId="4064BA19" w:rsidR="00A94E83" w:rsidRPr="00F269EC" w:rsidRDefault="00A94E83" w:rsidP="00A94E83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>Misura 20 x 2</w:t>
            </w:r>
          </w:p>
          <w:p w14:paraId="04320E13" w14:textId="77777777" w:rsidR="00A94E83" w:rsidRPr="00F269EC" w:rsidRDefault="00A94E83" w:rsidP="00A94E83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F529B30" w14:textId="77777777" w:rsidR="00A94E83" w:rsidRPr="00F269EC" w:rsidRDefault="00A94E83" w:rsidP="00A94E83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>Marca Emmeti – Modello Matrice per pinza ad inserti per pressatrice SPM19 20 x 2 o equivalente.</w:t>
            </w:r>
          </w:p>
        </w:tc>
      </w:tr>
      <w:tr w:rsidR="00A94E83" w:rsidRPr="009279E2" w14:paraId="109452A4" w14:textId="77777777" w:rsidTr="00904071">
        <w:tc>
          <w:tcPr>
            <w:tcW w:w="1311" w:type="dxa"/>
          </w:tcPr>
          <w:p w14:paraId="108EF289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28100644</w:t>
            </w:r>
          </w:p>
        </w:tc>
        <w:tc>
          <w:tcPr>
            <w:tcW w:w="2086" w:type="dxa"/>
          </w:tcPr>
          <w:p w14:paraId="56FB1C1A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Matrice per pinza ad inserti per pressatrice SPM19</w:t>
            </w:r>
          </w:p>
          <w:p w14:paraId="7A720355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26 x 3</w:t>
            </w:r>
          </w:p>
        </w:tc>
        <w:tc>
          <w:tcPr>
            <w:tcW w:w="6101" w:type="dxa"/>
          </w:tcPr>
          <w:p w14:paraId="4CC83085" w14:textId="77777777" w:rsidR="00A94E83" w:rsidRDefault="00A94E83" w:rsidP="00A94E83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 xml:space="preserve">Matrice per pinza ad inserti per pressatrice SPM19 con profilo di pressatura </w:t>
            </w:r>
            <w:r>
              <w:rPr>
                <w:rFonts w:ascii="Poppins" w:hAnsi="Poppins" w:cs="Poppins"/>
                <w:sz w:val="20"/>
              </w:rPr>
              <w:t>TH</w:t>
            </w:r>
            <w:r w:rsidRPr="00F269EC">
              <w:rPr>
                <w:rFonts w:ascii="Poppins" w:hAnsi="Poppins" w:cs="Poppins"/>
                <w:sz w:val="20"/>
              </w:rPr>
              <w:t xml:space="preserve"> (KSP1</w:t>
            </w:r>
            <w:r>
              <w:rPr>
                <w:rFonts w:ascii="Poppins" w:hAnsi="Poppins" w:cs="Poppins"/>
                <w:sz w:val="20"/>
              </w:rPr>
              <w:t>1</w:t>
            </w:r>
            <w:r w:rsidRPr="00F269EC">
              <w:rPr>
                <w:rFonts w:ascii="Poppins" w:hAnsi="Poppins" w:cs="Poppins"/>
                <w:sz w:val="20"/>
              </w:rPr>
              <w:t>)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02F6D7AF" w14:textId="43B9DFB6" w:rsidR="00A94E83" w:rsidRPr="00F269EC" w:rsidRDefault="00A94E83" w:rsidP="00A94E83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>Misura 26 x 3</w:t>
            </w:r>
          </w:p>
          <w:p w14:paraId="52BCF52B" w14:textId="77777777" w:rsidR="00A94E83" w:rsidRPr="00F269EC" w:rsidRDefault="00A94E83" w:rsidP="00A94E83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6164CFD" w14:textId="77777777" w:rsidR="00A94E83" w:rsidRPr="00F269EC" w:rsidRDefault="00A94E83" w:rsidP="00A94E83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>Marca Emmeti – Modello Matrice per pinza ad inserti per pressatrice SPM19 26 x 3 o equivalente.</w:t>
            </w:r>
          </w:p>
        </w:tc>
      </w:tr>
      <w:tr w:rsidR="00A94E83" w:rsidRPr="009279E2" w14:paraId="4FF1129D" w14:textId="77777777" w:rsidTr="00904071">
        <w:tc>
          <w:tcPr>
            <w:tcW w:w="1311" w:type="dxa"/>
          </w:tcPr>
          <w:p w14:paraId="2533110E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28100646</w:t>
            </w:r>
          </w:p>
        </w:tc>
        <w:tc>
          <w:tcPr>
            <w:tcW w:w="2086" w:type="dxa"/>
          </w:tcPr>
          <w:p w14:paraId="332217C2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Matrice per pinza ad inserti per pressatrice SPM19</w:t>
            </w:r>
          </w:p>
          <w:p w14:paraId="3DF646DE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32 x 3</w:t>
            </w:r>
          </w:p>
        </w:tc>
        <w:tc>
          <w:tcPr>
            <w:tcW w:w="6101" w:type="dxa"/>
          </w:tcPr>
          <w:p w14:paraId="4AA1F25B" w14:textId="77777777" w:rsidR="00A94E83" w:rsidRDefault="00A94E83" w:rsidP="00A94E83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 xml:space="preserve">Matrice per pinza ad inserti per pressatrice SPM19 con profilo di pressatura </w:t>
            </w:r>
            <w:r>
              <w:rPr>
                <w:rFonts w:ascii="Poppins" w:hAnsi="Poppins" w:cs="Poppins"/>
                <w:sz w:val="20"/>
              </w:rPr>
              <w:t>TH</w:t>
            </w:r>
            <w:r w:rsidRPr="00F269EC">
              <w:rPr>
                <w:rFonts w:ascii="Poppins" w:hAnsi="Poppins" w:cs="Poppins"/>
                <w:sz w:val="20"/>
              </w:rPr>
              <w:t xml:space="preserve"> (KSP1</w:t>
            </w:r>
            <w:r>
              <w:rPr>
                <w:rFonts w:ascii="Poppins" w:hAnsi="Poppins" w:cs="Poppins"/>
                <w:sz w:val="20"/>
              </w:rPr>
              <w:t>1</w:t>
            </w:r>
            <w:r w:rsidRPr="00F269EC">
              <w:rPr>
                <w:rFonts w:ascii="Poppins" w:hAnsi="Poppins" w:cs="Poppins"/>
                <w:sz w:val="20"/>
              </w:rPr>
              <w:t>).</w:t>
            </w:r>
          </w:p>
          <w:p w14:paraId="2C0980E0" w14:textId="723732BA" w:rsidR="00A94E83" w:rsidRPr="00F269EC" w:rsidRDefault="00A94E83" w:rsidP="00A94E83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sz w:val="20"/>
              </w:rPr>
              <w:t>Misura 32 x 3</w:t>
            </w:r>
          </w:p>
          <w:p w14:paraId="03A1DD22" w14:textId="77777777" w:rsidR="00A94E83" w:rsidRPr="00F269EC" w:rsidRDefault="00A94E83" w:rsidP="00A94E83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3AD06F6" w14:textId="77777777" w:rsidR="00A94E83" w:rsidRPr="00F269EC" w:rsidRDefault="00A94E83" w:rsidP="00A94E83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>Marca Emmeti – Modello Matrice per pinza ad inserti per pressatrice SPM19 32 x 3 o equivalente.</w:t>
            </w:r>
          </w:p>
        </w:tc>
      </w:tr>
      <w:tr w:rsidR="00A94E83" w:rsidRPr="009279E2" w14:paraId="7C19A2B1" w14:textId="77777777" w:rsidTr="00904071">
        <w:tc>
          <w:tcPr>
            <w:tcW w:w="1311" w:type="dxa"/>
          </w:tcPr>
          <w:p w14:paraId="3109F393" w14:textId="5565D3E5" w:rsidR="00A94E83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28100702</w:t>
            </w:r>
          </w:p>
        </w:tc>
        <w:tc>
          <w:tcPr>
            <w:tcW w:w="2086" w:type="dxa"/>
          </w:tcPr>
          <w:p w14:paraId="1E727598" w14:textId="77777777" w:rsidR="00A94E83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Calibratore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svasatore</w:t>
            </w:r>
            <w:proofErr w:type="spellEnd"/>
            <w:r>
              <w:rPr>
                <w:rFonts w:ascii="Poppins" w:hAnsi="Poppins" w:cs="Poppins"/>
                <w:bCs/>
                <w:sz w:val="20"/>
              </w:rPr>
              <w:t xml:space="preserve"> per avvitatore</w:t>
            </w:r>
          </w:p>
          <w:p w14:paraId="65D2264B" w14:textId="7A7303A5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Ø 1</w:t>
            </w:r>
            <w:r>
              <w:rPr>
                <w:rFonts w:ascii="Poppins" w:hAnsi="Poppins" w:cs="Poppins"/>
                <w:bCs/>
                <w:sz w:val="20"/>
              </w:rPr>
              <w:t>6</w:t>
            </w:r>
          </w:p>
        </w:tc>
        <w:tc>
          <w:tcPr>
            <w:tcW w:w="6101" w:type="dxa"/>
          </w:tcPr>
          <w:p w14:paraId="5727154F" w14:textId="77777777" w:rsidR="00A94E83" w:rsidRDefault="00A94E83" w:rsidP="00A94E83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Calibratore </w:t>
            </w:r>
            <w:proofErr w:type="spellStart"/>
            <w:r>
              <w:rPr>
                <w:rFonts w:ascii="Poppins" w:hAnsi="Poppins" w:cs="Poppins"/>
                <w:sz w:val="20"/>
              </w:rPr>
              <w:t>svasatore</w:t>
            </w:r>
            <w:proofErr w:type="spellEnd"/>
            <w:r>
              <w:rPr>
                <w:rFonts w:ascii="Poppins" w:hAnsi="Poppins" w:cs="Poppins"/>
                <w:sz w:val="20"/>
              </w:rPr>
              <w:t xml:space="preserve"> per avvitatore.</w:t>
            </w:r>
          </w:p>
          <w:p w14:paraId="4E3FC404" w14:textId="68D25368" w:rsidR="00967BD6" w:rsidRDefault="00967BD6" w:rsidP="00A94E83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Misura: </w:t>
            </w:r>
            <w:r w:rsidRPr="00F269EC">
              <w:rPr>
                <w:rFonts w:ascii="Poppins" w:hAnsi="Poppins" w:cs="Poppins"/>
                <w:bCs/>
                <w:sz w:val="20"/>
              </w:rPr>
              <w:t>Ø 1</w:t>
            </w:r>
            <w:r>
              <w:rPr>
                <w:rFonts w:ascii="Poppins" w:hAnsi="Poppins" w:cs="Poppins"/>
                <w:bCs/>
                <w:sz w:val="20"/>
              </w:rPr>
              <w:t>6</w:t>
            </w:r>
          </w:p>
          <w:p w14:paraId="1D11AFCC" w14:textId="77777777" w:rsidR="00A94E83" w:rsidRDefault="00A94E83" w:rsidP="00A94E83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A13FE8F" w14:textId="405BB53B" w:rsidR="00A94E83" w:rsidRPr="00A94E83" w:rsidRDefault="00A94E83" w:rsidP="00A94E83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A94E8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 w:rsidRPr="00A94E83">
              <w:rPr>
                <w:rFonts w:ascii="Poppins" w:hAnsi="Poppins" w:cs="Poppins"/>
                <w:b/>
                <w:bCs/>
                <w:sz w:val="20"/>
              </w:rPr>
              <w:t xml:space="preserve">Calibratore </w:t>
            </w:r>
            <w:proofErr w:type="spellStart"/>
            <w:r w:rsidRPr="00A94E83">
              <w:rPr>
                <w:rFonts w:ascii="Poppins" w:hAnsi="Poppins" w:cs="Poppins"/>
                <w:b/>
                <w:bCs/>
                <w:sz w:val="20"/>
              </w:rPr>
              <w:t>svasatore</w:t>
            </w:r>
            <w:proofErr w:type="spellEnd"/>
            <w:r w:rsidRPr="00A94E83">
              <w:rPr>
                <w:rFonts w:ascii="Poppins" w:hAnsi="Poppins" w:cs="Poppins"/>
                <w:b/>
                <w:bCs/>
                <w:sz w:val="20"/>
              </w:rPr>
              <w:t xml:space="preserve"> per avvitatore</w:t>
            </w:r>
            <w:r w:rsidRPr="00A94E8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A94E83">
              <w:rPr>
                <w:rFonts w:ascii="Poppins" w:hAnsi="Poppins" w:cs="Poppins"/>
                <w:b/>
                <w:bCs/>
                <w:sz w:val="20"/>
              </w:rPr>
              <w:t>Ø 16</w:t>
            </w:r>
            <w:r w:rsidRPr="00A94E83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967BD6" w:rsidRPr="009279E2" w14:paraId="20B1AAA8" w14:textId="77777777" w:rsidTr="00904071">
        <w:tc>
          <w:tcPr>
            <w:tcW w:w="1311" w:type="dxa"/>
          </w:tcPr>
          <w:p w14:paraId="162A3D07" w14:textId="1F204BAB" w:rsidR="00967BD6" w:rsidRDefault="00967BD6" w:rsidP="00967BD6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28100704</w:t>
            </w:r>
          </w:p>
        </w:tc>
        <w:tc>
          <w:tcPr>
            <w:tcW w:w="2086" w:type="dxa"/>
          </w:tcPr>
          <w:p w14:paraId="48CD5B83" w14:textId="77777777" w:rsidR="00967BD6" w:rsidRDefault="00967BD6" w:rsidP="00967BD6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Calibratore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svasatore</w:t>
            </w:r>
            <w:proofErr w:type="spellEnd"/>
            <w:r>
              <w:rPr>
                <w:rFonts w:ascii="Poppins" w:hAnsi="Poppins" w:cs="Poppins"/>
                <w:bCs/>
                <w:sz w:val="20"/>
              </w:rPr>
              <w:t xml:space="preserve"> per avvitatore</w:t>
            </w:r>
          </w:p>
          <w:p w14:paraId="6D740078" w14:textId="31D5CD69" w:rsidR="00967BD6" w:rsidRPr="00F269EC" w:rsidRDefault="00967BD6" w:rsidP="00967BD6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Ø </w:t>
            </w:r>
            <w:r>
              <w:rPr>
                <w:rFonts w:ascii="Poppins" w:hAnsi="Poppins" w:cs="Poppins"/>
                <w:bCs/>
                <w:sz w:val="20"/>
              </w:rPr>
              <w:t>20</w:t>
            </w:r>
          </w:p>
        </w:tc>
        <w:tc>
          <w:tcPr>
            <w:tcW w:w="6101" w:type="dxa"/>
          </w:tcPr>
          <w:p w14:paraId="2B05DC2A" w14:textId="77777777" w:rsidR="00967BD6" w:rsidRDefault="00967BD6" w:rsidP="00967BD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Calibratore </w:t>
            </w:r>
            <w:proofErr w:type="spellStart"/>
            <w:r>
              <w:rPr>
                <w:rFonts w:ascii="Poppins" w:hAnsi="Poppins" w:cs="Poppins"/>
                <w:sz w:val="20"/>
              </w:rPr>
              <w:t>svasatore</w:t>
            </w:r>
            <w:proofErr w:type="spellEnd"/>
            <w:r>
              <w:rPr>
                <w:rFonts w:ascii="Poppins" w:hAnsi="Poppins" w:cs="Poppins"/>
                <w:sz w:val="20"/>
              </w:rPr>
              <w:t xml:space="preserve"> per avvitatore.</w:t>
            </w:r>
          </w:p>
          <w:p w14:paraId="1ADBF91F" w14:textId="4E15A185" w:rsidR="00967BD6" w:rsidRDefault="00967BD6" w:rsidP="00967BD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Misura: </w:t>
            </w:r>
            <w:r w:rsidRPr="00F269EC">
              <w:rPr>
                <w:rFonts w:ascii="Poppins" w:hAnsi="Poppins" w:cs="Poppins"/>
                <w:bCs/>
                <w:sz w:val="20"/>
              </w:rPr>
              <w:t xml:space="preserve">Ø </w:t>
            </w:r>
            <w:r>
              <w:rPr>
                <w:rFonts w:ascii="Poppins" w:hAnsi="Poppins" w:cs="Poppins"/>
                <w:bCs/>
                <w:sz w:val="20"/>
              </w:rPr>
              <w:t>20</w:t>
            </w:r>
          </w:p>
          <w:p w14:paraId="03F0E724" w14:textId="77777777" w:rsidR="00967BD6" w:rsidRDefault="00967BD6" w:rsidP="00967BD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642EE03" w14:textId="4955B5D1" w:rsidR="00967BD6" w:rsidRPr="00F269EC" w:rsidRDefault="00967BD6" w:rsidP="00967BD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A94E83">
              <w:rPr>
                <w:rFonts w:ascii="Poppins" w:hAnsi="Poppins" w:cs="Poppins"/>
                <w:b/>
                <w:bCs/>
                <w:sz w:val="20"/>
              </w:rPr>
              <w:t xml:space="preserve">Marca Emmeti – Modello Calibratore </w:t>
            </w:r>
            <w:proofErr w:type="spellStart"/>
            <w:r w:rsidRPr="00A94E83">
              <w:rPr>
                <w:rFonts w:ascii="Poppins" w:hAnsi="Poppins" w:cs="Poppins"/>
                <w:b/>
                <w:bCs/>
                <w:sz w:val="20"/>
              </w:rPr>
              <w:t>svasatore</w:t>
            </w:r>
            <w:proofErr w:type="spellEnd"/>
            <w:r w:rsidRPr="00A94E83">
              <w:rPr>
                <w:rFonts w:ascii="Poppins" w:hAnsi="Poppins" w:cs="Poppins"/>
                <w:b/>
                <w:bCs/>
                <w:sz w:val="20"/>
              </w:rPr>
              <w:t xml:space="preserve"> per avvitatore Ø </w:t>
            </w:r>
            <w:r>
              <w:rPr>
                <w:rFonts w:ascii="Poppins" w:hAnsi="Poppins" w:cs="Poppins"/>
                <w:b/>
                <w:bCs/>
                <w:sz w:val="20"/>
              </w:rPr>
              <w:t>20</w:t>
            </w:r>
            <w:r w:rsidRPr="00A94E83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967BD6" w:rsidRPr="009279E2" w14:paraId="624CE3D7" w14:textId="77777777" w:rsidTr="00904071">
        <w:tc>
          <w:tcPr>
            <w:tcW w:w="1311" w:type="dxa"/>
          </w:tcPr>
          <w:p w14:paraId="2CF15C7F" w14:textId="1BB83DD3" w:rsidR="00967BD6" w:rsidRDefault="00967BD6" w:rsidP="00967BD6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28100706</w:t>
            </w:r>
          </w:p>
        </w:tc>
        <w:tc>
          <w:tcPr>
            <w:tcW w:w="2086" w:type="dxa"/>
          </w:tcPr>
          <w:p w14:paraId="31148DDD" w14:textId="77777777" w:rsidR="00967BD6" w:rsidRDefault="00967BD6" w:rsidP="00967BD6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Calibratore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svasatore</w:t>
            </w:r>
            <w:proofErr w:type="spellEnd"/>
            <w:r>
              <w:rPr>
                <w:rFonts w:ascii="Poppins" w:hAnsi="Poppins" w:cs="Poppins"/>
                <w:bCs/>
                <w:sz w:val="20"/>
              </w:rPr>
              <w:t xml:space="preserve"> per avvitatore</w:t>
            </w:r>
          </w:p>
          <w:p w14:paraId="4276407D" w14:textId="6FA5FDD9" w:rsidR="00967BD6" w:rsidRPr="00F269EC" w:rsidRDefault="00967BD6" w:rsidP="00967BD6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lastRenderedPageBreak/>
              <w:t xml:space="preserve">Ø </w:t>
            </w:r>
            <w:r>
              <w:rPr>
                <w:rFonts w:ascii="Poppins" w:hAnsi="Poppins" w:cs="Poppins"/>
                <w:bCs/>
                <w:sz w:val="20"/>
              </w:rPr>
              <w:t>2</w:t>
            </w:r>
            <w:r>
              <w:rPr>
                <w:rFonts w:ascii="Poppins" w:hAnsi="Poppins" w:cs="Poppins"/>
                <w:bCs/>
                <w:sz w:val="20"/>
              </w:rPr>
              <w:t>6</w:t>
            </w:r>
          </w:p>
        </w:tc>
        <w:tc>
          <w:tcPr>
            <w:tcW w:w="6101" w:type="dxa"/>
          </w:tcPr>
          <w:p w14:paraId="3C144C2B" w14:textId="77777777" w:rsidR="00967BD6" w:rsidRDefault="00967BD6" w:rsidP="00967BD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 xml:space="preserve">Calibratore </w:t>
            </w:r>
            <w:proofErr w:type="spellStart"/>
            <w:r>
              <w:rPr>
                <w:rFonts w:ascii="Poppins" w:hAnsi="Poppins" w:cs="Poppins"/>
                <w:sz w:val="20"/>
              </w:rPr>
              <w:t>svasatore</w:t>
            </w:r>
            <w:proofErr w:type="spellEnd"/>
            <w:r>
              <w:rPr>
                <w:rFonts w:ascii="Poppins" w:hAnsi="Poppins" w:cs="Poppins"/>
                <w:sz w:val="20"/>
              </w:rPr>
              <w:t xml:space="preserve"> per avvitatore.</w:t>
            </w:r>
          </w:p>
          <w:p w14:paraId="71BAE01D" w14:textId="3D031670" w:rsidR="00967BD6" w:rsidRDefault="00967BD6" w:rsidP="00967BD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Misura: </w:t>
            </w:r>
            <w:r w:rsidRPr="00F269EC">
              <w:rPr>
                <w:rFonts w:ascii="Poppins" w:hAnsi="Poppins" w:cs="Poppins"/>
                <w:bCs/>
                <w:sz w:val="20"/>
              </w:rPr>
              <w:t xml:space="preserve">Ø </w:t>
            </w:r>
            <w:r>
              <w:rPr>
                <w:rFonts w:ascii="Poppins" w:hAnsi="Poppins" w:cs="Poppins"/>
                <w:bCs/>
                <w:sz w:val="20"/>
              </w:rPr>
              <w:t>2</w:t>
            </w:r>
            <w:r>
              <w:rPr>
                <w:rFonts w:ascii="Poppins" w:hAnsi="Poppins" w:cs="Poppins"/>
                <w:bCs/>
                <w:sz w:val="20"/>
              </w:rPr>
              <w:t>6</w:t>
            </w:r>
          </w:p>
          <w:p w14:paraId="2934B837" w14:textId="77777777" w:rsidR="00967BD6" w:rsidRDefault="00967BD6" w:rsidP="00967BD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D94D8C5" w14:textId="73BCE3D2" w:rsidR="00967BD6" w:rsidRPr="00F269EC" w:rsidRDefault="00967BD6" w:rsidP="00967BD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A94E83">
              <w:rPr>
                <w:rFonts w:ascii="Poppins" w:hAnsi="Poppins" w:cs="Poppins"/>
                <w:b/>
                <w:bCs/>
                <w:sz w:val="20"/>
              </w:rPr>
              <w:lastRenderedPageBreak/>
              <w:t xml:space="preserve">Marca Emmeti – Modello Calibratore </w:t>
            </w:r>
            <w:proofErr w:type="spellStart"/>
            <w:r w:rsidRPr="00A94E83">
              <w:rPr>
                <w:rFonts w:ascii="Poppins" w:hAnsi="Poppins" w:cs="Poppins"/>
                <w:b/>
                <w:bCs/>
                <w:sz w:val="20"/>
              </w:rPr>
              <w:t>svasatore</w:t>
            </w:r>
            <w:proofErr w:type="spellEnd"/>
            <w:r w:rsidRPr="00A94E83">
              <w:rPr>
                <w:rFonts w:ascii="Poppins" w:hAnsi="Poppins" w:cs="Poppins"/>
                <w:b/>
                <w:bCs/>
                <w:sz w:val="20"/>
              </w:rPr>
              <w:t xml:space="preserve"> per avvitatore Ø </w:t>
            </w:r>
            <w:r>
              <w:rPr>
                <w:rFonts w:ascii="Poppins" w:hAnsi="Poppins" w:cs="Poppins"/>
                <w:b/>
                <w:bCs/>
                <w:sz w:val="20"/>
              </w:rPr>
              <w:t>26</w:t>
            </w:r>
            <w:r w:rsidRPr="00A94E83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967BD6" w:rsidRPr="009279E2" w14:paraId="730AE12C" w14:textId="77777777" w:rsidTr="00904071">
        <w:tc>
          <w:tcPr>
            <w:tcW w:w="1311" w:type="dxa"/>
          </w:tcPr>
          <w:p w14:paraId="4FB31490" w14:textId="015A2F8E" w:rsidR="00967BD6" w:rsidRDefault="00967BD6" w:rsidP="00967BD6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28100708</w:t>
            </w:r>
          </w:p>
        </w:tc>
        <w:tc>
          <w:tcPr>
            <w:tcW w:w="2086" w:type="dxa"/>
          </w:tcPr>
          <w:p w14:paraId="2ADFF47A" w14:textId="77777777" w:rsidR="00967BD6" w:rsidRDefault="00967BD6" w:rsidP="00967BD6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Calibratore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svasatore</w:t>
            </w:r>
            <w:proofErr w:type="spellEnd"/>
            <w:r>
              <w:rPr>
                <w:rFonts w:ascii="Poppins" w:hAnsi="Poppins" w:cs="Poppins"/>
                <w:bCs/>
                <w:sz w:val="20"/>
              </w:rPr>
              <w:t xml:space="preserve"> per avvitatore</w:t>
            </w:r>
          </w:p>
          <w:p w14:paraId="2428C0C4" w14:textId="7AEA4290" w:rsidR="00967BD6" w:rsidRPr="00F269EC" w:rsidRDefault="00967BD6" w:rsidP="00967BD6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Ø </w:t>
            </w:r>
            <w:r>
              <w:rPr>
                <w:rFonts w:ascii="Poppins" w:hAnsi="Poppins" w:cs="Poppins"/>
                <w:bCs/>
                <w:sz w:val="20"/>
              </w:rPr>
              <w:t>32</w:t>
            </w:r>
          </w:p>
        </w:tc>
        <w:tc>
          <w:tcPr>
            <w:tcW w:w="6101" w:type="dxa"/>
          </w:tcPr>
          <w:p w14:paraId="7337381A" w14:textId="77777777" w:rsidR="00967BD6" w:rsidRDefault="00967BD6" w:rsidP="00967BD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Calibratore </w:t>
            </w:r>
            <w:proofErr w:type="spellStart"/>
            <w:r>
              <w:rPr>
                <w:rFonts w:ascii="Poppins" w:hAnsi="Poppins" w:cs="Poppins"/>
                <w:sz w:val="20"/>
              </w:rPr>
              <w:t>svasatore</w:t>
            </w:r>
            <w:proofErr w:type="spellEnd"/>
            <w:r>
              <w:rPr>
                <w:rFonts w:ascii="Poppins" w:hAnsi="Poppins" w:cs="Poppins"/>
                <w:sz w:val="20"/>
              </w:rPr>
              <w:t xml:space="preserve"> per avvitatore.</w:t>
            </w:r>
          </w:p>
          <w:p w14:paraId="2870315C" w14:textId="1243C03B" w:rsidR="00967BD6" w:rsidRDefault="00967BD6" w:rsidP="00967BD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Misura: </w:t>
            </w:r>
            <w:r w:rsidRPr="00F269EC">
              <w:rPr>
                <w:rFonts w:ascii="Poppins" w:hAnsi="Poppins" w:cs="Poppins"/>
                <w:bCs/>
                <w:sz w:val="20"/>
              </w:rPr>
              <w:t xml:space="preserve">Ø </w:t>
            </w:r>
            <w:r>
              <w:rPr>
                <w:rFonts w:ascii="Poppins" w:hAnsi="Poppins" w:cs="Poppins"/>
                <w:bCs/>
                <w:sz w:val="20"/>
              </w:rPr>
              <w:t>32</w:t>
            </w:r>
          </w:p>
          <w:p w14:paraId="73227042" w14:textId="77777777" w:rsidR="00967BD6" w:rsidRDefault="00967BD6" w:rsidP="00967BD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A77DA9F" w14:textId="32C8B168" w:rsidR="00967BD6" w:rsidRPr="00F269EC" w:rsidRDefault="00967BD6" w:rsidP="00967BD6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A94E83">
              <w:rPr>
                <w:rFonts w:ascii="Poppins" w:hAnsi="Poppins" w:cs="Poppins"/>
                <w:b/>
                <w:bCs/>
                <w:sz w:val="20"/>
              </w:rPr>
              <w:t xml:space="preserve">Marca Emmeti – Modello Calibratore </w:t>
            </w:r>
            <w:proofErr w:type="spellStart"/>
            <w:r w:rsidRPr="00A94E83">
              <w:rPr>
                <w:rFonts w:ascii="Poppins" w:hAnsi="Poppins" w:cs="Poppins"/>
                <w:b/>
                <w:bCs/>
                <w:sz w:val="20"/>
              </w:rPr>
              <w:t>svasatore</w:t>
            </w:r>
            <w:proofErr w:type="spellEnd"/>
            <w:r w:rsidRPr="00A94E83">
              <w:rPr>
                <w:rFonts w:ascii="Poppins" w:hAnsi="Poppins" w:cs="Poppins"/>
                <w:b/>
                <w:bCs/>
                <w:sz w:val="20"/>
              </w:rPr>
              <w:t xml:space="preserve"> per avvitatore Ø </w:t>
            </w:r>
            <w:r>
              <w:rPr>
                <w:rFonts w:ascii="Poppins" w:hAnsi="Poppins" w:cs="Poppins"/>
                <w:b/>
                <w:bCs/>
                <w:sz w:val="20"/>
              </w:rPr>
              <w:t>32</w:t>
            </w:r>
            <w:r w:rsidRPr="00A94E83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A94E83" w:rsidRPr="009279E2" w14:paraId="0992A481" w14:textId="77777777" w:rsidTr="00904071">
        <w:tc>
          <w:tcPr>
            <w:tcW w:w="1311" w:type="dxa"/>
          </w:tcPr>
          <w:p w14:paraId="4E799722" w14:textId="1F8F1201" w:rsidR="00A94E83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28100898</w:t>
            </w:r>
          </w:p>
        </w:tc>
        <w:tc>
          <w:tcPr>
            <w:tcW w:w="2086" w:type="dxa"/>
          </w:tcPr>
          <w:p w14:paraId="29A7C58D" w14:textId="76B015FB" w:rsidR="00A94E83" w:rsidRPr="00F269EC" w:rsidRDefault="00D66C4E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Maniglia per calibratore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svasatore</w:t>
            </w:r>
            <w:proofErr w:type="spellEnd"/>
          </w:p>
        </w:tc>
        <w:tc>
          <w:tcPr>
            <w:tcW w:w="6101" w:type="dxa"/>
          </w:tcPr>
          <w:p w14:paraId="15D3BB4D" w14:textId="77777777" w:rsidR="00A94E83" w:rsidRDefault="00D66C4E" w:rsidP="00A94E83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Maniglia per calibratore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svasatore</w:t>
            </w:r>
            <w:proofErr w:type="spellEnd"/>
            <w:r>
              <w:rPr>
                <w:rFonts w:ascii="Poppins" w:hAnsi="Poppins" w:cs="Poppins"/>
                <w:bCs/>
                <w:sz w:val="20"/>
              </w:rPr>
              <w:t>.</w:t>
            </w:r>
          </w:p>
          <w:p w14:paraId="4251BF27" w14:textId="77777777" w:rsidR="00D66C4E" w:rsidRDefault="00D66C4E" w:rsidP="00A94E83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4526FAA" w14:textId="2ACBDF34" w:rsidR="00D66C4E" w:rsidRPr="00D66C4E" w:rsidRDefault="00D66C4E" w:rsidP="00A94E83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D66C4E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 w:rsidRPr="00D66C4E">
              <w:rPr>
                <w:rFonts w:ascii="Poppins" w:hAnsi="Poppins" w:cs="Poppins"/>
                <w:b/>
                <w:bCs/>
                <w:sz w:val="20"/>
              </w:rPr>
              <w:t xml:space="preserve">Maniglia per calibratore </w:t>
            </w:r>
            <w:proofErr w:type="spellStart"/>
            <w:r w:rsidRPr="00D66C4E">
              <w:rPr>
                <w:rFonts w:ascii="Poppins" w:hAnsi="Poppins" w:cs="Poppins"/>
                <w:b/>
                <w:bCs/>
                <w:sz w:val="20"/>
              </w:rPr>
              <w:t>svasatore</w:t>
            </w:r>
            <w:proofErr w:type="spellEnd"/>
            <w:r w:rsidRPr="00D66C4E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A94E83" w:rsidRPr="009279E2" w14:paraId="5D72397D" w14:textId="77777777" w:rsidTr="00904071">
        <w:tc>
          <w:tcPr>
            <w:tcW w:w="1311" w:type="dxa"/>
          </w:tcPr>
          <w:p w14:paraId="4FD3A264" w14:textId="78E0022C" w:rsidR="00A94E83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28100700</w:t>
            </w:r>
          </w:p>
        </w:tc>
        <w:tc>
          <w:tcPr>
            <w:tcW w:w="2086" w:type="dxa"/>
          </w:tcPr>
          <w:p w14:paraId="0509C633" w14:textId="5E82A97F" w:rsidR="00A94E83" w:rsidRPr="00F269EC" w:rsidRDefault="008B242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Kit calibratori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svasatori</w:t>
            </w:r>
            <w:proofErr w:type="spellEnd"/>
            <w:r>
              <w:rPr>
                <w:rFonts w:ascii="Poppins" w:hAnsi="Poppins" w:cs="Poppins"/>
                <w:bCs/>
                <w:sz w:val="20"/>
              </w:rPr>
              <w:t xml:space="preserve"> per avvitatore</w:t>
            </w:r>
          </w:p>
        </w:tc>
        <w:tc>
          <w:tcPr>
            <w:tcW w:w="6101" w:type="dxa"/>
          </w:tcPr>
          <w:p w14:paraId="542D1A86" w14:textId="77777777" w:rsidR="00A94E83" w:rsidRDefault="008B2423" w:rsidP="00A94E83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Kit calibratori </w:t>
            </w:r>
            <w:proofErr w:type="spellStart"/>
            <w:r>
              <w:rPr>
                <w:rFonts w:ascii="Poppins" w:hAnsi="Poppins" w:cs="Poppins"/>
                <w:sz w:val="20"/>
              </w:rPr>
              <w:t>svasatori</w:t>
            </w:r>
            <w:proofErr w:type="spellEnd"/>
            <w:r>
              <w:rPr>
                <w:rFonts w:ascii="Poppins" w:hAnsi="Poppins" w:cs="Poppins"/>
                <w:sz w:val="20"/>
              </w:rPr>
              <w:t xml:space="preserve"> per avvitatore composto da:</w:t>
            </w:r>
          </w:p>
          <w:p w14:paraId="578D8D36" w14:textId="77777777" w:rsidR="008B2423" w:rsidRDefault="008B2423" w:rsidP="008B2423">
            <w:pPr>
              <w:pStyle w:val="Intestazione"/>
              <w:numPr>
                <w:ilvl w:val="0"/>
                <w:numId w:val="13"/>
              </w:numPr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n. 1 valigetta</w:t>
            </w:r>
          </w:p>
          <w:p w14:paraId="31BDF9F0" w14:textId="74411476" w:rsidR="002B5F1D" w:rsidRPr="002B5F1D" w:rsidRDefault="008B2423" w:rsidP="002B5F1D">
            <w:pPr>
              <w:pStyle w:val="Intestazione"/>
              <w:numPr>
                <w:ilvl w:val="0"/>
                <w:numId w:val="13"/>
              </w:numPr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n. 1</w:t>
            </w:r>
            <w:r w:rsidR="002B5F1D">
              <w:rPr>
                <w:rFonts w:ascii="Poppins" w:hAnsi="Poppins" w:cs="Poppins"/>
                <w:sz w:val="20"/>
              </w:rPr>
              <w:t xml:space="preserve"> </w:t>
            </w:r>
            <w:r w:rsidR="002B5F1D" w:rsidRPr="002B5F1D">
              <w:rPr>
                <w:rFonts w:ascii="Poppins" w:hAnsi="Poppins" w:cs="Poppins"/>
                <w:sz w:val="20"/>
              </w:rPr>
              <w:t xml:space="preserve">calibratore </w:t>
            </w:r>
            <w:proofErr w:type="spellStart"/>
            <w:r w:rsidR="002B5F1D" w:rsidRPr="002B5F1D">
              <w:rPr>
                <w:rFonts w:ascii="Poppins" w:hAnsi="Poppins" w:cs="Poppins"/>
                <w:sz w:val="20"/>
              </w:rPr>
              <w:t>svasatore</w:t>
            </w:r>
            <w:proofErr w:type="spellEnd"/>
            <w:r w:rsidR="002B5F1D" w:rsidRPr="002B5F1D">
              <w:rPr>
                <w:rFonts w:ascii="Poppins" w:hAnsi="Poppins" w:cs="Poppins"/>
                <w:sz w:val="20"/>
              </w:rPr>
              <w:t xml:space="preserve"> per tubo Ø16</w:t>
            </w:r>
          </w:p>
          <w:p w14:paraId="602A2E46" w14:textId="70CBECD9" w:rsidR="002B5F1D" w:rsidRPr="002B5F1D" w:rsidRDefault="002B5F1D" w:rsidP="002B5F1D">
            <w:pPr>
              <w:pStyle w:val="Intestazione"/>
              <w:numPr>
                <w:ilvl w:val="0"/>
                <w:numId w:val="13"/>
              </w:numPr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2B5F1D">
              <w:rPr>
                <w:rFonts w:ascii="Poppins" w:hAnsi="Poppins" w:cs="Poppins"/>
                <w:sz w:val="20"/>
              </w:rPr>
              <w:t xml:space="preserve">n. 1 calibratore </w:t>
            </w:r>
            <w:proofErr w:type="spellStart"/>
            <w:r w:rsidRPr="002B5F1D">
              <w:rPr>
                <w:rFonts w:ascii="Poppins" w:hAnsi="Poppins" w:cs="Poppins"/>
                <w:sz w:val="20"/>
              </w:rPr>
              <w:t>svasatore</w:t>
            </w:r>
            <w:proofErr w:type="spellEnd"/>
            <w:r w:rsidRPr="002B5F1D">
              <w:rPr>
                <w:rFonts w:ascii="Poppins" w:hAnsi="Poppins" w:cs="Poppins"/>
                <w:sz w:val="20"/>
              </w:rPr>
              <w:t xml:space="preserve"> per tubo Ø20</w:t>
            </w:r>
          </w:p>
          <w:p w14:paraId="4D3E1536" w14:textId="5D04E2EC" w:rsidR="002B5F1D" w:rsidRPr="002B5F1D" w:rsidRDefault="002B5F1D" w:rsidP="002B5F1D">
            <w:pPr>
              <w:pStyle w:val="Intestazione"/>
              <w:numPr>
                <w:ilvl w:val="0"/>
                <w:numId w:val="13"/>
              </w:numPr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2B5F1D">
              <w:rPr>
                <w:rFonts w:ascii="Poppins" w:hAnsi="Poppins" w:cs="Poppins"/>
                <w:sz w:val="20"/>
              </w:rPr>
              <w:t xml:space="preserve">n. 1 calibratore </w:t>
            </w:r>
            <w:proofErr w:type="spellStart"/>
            <w:r w:rsidRPr="002B5F1D">
              <w:rPr>
                <w:rFonts w:ascii="Poppins" w:hAnsi="Poppins" w:cs="Poppins"/>
                <w:sz w:val="20"/>
              </w:rPr>
              <w:t>svasatore</w:t>
            </w:r>
            <w:proofErr w:type="spellEnd"/>
            <w:r w:rsidRPr="002B5F1D">
              <w:rPr>
                <w:rFonts w:ascii="Poppins" w:hAnsi="Poppins" w:cs="Poppins"/>
                <w:sz w:val="20"/>
              </w:rPr>
              <w:t xml:space="preserve"> per tubo Ø26</w:t>
            </w:r>
          </w:p>
          <w:p w14:paraId="61C09407" w14:textId="7397C2EF" w:rsidR="002B5F1D" w:rsidRPr="002B5F1D" w:rsidRDefault="002B5F1D" w:rsidP="002B5F1D">
            <w:pPr>
              <w:pStyle w:val="Intestazione"/>
              <w:numPr>
                <w:ilvl w:val="0"/>
                <w:numId w:val="13"/>
              </w:numPr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2B5F1D">
              <w:rPr>
                <w:rFonts w:ascii="Poppins" w:hAnsi="Poppins" w:cs="Poppins"/>
                <w:sz w:val="20"/>
              </w:rPr>
              <w:t xml:space="preserve">n. 1 calibratore </w:t>
            </w:r>
            <w:proofErr w:type="spellStart"/>
            <w:r w:rsidRPr="002B5F1D">
              <w:rPr>
                <w:rFonts w:ascii="Poppins" w:hAnsi="Poppins" w:cs="Poppins"/>
                <w:sz w:val="20"/>
              </w:rPr>
              <w:t>svasatore</w:t>
            </w:r>
            <w:proofErr w:type="spellEnd"/>
            <w:r w:rsidRPr="002B5F1D">
              <w:rPr>
                <w:rFonts w:ascii="Poppins" w:hAnsi="Poppins" w:cs="Poppins"/>
                <w:sz w:val="20"/>
              </w:rPr>
              <w:t xml:space="preserve"> per tubo Ø32</w:t>
            </w:r>
          </w:p>
          <w:p w14:paraId="444D4B09" w14:textId="77777777" w:rsidR="008B2423" w:rsidRDefault="002B5F1D" w:rsidP="002B5F1D">
            <w:pPr>
              <w:pStyle w:val="Intestazione"/>
              <w:numPr>
                <w:ilvl w:val="0"/>
                <w:numId w:val="13"/>
              </w:numPr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  <w:r w:rsidRPr="002B5F1D">
              <w:rPr>
                <w:rFonts w:ascii="Poppins" w:hAnsi="Poppins" w:cs="Poppins"/>
                <w:sz w:val="20"/>
              </w:rPr>
              <w:t xml:space="preserve">n. 1 maniglia per calibratore </w:t>
            </w:r>
            <w:proofErr w:type="spellStart"/>
            <w:r w:rsidRPr="002B5F1D">
              <w:rPr>
                <w:rFonts w:ascii="Poppins" w:hAnsi="Poppins" w:cs="Poppins"/>
                <w:sz w:val="20"/>
              </w:rPr>
              <w:t>svasatore</w:t>
            </w:r>
            <w:proofErr w:type="spellEnd"/>
          </w:p>
          <w:p w14:paraId="5FAFCE86" w14:textId="77777777" w:rsidR="002B5F1D" w:rsidRDefault="002B5F1D" w:rsidP="002B5F1D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3054D45" w14:textId="4DB3AB8F" w:rsidR="002B5F1D" w:rsidRPr="002B5F1D" w:rsidRDefault="002B5F1D" w:rsidP="002B5F1D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2B5F1D">
              <w:rPr>
                <w:rFonts w:ascii="Poppins" w:hAnsi="Poppins" w:cs="Poppins"/>
                <w:b/>
                <w:bCs/>
                <w:sz w:val="20"/>
              </w:rPr>
              <w:t xml:space="preserve">Marca Emmeti – Modello Kit calibratori </w:t>
            </w:r>
            <w:proofErr w:type="spellStart"/>
            <w:r w:rsidRPr="002B5F1D">
              <w:rPr>
                <w:rFonts w:ascii="Poppins" w:hAnsi="Poppins" w:cs="Poppins"/>
                <w:b/>
                <w:bCs/>
                <w:sz w:val="20"/>
              </w:rPr>
              <w:t>svasatori</w:t>
            </w:r>
            <w:proofErr w:type="spellEnd"/>
            <w:r w:rsidRPr="002B5F1D">
              <w:rPr>
                <w:rFonts w:ascii="Poppins" w:hAnsi="Poppins" w:cs="Poppins"/>
                <w:b/>
                <w:bCs/>
                <w:sz w:val="20"/>
              </w:rPr>
              <w:t xml:space="preserve"> per avvitatore o equivalente.</w:t>
            </w:r>
          </w:p>
        </w:tc>
      </w:tr>
      <w:tr w:rsidR="00A94E83" w:rsidRPr="009279E2" w14:paraId="57904AA9" w14:textId="77777777" w:rsidTr="00904071">
        <w:tc>
          <w:tcPr>
            <w:tcW w:w="1311" w:type="dxa"/>
          </w:tcPr>
          <w:p w14:paraId="0D42E3CA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28100960</w:t>
            </w:r>
          </w:p>
        </w:tc>
        <w:tc>
          <w:tcPr>
            <w:tcW w:w="2086" w:type="dxa"/>
          </w:tcPr>
          <w:p w14:paraId="5A297A7F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Calibratore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svasatore</w:t>
            </w:r>
            <w:proofErr w:type="spellEnd"/>
          </w:p>
          <w:p w14:paraId="044D4A3C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Ø 14</w:t>
            </w:r>
          </w:p>
        </w:tc>
        <w:tc>
          <w:tcPr>
            <w:tcW w:w="6101" w:type="dxa"/>
          </w:tcPr>
          <w:p w14:paraId="24258916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Calibratore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svasatore</w:t>
            </w:r>
            <w:proofErr w:type="spellEnd"/>
            <w:r w:rsidRPr="00F269EC">
              <w:rPr>
                <w:rFonts w:ascii="Poppins" w:hAnsi="Poppins" w:cs="Poppins"/>
                <w:bCs/>
                <w:sz w:val="20"/>
              </w:rPr>
              <w:t xml:space="preserve">. </w:t>
            </w:r>
          </w:p>
          <w:p w14:paraId="4F08C7B0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Misura: Ø 14</w:t>
            </w:r>
          </w:p>
          <w:p w14:paraId="1EE19BB5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01F3064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Marca Emmeti – Modello Calibratore </w:t>
            </w:r>
            <w:proofErr w:type="spellStart"/>
            <w:r w:rsidRPr="00F269EC">
              <w:rPr>
                <w:rFonts w:ascii="Poppins" w:hAnsi="Poppins" w:cs="Poppins"/>
                <w:b/>
                <w:bCs/>
                <w:sz w:val="20"/>
              </w:rPr>
              <w:t>svasatore</w:t>
            </w:r>
            <w:proofErr w:type="spellEnd"/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 Ø 14 o equivalente.</w:t>
            </w:r>
          </w:p>
        </w:tc>
      </w:tr>
      <w:tr w:rsidR="00A94E83" w:rsidRPr="009279E2" w14:paraId="0AB6E937" w14:textId="77777777" w:rsidTr="00904071">
        <w:tc>
          <w:tcPr>
            <w:tcW w:w="1311" w:type="dxa"/>
          </w:tcPr>
          <w:p w14:paraId="558D2988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28100962</w:t>
            </w:r>
          </w:p>
        </w:tc>
        <w:tc>
          <w:tcPr>
            <w:tcW w:w="2086" w:type="dxa"/>
          </w:tcPr>
          <w:p w14:paraId="237F3514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Calibratore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svasatore</w:t>
            </w:r>
            <w:proofErr w:type="spellEnd"/>
          </w:p>
          <w:p w14:paraId="6223FE9B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Ø 16</w:t>
            </w:r>
          </w:p>
        </w:tc>
        <w:tc>
          <w:tcPr>
            <w:tcW w:w="6101" w:type="dxa"/>
          </w:tcPr>
          <w:p w14:paraId="19EB5EF2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Calibratore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svasatore</w:t>
            </w:r>
            <w:proofErr w:type="spellEnd"/>
            <w:r w:rsidRPr="00F269EC">
              <w:rPr>
                <w:rFonts w:ascii="Poppins" w:hAnsi="Poppins" w:cs="Poppins"/>
                <w:bCs/>
                <w:sz w:val="20"/>
              </w:rPr>
              <w:t xml:space="preserve">. </w:t>
            </w:r>
          </w:p>
          <w:p w14:paraId="75A62D32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Misura: Ø 16</w:t>
            </w:r>
          </w:p>
          <w:p w14:paraId="0320DBB7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E99BB66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Marca Emmeti – Modello Calibratore </w:t>
            </w:r>
            <w:proofErr w:type="spellStart"/>
            <w:r w:rsidRPr="00F269EC">
              <w:rPr>
                <w:rFonts w:ascii="Poppins" w:hAnsi="Poppins" w:cs="Poppins"/>
                <w:b/>
                <w:bCs/>
                <w:sz w:val="20"/>
              </w:rPr>
              <w:t>svasatore</w:t>
            </w:r>
            <w:proofErr w:type="spellEnd"/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 Ø 16 o equivalente.</w:t>
            </w:r>
          </w:p>
        </w:tc>
      </w:tr>
      <w:tr w:rsidR="00A94E83" w:rsidRPr="009279E2" w14:paraId="6CA4309D" w14:textId="77777777" w:rsidTr="00904071">
        <w:tc>
          <w:tcPr>
            <w:tcW w:w="1311" w:type="dxa"/>
          </w:tcPr>
          <w:p w14:paraId="261D8D18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28100964</w:t>
            </w:r>
          </w:p>
        </w:tc>
        <w:tc>
          <w:tcPr>
            <w:tcW w:w="2086" w:type="dxa"/>
          </w:tcPr>
          <w:p w14:paraId="56BA8857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Calibratore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svasatore</w:t>
            </w:r>
            <w:proofErr w:type="spellEnd"/>
          </w:p>
          <w:p w14:paraId="4D0D5B67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Ø 18</w:t>
            </w:r>
          </w:p>
        </w:tc>
        <w:tc>
          <w:tcPr>
            <w:tcW w:w="6101" w:type="dxa"/>
          </w:tcPr>
          <w:p w14:paraId="14786A8B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Calibratore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svasatore</w:t>
            </w:r>
            <w:proofErr w:type="spellEnd"/>
            <w:r w:rsidRPr="00F269EC">
              <w:rPr>
                <w:rFonts w:ascii="Poppins" w:hAnsi="Poppins" w:cs="Poppins"/>
                <w:bCs/>
                <w:sz w:val="20"/>
              </w:rPr>
              <w:t xml:space="preserve">. </w:t>
            </w:r>
          </w:p>
          <w:p w14:paraId="6A9C0E17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Misura: Ø 18</w:t>
            </w:r>
          </w:p>
          <w:p w14:paraId="7FD58003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C9CF65D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Marca Emmeti – Modello Calibratore </w:t>
            </w:r>
            <w:proofErr w:type="spellStart"/>
            <w:r w:rsidRPr="00F269EC">
              <w:rPr>
                <w:rFonts w:ascii="Poppins" w:hAnsi="Poppins" w:cs="Poppins"/>
                <w:b/>
                <w:bCs/>
                <w:sz w:val="20"/>
              </w:rPr>
              <w:t>svasatore</w:t>
            </w:r>
            <w:proofErr w:type="spellEnd"/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 Ø 18 o equivalente.</w:t>
            </w:r>
          </w:p>
        </w:tc>
      </w:tr>
      <w:tr w:rsidR="00A94E83" w:rsidRPr="009279E2" w14:paraId="13722B02" w14:textId="77777777" w:rsidTr="00904071">
        <w:tc>
          <w:tcPr>
            <w:tcW w:w="1311" w:type="dxa"/>
          </w:tcPr>
          <w:p w14:paraId="71E9E746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28100966</w:t>
            </w:r>
          </w:p>
        </w:tc>
        <w:tc>
          <w:tcPr>
            <w:tcW w:w="2086" w:type="dxa"/>
          </w:tcPr>
          <w:p w14:paraId="355A6C87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Calibratore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svasatore</w:t>
            </w:r>
            <w:proofErr w:type="spellEnd"/>
          </w:p>
          <w:p w14:paraId="690259DF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Ø 20</w:t>
            </w:r>
          </w:p>
        </w:tc>
        <w:tc>
          <w:tcPr>
            <w:tcW w:w="6101" w:type="dxa"/>
          </w:tcPr>
          <w:p w14:paraId="1A3EB042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Calibratore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svasatore</w:t>
            </w:r>
            <w:proofErr w:type="spellEnd"/>
            <w:r w:rsidRPr="00F269EC">
              <w:rPr>
                <w:rFonts w:ascii="Poppins" w:hAnsi="Poppins" w:cs="Poppins"/>
                <w:bCs/>
                <w:sz w:val="20"/>
              </w:rPr>
              <w:t xml:space="preserve">. </w:t>
            </w:r>
          </w:p>
          <w:p w14:paraId="71FC8B32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Misura: Ø 20</w:t>
            </w:r>
          </w:p>
          <w:p w14:paraId="0074F85A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268397D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Marca Emmeti – Modello Calibratore </w:t>
            </w:r>
            <w:proofErr w:type="spellStart"/>
            <w:r w:rsidRPr="00F269EC">
              <w:rPr>
                <w:rFonts w:ascii="Poppins" w:hAnsi="Poppins" w:cs="Poppins"/>
                <w:b/>
                <w:bCs/>
                <w:sz w:val="20"/>
              </w:rPr>
              <w:t>svasatore</w:t>
            </w:r>
            <w:proofErr w:type="spellEnd"/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 Ø 20 o equivalente.</w:t>
            </w:r>
          </w:p>
        </w:tc>
      </w:tr>
      <w:tr w:rsidR="00A94E83" w:rsidRPr="009279E2" w14:paraId="73DBFB4D" w14:textId="77777777" w:rsidTr="00904071">
        <w:tc>
          <w:tcPr>
            <w:tcW w:w="1311" w:type="dxa"/>
          </w:tcPr>
          <w:p w14:paraId="1DE8AC5B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lastRenderedPageBreak/>
              <w:t>28100968</w:t>
            </w:r>
          </w:p>
        </w:tc>
        <w:tc>
          <w:tcPr>
            <w:tcW w:w="2086" w:type="dxa"/>
          </w:tcPr>
          <w:p w14:paraId="0228D8DF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Calibratore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svasatore</w:t>
            </w:r>
            <w:proofErr w:type="spellEnd"/>
          </w:p>
          <w:p w14:paraId="74148883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Ø 26</w:t>
            </w:r>
          </w:p>
        </w:tc>
        <w:tc>
          <w:tcPr>
            <w:tcW w:w="6101" w:type="dxa"/>
          </w:tcPr>
          <w:p w14:paraId="52C5F334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Calibratore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svasatore</w:t>
            </w:r>
            <w:proofErr w:type="spellEnd"/>
            <w:r w:rsidRPr="00F269EC">
              <w:rPr>
                <w:rFonts w:ascii="Poppins" w:hAnsi="Poppins" w:cs="Poppins"/>
                <w:bCs/>
                <w:sz w:val="20"/>
              </w:rPr>
              <w:t xml:space="preserve">. </w:t>
            </w:r>
          </w:p>
          <w:p w14:paraId="0F0FF087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Misura: Ø 26</w:t>
            </w:r>
          </w:p>
          <w:p w14:paraId="718B2E53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37D2AB4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Marca Emmeti – Modello Calibratore </w:t>
            </w:r>
            <w:proofErr w:type="spellStart"/>
            <w:r w:rsidRPr="00F269EC">
              <w:rPr>
                <w:rFonts w:ascii="Poppins" w:hAnsi="Poppins" w:cs="Poppins"/>
                <w:b/>
                <w:bCs/>
                <w:sz w:val="20"/>
              </w:rPr>
              <w:t>svasatore</w:t>
            </w:r>
            <w:proofErr w:type="spellEnd"/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 Ø 26 o equivalente.</w:t>
            </w:r>
          </w:p>
        </w:tc>
      </w:tr>
      <w:tr w:rsidR="00A94E83" w:rsidRPr="009279E2" w14:paraId="7F2C5590" w14:textId="77777777" w:rsidTr="00904071">
        <w:tc>
          <w:tcPr>
            <w:tcW w:w="1311" w:type="dxa"/>
          </w:tcPr>
          <w:p w14:paraId="5944B6DA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28100959</w:t>
            </w:r>
          </w:p>
        </w:tc>
        <w:tc>
          <w:tcPr>
            <w:tcW w:w="2086" w:type="dxa"/>
          </w:tcPr>
          <w:p w14:paraId="3C27A907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Calibratore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svasatore</w:t>
            </w:r>
            <w:proofErr w:type="spellEnd"/>
            <w:r w:rsidRPr="00F269EC">
              <w:rPr>
                <w:rFonts w:ascii="Poppins" w:hAnsi="Poppins" w:cs="Poppins"/>
                <w:bCs/>
                <w:sz w:val="20"/>
              </w:rPr>
              <w:t xml:space="preserve"> multi Ø 16 – 20 - 26</w:t>
            </w:r>
          </w:p>
        </w:tc>
        <w:tc>
          <w:tcPr>
            <w:tcW w:w="6101" w:type="dxa"/>
          </w:tcPr>
          <w:p w14:paraId="588C5798" w14:textId="77777777" w:rsidR="00A94E83" w:rsidRPr="00F269EC" w:rsidRDefault="00A94E83" w:rsidP="00A94E83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Calibratore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svasatore</w:t>
            </w:r>
            <w:proofErr w:type="spellEnd"/>
            <w:r w:rsidRPr="00F269EC">
              <w:rPr>
                <w:rFonts w:ascii="Poppins" w:hAnsi="Poppins" w:cs="Poppins"/>
                <w:bCs/>
                <w:sz w:val="20"/>
              </w:rPr>
              <w:t xml:space="preserve"> multi Ø 16 – 20 – 26</w:t>
            </w:r>
          </w:p>
          <w:p w14:paraId="1B094B32" w14:textId="77777777" w:rsidR="00A94E83" w:rsidRPr="00F269EC" w:rsidRDefault="00A94E83" w:rsidP="00A94E83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4E9682FF" w14:textId="77777777" w:rsidR="00A94E83" w:rsidRPr="00F269EC" w:rsidRDefault="00A94E83" w:rsidP="00A94E83">
            <w:pPr>
              <w:pStyle w:val="Intestazione"/>
              <w:tabs>
                <w:tab w:val="left" w:pos="1935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Marca Emmeti – Modello Calibratore </w:t>
            </w:r>
            <w:proofErr w:type="spellStart"/>
            <w:r w:rsidRPr="00F269EC">
              <w:rPr>
                <w:rFonts w:ascii="Poppins" w:hAnsi="Poppins" w:cs="Poppins"/>
                <w:b/>
                <w:bCs/>
                <w:sz w:val="20"/>
              </w:rPr>
              <w:t>svasatore</w:t>
            </w:r>
            <w:proofErr w:type="spellEnd"/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 multi Ø 16 – 20 – 26 o equivalente.</w:t>
            </w:r>
          </w:p>
        </w:tc>
      </w:tr>
      <w:tr w:rsidR="00A94E83" w:rsidRPr="009279E2" w14:paraId="6F979FA1" w14:textId="77777777" w:rsidTr="00904071">
        <w:tc>
          <w:tcPr>
            <w:tcW w:w="1311" w:type="dxa"/>
          </w:tcPr>
          <w:p w14:paraId="62DB68DA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28100949</w:t>
            </w:r>
          </w:p>
        </w:tc>
        <w:tc>
          <w:tcPr>
            <w:tcW w:w="2086" w:type="dxa"/>
          </w:tcPr>
          <w:p w14:paraId="165250A2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Calibratore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svasatore</w:t>
            </w:r>
            <w:proofErr w:type="spellEnd"/>
          </w:p>
          <w:p w14:paraId="6EEC1DBB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Ø 32</w:t>
            </w:r>
          </w:p>
        </w:tc>
        <w:tc>
          <w:tcPr>
            <w:tcW w:w="6101" w:type="dxa"/>
          </w:tcPr>
          <w:p w14:paraId="733D88B0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Calibratore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svasatore</w:t>
            </w:r>
            <w:proofErr w:type="spellEnd"/>
            <w:r w:rsidRPr="00F269EC">
              <w:rPr>
                <w:rFonts w:ascii="Poppins" w:hAnsi="Poppins" w:cs="Poppins"/>
                <w:bCs/>
                <w:sz w:val="20"/>
              </w:rPr>
              <w:t xml:space="preserve">. </w:t>
            </w:r>
          </w:p>
          <w:p w14:paraId="1AB1CE96" w14:textId="4B986381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Misura: Ø </w:t>
            </w:r>
            <w:r>
              <w:rPr>
                <w:rFonts w:ascii="Poppins" w:hAnsi="Poppins" w:cs="Poppins"/>
                <w:bCs/>
                <w:sz w:val="20"/>
              </w:rPr>
              <w:t>32</w:t>
            </w:r>
          </w:p>
          <w:p w14:paraId="324F13B4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EB3B79C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Marca Emmeti – Modello Calibratore </w:t>
            </w:r>
            <w:proofErr w:type="spellStart"/>
            <w:r w:rsidRPr="00F269EC">
              <w:rPr>
                <w:rFonts w:ascii="Poppins" w:hAnsi="Poppins" w:cs="Poppins"/>
                <w:b/>
                <w:bCs/>
                <w:sz w:val="20"/>
              </w:rPr>
              <w:t>svasatore</w:t>
            </w:r>
            <w:proofErr w:type="spellEnd"/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 Ø 32 o equivalente.</w:t>
            </w:r>
          </w:p>
        </w:tc>
      </w:tr>
      <w:tr w:rsidR="00A94E83" w:rsidRPr="009279E2" w14:paraId="4158D727" w14:textId="77777777" w:rsidTr="00904071">
        <w:tc>
          <w:tcPr>
            <w:tcW w:w="1311" w:type="dxa"/>
          </w:tcPr>
          <w:p w14:paraId="26D3DA07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28100946</w:t>
            </w:r>
          </w:p>
        </w:tc>
        <w:tc>
          <w:tcPr>
            <w:tcW w:w="2086" w:type="dxa"/>
          </w:tcPr>
          <w:p w14:paraId="285FFFCF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Calibratore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svasatore</w:t>
            </w:r>
            <w:proofErr w:type="spellEnd"/>
          </w:p>
          <w:p w14:paraId="05E563B2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Ø 40</w:t>
            </w:r>
          </w:p>
        </w:tc>
        <w:tc>
          <w:tcPr>
            <w:tcW w:w="6101" w:type="dxa"/>
          </w:tcPr>
          <w:p w14:paraId="4C2E5FAE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Calibratore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svasatore</w:t>
            </w:r>
            <w:proofErr w:type="spellEnd"/>
            <w:r w:rsidRPr="00F269EC">
              <w:rPr>
                <w:rFonts w:ascii="Poppins" w:hAnsi="Poppins" w:cs="Poppins"/>
                <w:bCs/>
                <w:sz w:val="20"/>
              </w:rPr>
              <w:t xml:space="preserve">. </w:t>
            </w:r>
          </w:p>
          <w:p w14:paraId="2A198302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Misura: Ø 40</w:t>
            </w:r>
          </w:p>
          <w:p w14:paraId="2FC3B3AD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1D0C66C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Marca Emmeti – Modello Calibratore </w:t>
            </w:r>
            <w:proofErr w:type="spellStart"/>
            <w:r w:rsidRPr="00F269EC">
              <w:rPr>
                <w:rFonts w:ascii="Poppins" w:hAnsi="Poppins" w:cs="Poppins"/>
                <w:b/>
                <w:bCs/>
                <w:sz w:val="20"/>
              </w:rPr>
              <w:t>svasatore</w:t>
            </w:r>
            <w:proofErr w:type="spellEnd"/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 Ø 40 o equivalente.</w:t>
            </w:r>
          </w:p>
        </w:tc>
      </w:tr>
      <w:tr w:rsidR="00A94E83" w:rsidRPr="009279E2" w14:paraId="5962F8BB" w14:textId="77777777" w:rsidTr="00904071">
        <w:tc>
          <w:tcPr>
            <w:tcW w:w="1311" w:type="dxa"/>
          </w:tcPr>
          <w:p w14:paraId="0842DCAC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28100947</w:t>
            </w:r>
          </w:p>
        </w:tc>
        <w:tc>
          <w:tcPr>
            <w:tcW w:w="2086" w:type="dxa"/>
          </w:tcPr>
          <w:p w14:paraId="08187360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Calibratore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svasatore</w:t>
            </w:r>
            <w:proofErr w:type="spellEnd"/>
          </w:p>
          <w:p w14:paraId="2D0EE8E4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Ø 50</w:t>
            </w:r>
          </w:p>
        </w:tc>
        <w:tc>
          <w:tcPr>
            <w:tcW w:w="6101" w:type="dxa"/>
          </w:tcPr>
          <w:p w14:paraId="30094374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Calibratore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svasatore</w:t>
            </w:r>
            <w:proofErr w:type="spellEnd"/>
            <w:r w:rsidRPr="00F269EC">
              <w:rPr>
                <w:rFonts w:ascii="Poppins" w:hAnsi="Poppins" w:cs="Poppins"/>
                <w:bCs/>
                <w:sz w:val="20"/>
              </w:rPr>
              <w:t xml:space="preserve">. </w:t>
            </w:r>
          </w:p>
          <w:p w14:paraId="6E6D7DB3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Misura: Ø 50</w:t>
            </w:r>
          </w:p>
          <w:p w14:paraId="797C1D95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987CA27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Marca Emmeti – Modello Calibratore </w:t>
            </w:r>
            <w:proofErr w:type="spellStart"/>
            <w:r w:rsidRPr="00F269EC">
              <w:rPr>
                <w:rFonts w:ascii="Poppins" w:hAnsi="Poppins" w:cs="Poppins"/>
                <w:b/>
                <w:bCs/>
                <w:sz w:val="20"/>
              </w:rPr>
              <w:t>svasatore</w:t>
            </w:r>
            <w:proofErr w:type="spellEnd"/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 Ø 50 o equivalente.</w:t>
            </w:r>
          </w:p>
        </w:tc>
      </w:tr>
      <w:tr w:rsidR="00A94E83" w:rsidRPr="009279E2" w14:paraId="4CD74B46" w14:textId="77777777" w:rsidTr="00904071">
        <w:tc>
          <w:tcPr>
            <w:tcW w:w="1311" w:type="dxa"/>
          </w:tcPr>
          <w:p w14:paraId="44ED1179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28100972</w:t>
            </w:r>
          </w:p>
        </w:tc>
        <w:tc>
          <w:tcPr>
            <w:tcW w:w="2086" w:type="dxa"/>
          </w:tcPr>
          <w:p w14:paraId="55C42C3E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Calibratore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svasatore</w:t>
            </w:r>
            <w:proofErr w:type="spellEnd"/>
          </w:p>
          <w:p w14:paraId="61E225D5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Ø 63</w:t>
            </w:r>
          </w:p>
        </w:tc>
        <w:tc>
          <w:tcPr>
            <w:tcW w:w="6101" w:type="dxa"/>
          </w:tcPr>
          <w:p w14:paraId="3BD23804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Calibratore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svasatore</w:t>
            </w:r>
            <w:proofErr w:type="spellEnd"/>
            <w:r w:rsidRPr="00F269EC">
              <w:rPr>
                <w:rFonts w:ascii="Poppins" w:hAnsi="Poppins" w:cs="Poppins"/>
                <w:bCs/>
                <w:sz w:val="20"/>
              </w:rPr>
              <w:t xml:space="preserve">. </w:t>
            </w:r>
          </w:p>
          <w:p w14:paraId="0ABBD0EA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Misura: Ø 63</w:t>
            </w:r>
          </w:p>
          <w:p w14:paraId="624A6437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AF38F8F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Marca Emmeti – Modello Calibratore </w:t>
            </w:r>
            <w:proofErr w:type="spellStart"/>
            <w:r w:rsidRPr="00F269EC">
              <w:rPr>
                <w:rFonts w:ascii="Poppins" w:hAnsi="Poppins" w:cs="Poppins"/>
                <w:b/>
                <w:bCs/>
                <w:sz w:val="20"/>
              </w:rPr>
              <w:t>svasatore</w:t>
            </w:r>
            <w:proofErr w:type="spellEnd"/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 Ø 63 o equivalente.</w:t>
            </w:r>
          </w:p>
        </w:tc>
      </w:tr>
      <w:tr w:rsidR="00A94E83" w:rsidRPr="009279E2" w14:paraId="797CABA1" w14:textId="77777777" w:rsidTr="00904071">
        <w:tc>
          <w:tcPr>
            <w:tcW w:w="1311" w:type="dxa"/>
          </w:tcPr>
          <w:p w14:paraId="7A6F8C9A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28100885</w:t>
            </w:r>
          </w:p>
        </w:tc>
        <w:tc>
          <w:tcPr>
            <w:tcW w:w="2086" w:type="dxa"/>
          </w:tcPr>
          <w:p w14:paraId="2471D76C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Calibratore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svasatore</w:t>
            </w:r>
            <w:proofErr w:type="spellEnd"/>
          </w:p>
          <w:p w14:paraId="3E621E3B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Ø 75</w:t>
            </w:r>
          </w:p>
        </w:tc>
        <w:tc>
          <w:tcPr>
            <w:tcW w:w="6101" w:type="dxa"/>
          </w:tcPr>
          <w:p w14:paraId="552E88A9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Calibratore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svasatore</w:t>
            </w:r>
            <w:proofErr w:type="spellEnd"/>
            <w:r w:rsidRPr="00F269EC">
              <w:rPr>
                <w:rFonts w:ascii="Poppins" w:hAnsi="Poppins" w:cs="Poppins"/>
                <w:bCs/>
                <w:sz w:val="20"/>
              </w:rPr>
              <w:t xml:space="preserve">. </w:t>
            </w:r>
          </w:p>
          <w:p w14:paraId="753DA351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Misura: Ø 75</w:t>
            </w:r>
          </w:p>
          <w:p w14:paraId="58AF5827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9D5C894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Marca Emmeti – Modello Calibratore </w:t>
            </w:r>
            <w:proofErr w:type="spellStart"/>
            <w:r w:rsidRPr="00F269EC">
              <w:rPr>
                <w:rFonts w:ascii="Poppins" w:hAnsi="Poppins" w:cs="Poppins"/>
                <w:b/>
                <w:bCs/>
                <w:sz w:val="20"/>
              </w:rPr>
              <w:t>svasatore</w:t>
            </w:r>
            <w:proofErr w:type="spellEnd"/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 Ø 75 o equivalente.</w:t>
            </w:r>
          </w:p>
        </w:tc>
      </w:tr>
      <w:tr w:rsidR="00A94E83" w:rsidRPr="009279E2" w14:paraId="2ED47D4C" w14:textId="77777777" w:rsidTr="00904071">
        <w:tc>
          <w:tcPr>
            <w:tcW w:w="1311" w:type="dxa"/>
          </w:tcPr>
          <w:p w14:paraId="51CDFF71" w14:textId="720ACEC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28101890</w:t>
            </w:r>
          </w:p>
        </w:tc>
        <w:tc>
          <w:tcPr>
            <w:tcW w:w="2086" w:type="dxa"/>
          </w:tcPr>
          <w:p w14:paraId="66CD6A3D" w14:textId="2A967150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Cesoia per tubo multistrato</w:t>
            </w:r>
            <w:r>
              <w:rPr>
                <w:rFonts w:ascii="Poppins" w:hAnsi="Poppins" w:cs="Poppins"/>
                <w:bCs/>
                <w:sz w:val="20"/>
              </w:rPr>
              <w:t xml:space="preserve"> fino a DN</w:t>
            </w:r>
            <w:r w:rsidRPr="00F269EC">
              <w:rPr>
                <w:rFonts w:ascii="Poppins" w:hAnsi="Poppins" w:cs="Poppins"/>
                <w:bCs/>
                <w:sz w:val="20"/>
              </w:rPr>
              <w:t xml:space="preserve"> </w:t>
            </w:r>
            <w:r>
              <w:rPr>
                <w:rFonts w:ascii="Poppins" w:hAnsi="Poppins" w:cs="Poppins"/>
                <w:bCs/>
                <w:sz w:val="20"/>
              </w:rPr>
              <w:t>2</w:t>
            </w:r>
            <w:r w:rsidRPr="00F269EC">
              <w:rPr>
                <w:rFonts w:ascii="Poppins" w:hAnsi="Poppins" w:cs="Poppins"/>
                <w:bCs/>
                <w:sz w:val="20"/>
              </w:rPr>
              <w:t>6</w:t>
            </w:r>
          </w:p>
        </w:tc>
        <w:tc>
          <w:tcPr>
            <w:tcW w:w="6101" w:type="dxa"/>
          </w:tcPr>
          <w:p w14:paraId="03FEEF84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Cesoia per tubo multistrato.</w:t>
            </w:r>
          </w:p>
          <w:p w14:paraId="66373BD8" w14:textId="1351AA9E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Misure: </w:t>
            </w:r>
            <w:r>
              <w:rPr>
                <w:rFonts w:ascii="Poppins" w:hAnsi="Poppins" w:cs="Poppins"/>
                <w:bCs/>
                <w:sz w:val="20"/>
              </w:rPr>
              <w:t>fino a DN 26</w:t>
            </w:r>
          </w:p>
          <w:p w14:paraId="6FFFC3B4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1719E58" w14:textId="4AB93C1B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Marca Emmeti – Modello Cesoia per tubo multistrato </w:t>
            </w:r>
            <w:r>
              <w:rPr>
                <w:rFonts w:ascii="Poppins" w:hAnsi="Poppins" w:cs="Poppins"/>
                <w:b/>
                <w:bCs/>
                <w:sz w:val="20"/>
              </w:rPr>
              <w:t>fino a DN 26</w:t>
            </w:r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A94E83" w:rsidRPr="009279E2" w14:paraId="746C4658" w14:textId="77777777" w:rsidTr="00904071">
        <w:tc>
          <w:tcPr>
            <w:tcW w:w="1311" w:type="dxa"/>
          </w:tcPr>
          <w:p w14:paraId="305C4A75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28101812</w:t>
            </w:r>
          </w:p>
        </w:tc>
        <w:tc>
          <w:tcPr>
            <w:tcW w:w="2086" w:type="dxa"/>
          </w:tcPr>
          <w:p w14:paraId="5FA12DCA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Cesoia per tubo multistrato</w:t>
            </w:r>
          </w:p>
          <w:p w14:paraId="45667C91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lastRenderedPageBreak/>
              <w:t>Ø 26 - 40</w:t>
            </w:r>
          </w:p>
        </w:tc>
        <w:tc>
          <w:tcPr>
            <w:tcW w:w="6101" w:type="dxa"/>
          </w:tcPr>
          <w:p w14:paraId="07C5ACE2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lastRenderedPageBreak/>
              <w:t>Cesoia per tubo multistrato.</w:t>
            </w:r>
          </w:p>
          <w:p w14:paraId="45860449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Misure: Ø 26 – 40</w:t>
            </w:r>
          </w:p>
          <w:p w14:paraId="415F4879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F6C2FA2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>Marca Emmeti – Modello Cesoia per tubo multistrato Ø 26 – 40 o equivalente.</w:t>
            </w:r>
          </w:p>
        </w:tc>
      </w:tr>
      <w:tr w:rsidR="00A94E83" w:rsidRPr="009279E2" w14:paraId="7D16FBAB" w14:textId="77777777" w:rsidTr="00904071">
        <w:tc>
          <w:tcPr>
            <w:tcW w:w="1311" w:type="dxa"/>
          </w:tcPr>
          <w:p w14:paraId="1C36E08F" w14:textId="0CD03C35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lastRenderedPageBreak/>
              <w:t>281018</w:t>
            </w:r>
            <w:r>
              <w:rPr>
                <w:rFonts w:ascii="Poppins" w:hAnsi="Poppins" w:cs="Poppins"/>
                <w:bCs/>
                <w:sz w:val="20"/>
              </w:rPr>
              <w:t>92</w:t>
            </w:r>
          </w:p>
        </w:tc>
        <w:tc>
          <w:tcPr>
            <w:tcW w:w="2086" w:type="dxa"/>
          </w:tcPr>
          <w:p w14:paraId="005193C9" w14:textId="7A37ACC9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Lama di ricambio</w:t>
            </w:r>
            <w:r>
              <w:rPr>
                <w:rFonts w:ascii="Poppins" w:hAnsi="Poppins" w:cs="Poppins"/>
                <w:bCs/>
                <w:sz w:val="20"/>
              </w:rPr>
              <w:t xml:space="preserve"> fino a DN 26</w:t>
            </w:r>
          </w:p>
        </w:tc>
        <w:tc>
          <w:tcPr>
            <w:tcW w:w="6101" w:type="dxa"/>
          </w:tcPr>
          <w:p w14:paraId="0002519F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Lama di ricambio per cesoia taglia tubo multistrato.</w:t>
            </w:r>
          </w:p>
          <w:p w14:paraId="7401FFDE" w14:textId="7692231E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Misure: </w:t>
            </w:r>
            <w:r>
              <w:rPr>
                <w:rFonts w:ascii="Poppins" w:hAnsi="Poppins" w:cs="Poppins"/>
                <w:bCs/>
                <w:sz w:val="20"/>
              </w:rPr>
              <w:t>fino a DN 26</w:t>
            </w:r>
          </w:p>
          <w:p w14:paraId="0BC1DDC2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49F4495" w14:textId="379EA051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Marca Emmeti – Modello Lama di ricambio </w:t>
            </w:r>
            <w:r>
              <w:rPr>
                <w:rFonts w:ascii="Poppins" w:hAnsi="Poppins" w:cs="Poppins"/>
                <w:b/>
                <w:bCs/>
                <w:sz w:val="20"/>
              </w:rPr>
              <w:t>fino a DN 26</w:t>
            </w:r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A94E83" w:rsidRPr="009279E2" w14:paraId="0018836B" w14:textId="77777777" w:rsidTr="00904071">
        <w:tc>
          <w:tcPr>
            <w:tcW w:w="1311" w:type="dxa"/>
          </w:tcPr>
          <w:p w14:paraId="563A49C2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28101814</w:t>
            </w:r>
          </w:p>
        </w:tc>
        <w:tc>
          <w:tcPr>
            <w:tcW w:w="2086" w:type="dxa"/>
          </w:tcPr>
          <w:p w14:paraId="152C7E0E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Lama di ricambio</w:t>
            </w:r>
          </w:p>
          <w:p w14:paraId="66ECAC1C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Ø 26 - 40</w:t>
            </w:r>
          </w:p>
        </w:tc>
        <w:tc>
          <w:tcPr>
            <w:tcW w:w="6101" w:type="dxa"/>
          </w:tcPr>
          <w:p w14:paraId="2093A3E3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Lama di ricambio per cesoia taglia tubo multistrato.</w:t>
            </w:r>
          </w:p>
          <w:p w14:paraId="5B02FCA7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Misure: Ø 26– 40</w:t>
            </w:r>
          </w:p>
          <w:p w14:paraId="1CA36D8F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4AEC716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>Marca Emmeti – Modello Lama di ricambio Ø 26 - 40 o equivalente.</w:t>
            </w:r>
          </w:p>
        </w:tc>
      </w:tr>
      <w:tr w:rsidR="00A94E83" w:rsidRPr="009279E2" w14:paraId="5BCBCBF7" w14:textId="77777777" w:rsidTr="00904071">
        <w:tc>
          <w:tcPr>
            <w:tcW w:w="1311" w:type="dxa"/>
          </w:tcPr>
          <w:p w14:paraId="47764CFA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28100942</w:t>
            </w:r>
          </w:p>
        </w:tc>
        <w:tc>
          <w:tcPr>
            <w:tcW w:w="2086" w:type="dxa"/>
          </w:tcPr>
          <w:p w14:paraId="4A4BF4A5" w14:textId="77777777" w:rsidR="00A94E83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Cesoia per tubo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</w:p>
          <w:p w14:paraId="2073FA00" w14:textId="3F891916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Ø 14 – 32</w:t>
            </w:r>
          </w:p>
        </w:tc>
        <w:tc>
          <w:tcPr>
            <w:tcW w:w="6101" w:type="dxa"/>
          </w:tcPr>
          <w:p w14:paraId="1C4A97B0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Cesoia per tubo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F269EC">
              <w:rPr>
                <w:rFonts w:ascii="Poppins" w:hAnsi="Poppins" w:cs="Poppins"/>
                <w:bCs/>
                <w:sz w:val="20"/>
              </w:rPr>
              <w:t>.</w:t>
            </w:r>
          </w:p>
          <w:p w14:paraId="74A9EB90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Misura: Ø 14 – 32</w:t>
            </w:r>
          </w:p>
          <w:p w14:paraId="35BEEF18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8E74841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Marca Emmeti – Modello Cesoia per tubo </w:t>
            </w:r>
            <w:proofErr w:type="spellStart"/>
            <w:r w:rsidRPr="00F269EC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A94E83" w:rsidRPr="009279E2" w14:paraId="7D21DC42" w14:textId="77777777" w:rsidTr="00904071">
        <w:tc>
          <w:tcPr>
            <w:tcW w:w="1311" w:type="dxa"/>
          </w:tcPr>
          <w:p w14:paraId="345CA15E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28100943</w:t>
            </w:r>
          </w:p>
        </w:tc>
        <w:tc>
          <w:tcPr>
            <w:tcW w:w="2086" w:type="dxa"/>
          </w:tcPr>
          <w:p w14:paraId="60A7566F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Lama di ricambio per cesoia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</w:p>
        </w:tc>
        <w:tc>
          <w:tcPr>
            <w:tcW w:w="6101" w:type="dxa"/>
          </w:tcPr>
          <w:p w14:paraId="0EABBE83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Lama di ricambio per cesoia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F269EC">
              <w:rPr>
                <w:rFonts w:ascii="Poppins" w:hAnsi="Poppins" w:cs="Poppins"/>
                <w:bCs/>
                <w:sz w:val="20"/>
              </w:rPr>
              <w:t>.</w:t>
            </w:r>
          </w:p>
          <w:p w14:paraId="6DB8676D" w14:textId="3910E93D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Misure: Ø 14 – 32</w:t>
            </w:r>
          </w:p>
          <w:p w14:paraId="5664B782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0E0DA41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Marca Emmeti – Modello Lama di ricambio per cesoia </w:t>
            </w:r>
            <w:proofErr w:type="spellStart"/>
            <w:r w:rsidRPr="00F269EC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A94E83" w:rsidRPr="009279E2" w14:paraId="2BE49F81" w14:textId="77777777" w:rsidTr="00904071">
        <w:tc>
          <w:tcPr>
            <w:tcW w:w="1311" w:type="dxa"/>
          </w:tcPr>
          <w:p w14:paraId="170BB881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28100944</w:t>
            </w:r>
          </w:p>
        </w:tc>
        <w:tc>
          <w:tcPr>
            <w:tcW w:w="2086" w:type="dxa"/>
          </w:tcPr>
          <w:p w14:paraId="37B1EF53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Tagliatubo</w:t>
            </w:r>
            <w:proofErr w:type="spellEnd"/>
            <w:r w:rsidRPr="00F269EC">
              <w:rPr>
                <w:rFonts w:ascii="Poppins" w:hAnsi="Poppins" w:cs="Poppins"/>
                <w:bCs/>
                <w:sz w:val="20"/>
              </w:rPr>
              <w:t xml:space="preserve"> per tubazioni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</w:p>
          <w:p w14:paraId="4037216A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Ø 14 - 32</w:t>
            </w:r>
          </w:p>
        </w:tc>
        <w:tc>
          <w:tcPr>
            <w:tcW w:w="6101" w:type="dxa"/>
          </w:tcPr>
          <w:p w14:paraId="1E09A651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Tagliatubo</w:t>
            </w:r>
            <w:proofErr w:type="spellEnd"/>
            <w:r w:rsidRPr="00F269EC">
              <w:rPr>
                <w:rFonts w:ascii="Poppins" w:hAnsi="Poppins" w:cs="Poppins"/>
                <w:bCs/>
                <w:sz w:val="20"/>
              </w:rPr>
              <w:t xml:space="preserve"> per tubazioni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F269EC">
              <w:rPr>
                <w:rFonts w:ascii="Poppins" w:hAnsi="Poppins" w:cs="Poppins"/>
                <w:bCs/>
                <w:sz w:val="20"/>
              </w:rPr>
              <w:t>.</w:t>
            </w:r>
          </w:p>
          <w:p w14:paraId="733E3DDA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Misura: Ø 14 – 32</w:t>
            </w:r>
          </w:p>
          <w:p w14:paraId="35D7B886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FCECEE9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proofErr w:type="spellStart"/>
            <w:r w:rsidRPr="00F269EC">
              <w:rPr>
                <w:rFonts w:ascii="Poppins" w:hAnsi="Poppins" w:cs="Poppins"/>
                <w:b/>
                <w:bCs/>
                <w:sz w:val="20"/>
              </w:rPr>
              <w:t>Tagliatubo</w:t>
            </w:r>
            <w:proofErr w:type="spellEnd"/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 per tubazioni </w:t>
            </w:r>
            <w:proofErr w:type="spellStart"/>
            <w:r w:rsidRPr="00F269EC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 Ø 14 – 32 o equivalente.</w:t>
            </w:r>
          </w:p>
        </w:tc>
      </w:tr>
      <w:tr w:rsidR="00A94E83" w:rsidRPr="009279E2" w14:paraId="7B8528B3" w14:textId="77777777" w:rsidTr="00904071">
        <w:tc>
          <w:tcPr>
            <w:tcW w:w="1311" w:type="dxa"/>
          </w:tcPr>
          <w:p w14:paraId="7CC7F00D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28100948</w:t>
            </w:r>
          </w:p>
        </w:tc>
        <w:tc>
          <w:tcPr>
            <w:tcW w:w="2086" w:type="dxa"/>
          </w:tcPr>
          <w:p w14:paraId="13276BED" w14:textId="77777777" w:rsidR="00A94E83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Rotella di ricambio</w:t>
            </w:r>
            <w:r>
              <w:rPr>
                <w:rFonts w:ascii="Poppins" w:hAnsi="Poppins" w:cs="Poppins"/>
                <w:bCs/>
                <w:sz w:val="20"/>
              </w:rPr>
              <w:t xml:space="preserve"> per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tagliatubo</w:t>
            </w:r>
            <w:proofErr w:type="spellEnd"/>
          </w:p>
          <w:p w14:paraId="1D511AE9" w14:textId="2B888F6C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Ø </w:t>
            </w:r>
            <w:r>
              <w:rPr>
                <w:rFonts w:ascii="Poppins" w:hAnsi="Poppins" w:cs="Poppins"/>
                <w:bCs/>
                <w:sz w:val="20"/>
              </w:rPr>
              <w:t>14 - 32</w:t>
            </w:r>
          </w:p>
        </w:tc>
        <w:tc>
          <w:tcPr>
            <w:tcW w:w="6101" w:type="dxa"/>
          </w:tcPr>
          <w:p w14:paraId="4B821D9B" w14:textId="4DF8849E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Rotella di ricambio </w:t>
            </w:r>
            <w:r w:rsidRPr="001422EC">
              <w:rPr>
                <w:rFonts w:ascii="Poppins" w:hAnsi="Poppins" w:cs="Poppins"/>
                <w:bCs/>
                <w:sz w:val="20"/>
              </w:rPr>
              <w:t xml:space="preserve">per </w:t>
            </w:r>
            <w:proofErr w:type="spellStart"/>
            <w:r w:rsidRPr="001422EC">
              <w:rPr>
                <w:rFonts w:ascii="Poppins" w:hAnsi="Poppins" w:cs="Poppins"/>
                <w:bCs/>
                <w:sz w:val="20"/>
              </w:rPr>
              <w:t>tagliatubo</w:t>
            </w:r>
            <w:proofErr w:type="spellEnd"/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1422EC">
              <w:rPr>
                <w:rFonts w:ascii="Poppins" w:hAnsi="Poppins" w:cs="Poppins"/>
                <w:bCs/>
                <w:sz w:val="20"/>
              </w:rPr>
              <w:t>Ø 14 - 32</w:t>
            </w:r>
            <w:r w:rsidRPr="00F269EC">
              <w:rPr>
                <w:rFonts w:ascii="Poppins" w:hAnsi="Poppins" w:cs="Poppins"/>
                <w:bCs/>
                <w:sz w:val="20"/>
              </w:rPr>
              <w:t>.</w:t>
            </w:r>
          </w:p>
          <w:p w14:paraId="59B6AFA7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07D8C88" w14:textId="70C22E92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>Marca Emmeti – Modello Rotella di ricambio</w:t>
            </w:r>
            <w:r>
              <w:t xml:space="preserve"> </w:t>
            </w:r>
            <w:r w:rsidRPr="001422EC">
              <w:rPr>
                <w:rFonts w:ascii="Poppins" w:hAnsi="Poppins" w:cs="Poppins"/>
                <w:b/>
                <w:bCs/>
                <w:sz w:val="20"/>
              </w:rPr>
              <w:t xml:space="preserve">per </w:t>
            </w:r>
            <w:proofErr w:type="spellStart"/>
            <w:r w:rsidRPr="001422EC">
              <w:rPr>
                <w:rFonts w:ascii="Poppins" w:hAnsi="Poppins" w:cs="Poppins"/>
                <w:b/>
                <w:bCs/>
                <w:sz w:val="20"/>
              </w:rPr>
              <w:t>tagliatubo</w:t>
            </w:r>
            <w:proofErr w:type="spellEnd"/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1422EC">
              <w:rPr>
                <w:rFonts w:ascii="Poppins" w:hAnsi="Poppins" w:cs="Poppins"/>
                <w:b/>
                <w:bCs/>
                <w:sz w:val="20"/>
              </w:rPr>
              <w:t>Ø 14 - 32</w:t>
            </w:r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A94E83" w:rsidRPr="009279E2" w14:paraId="45E47218" w14:textId="77777777" w:rsidTr="00904071">
        <w:tc>
          <w:tcPr>
            <w:tcW w:w="1311" w:type="dxa"/>
          </w:tcPr>
          <w:p w14:paraId="3E775F6D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28024081</w:t>
            </w:r>
          </w:p>
        </w:tc>
        <w:tc>
          <w:tcPr>
            <w:tcW w:w="2086" w:type="dxa"/>
          </w:tcPr>
          <w:p w14:paraId="0494B0F1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Tagliatubo</w:t>
            </w:r>
            <w:proofErr w:type="spellEnd"/>
            <w:r w:rsidRPr="00F269EC">
              <w:rPr>
                <w:rFonts w:ascii="Poppins" w:hAnsi="Poppins" w:cs="Poppins"/>
                <w:bCs/>
                <w:sz w:val="20"/>
              </w:rPr>
              <w:t xml:space="preserve"> per tubazioni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</w:p>
          <w:p w14:paraId="5754C6F2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Ø 6 - 75</w:t>
            </w:r>
          </w:p>
        </w:tc>
        <w:tc>
          <w:tcPr>
            <w:tcW w:w="6101" w:type="dxa"/>
          </w:tcPr>
          <w:p w14:paraId="6A6110FF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Tagliatubo</w:t>
            </w:r>
            <w:proofErr w:type="spellEnd"/>
            <w:r w:rsidRPr="00F269EC">
              <w:rPr>
                <w:rFonts w:ascii="Poppins" w:hAnsi="Poppins" w:cs="Poppins"/>
                <w:bCs/>
                <w:sz w:val="20"/>
              </w:rPr>
              <w:t xml:space="preserve"> per tubazioni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F269EC">
              <w:rPr>
                <w:rFonts w:ascii="Poppins" w:hAnsi="Poppins" w:cs="Poppins"/>
                <w:bCs/>
                <w:sz w:val="20"/>
              </w:rPr>
              <w:t>.</w:t>
            </w:r>
          </w:p>
          <w:p w14:paraId="28D5F3BC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Misura: Ø 6 – 75</w:t>
            </w:r>
          </w:p>
          <w:p w14:paraId="32F438C2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E322C90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proofErr w:type="spellStart"/>
            <w:r w:rsidRPr="00F269EC">
              <w:rPr>
                <w:rFonts w:ascii="Poppins" w:hAnsi="Poppins" w:cs="Poppins"/>
                <w:b/>
                <w:bCs/>
                <w:sz w:val="20"/>
              </w:rPr>
              <w:t>Tagliatubo</w:t>
            </w:r>
            <w:proofErr w:type="spellEnd"/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 per tubazioni </w:t>
            </w:r>
            <w:proofErr w:type="spellStart"/>
            <w:r w:rsidRPr="00F269EC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 Ø 6 – 75 o equivalente.</w:t>
            </w:r>
          </w:p>
        </w:tc>
      </w:tr>
      <w:tr w:rsidR="00A94E83" w:rsidRPr="009279E2" w14:paraId="36802483" w14:textId="77777777" w:rsidTr="00904071">
        <w:tc>
          <w:tcPr>
            <w:tcW w:w="1311" w:type="dxa"/>
          </w:tcPr>
          <w:p w14:paraId="778CDDF8" w14:textId="4339D2BB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28</w:t>
            </w:r>
            <w:r>
              <w:rPr>
                <w:rFonts w:ascii="Poppins" w:hAnsi="Poppins" w:cs="Poppins"/>
                <w:bCs/>
                <w:sz w:val="20"/>
              </w:rPr>
              <w:t>024085</w:t>
            </w:r>
          </w:p>
        </w:tc>
        <w:tc>
          <w:tcPr>
            <w:tcW w:w="2086" w:type="dxa"/>
          </w:tcPr>
          <w:p w14:paraId="0F442E48" w14:textId="77777777" w:rsidR="00A94E83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Rotella di ricambio</w:t>
            </w:r>
            <w:r>
              <w:rPr>
                <w:rFonts w:ascii="Poppins" w:hAnsi="Poppins" w:cs="Poppins"/>
                <w:bCs/>
                <w:sz w:val="20"/>
              </w:rPr>
              <w:t xml:space="preserve"> per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tagliatubo</w:t>
            </w:r>
            <w:proofErr w:type="spellEnd"/>
          </w:p>
          <w:p w14:paraId="722C5CAA" w14:textId="05CFC84F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Ø 6 - 75</w:t>
            </w:r>
          </w:p>
        </w:tc>
        <w:tc>
          <w:tcPr>
            <w:tcW w:w="6101" w:type="dxa"/>
          </w:tcPr>
          <w:p w14:paraId="2F47F2AD" w14:textId="65910DFF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Rotella di ricambio</w:t>
            </w:r>
            <w:r>
              <w:rPr>
                <w:rFonts w:ascii="Poppins" w:hAnsi="Poppins" w:cs="Poppins"/>
                <w:bCs/>
                <w:sz w:val="20"/>
              </w:rPr>
              <w:t xml:space="preserve"> per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tagliatubo</w:t>
            </w:r>
            <w:proofErr w:type="spellEnd"/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F269EC">
              <w:rPr>
                <w:rFonts w:ascii="Poppins" w:hAnsi="Poppins" w:cs="Poppins"/>
                <w:bCs/>
                <w:sz w:val="20"/>
              </w:rPr>
              <w:t>Ø 6 - 75.</w:t>
            </w:r>
          </w:p>
          <w:p w14:paraId="76359051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AEBE36A" w14:textId="0AC564B9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>Marca Emmeti – Modello Rotella di ricambio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C0DDF">
              <w:rPr>
                <w:rFonts w:ascii="Poppins" w:hAnsi="Poppins" w:cs="Poppins"/>
                <w:b/>
                <w:bCs/>
                <w:sz w:val="20"/>
              </w:rPr>
              <w:t xml:space="preserve">per </w:t>
            </w:r>
            <w:proofErr w:type="spellStart"/>
            <w:r w:rsidRPr="005C0DDF">
              <w:rPr>
                <w:rFonts w:ascii="Poppins" w:hAnsi="Poppins" w:cs="Poppins"/>
                <w:b/>
                <w:bCs/>
                <w:sz w:val="20"/>
              </w:rPr>
              <w:t>tagliatubo</w:t>
            </w:r>
            <w:proofErr w:type="spellEnd"/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C0DDF">
              <w:rPr>
                <w:rFonts w:ascii="Poppins" w:hAnsi="Poppins" w:cs="Poppins"/>
                <w:b/>
                <w:bCs/>
                <w:sz w:val="20"/>
              </w:rPr>
              <w:t>Ø 6 - 75</w:t>
            </w:r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A94E83" w:rsidRPr="009279E2" w14:paraId="000525DD" w14:textId="77777777" w:rsidTr="00904071">
        <w:tc>
          <w:tcPr>
            <w:tcW w:w="1311" w:type="dxa"/>
          </w:tcPr>
          <w:p w14:paraId="67F9DE21" w14:textId="624A8373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lastRenderedPageBreak/>
              <w:t>2</w:t>
            </w:r>
            <w:r w:rsidR="00EE7DD0">
              <w:rPr>
                <w:rFonts w:ascii="Poppins" w:hAnsi="Poppins" w:cs="Poppins"/>
                <w:bCs/>
                <w:sz w:val="20"/>
              </w:rPr>
              <w:t>8100622</w:t>
            </w:r>
          </w:p>
        </w:tc>
        <w:tc>
          <w:tcPr>
            <w:tcW w:w="2086" w:type="dxa"/>
          </w:tcPr>
          <w:p w14:paraId="77CB88E7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Molla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piegatubo</w:t>
            </w:r>
            <w:proofErr w:type="spellEnd"/>
            <w:r w:rsidRPr="00F269EC">
              <w:rPr>
                <w:rFonts w:ascii="Poppins" w:hAnsi="Poppins" w:cs="Poppins"/>
                <w:bCs/>
                <w:sz w:val="20"/>
              </w:rPr>
              <w:t xml:space="preserve"> interna</w:t>
            </w:r>
          </w:p>
          <w:p w14:paraId="564FFBDB" w14:textId="48F9E5C1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Ø 16 L=</w:t>
            </w:r>
            <w:r w:rsidR="00EE7DD0">
              <w:rPr>
                <w:rFonts w:ascii="Poppins" w:hAnsi="Poppins" w:cs="Poppins"/>
                <w:bCs/>
                <w:sz w:val="20"/>
              </w:rPr>
              <w:t>10</w:t>
            </w:r>
            <w:r w:rsidRPr="00F269EC">
              <w:rPr>
                <w:rFonts w:ascii="Poppins" w:hAnsi="Poppins" w:cs="Poppins"/>
                <w:bCs/>
                <w:sz w:val="20"/>
              </w:rPr>
              <w:t>00 mm</w:t>
            </w:r>
          </w:p>
        </w:tc>
        <w:tc>
          <w:tcPr>
            <w:tcW w:w="6101" w:type="dxa"/>
          </w:tcPr>
          <w:p w14:paraId="557DD6CD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Molla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piegatubo</w:t>
            </w:r>
            <w:proofErr w:type="spellEnd"/>
            <w:r w:rsidRPr="00F269EC">
              <w:rPr>
                <w:rFonts w:ascii="Poppins" w:hAnsi="Poppins" w:cs="Poppins"/>
                <w:bCs/>
                <w:sz w:val="20"/>
              </w:rPr>
              <w:t xml:space="preserve"> interna per tubazioni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F269EC">
              <w:rPr>
                <w:rFonts w:ascii="Poppins" w:hAnsi="Poppins" w:cs="Poppins"/>
                <w:bCs/>
                <w:sz w:val="20"/>
              </w:rPr>
              <w:t>.</w:t>
            </w:r>
          </w:p>
          <w:p w14:paraId="57A652EF" w14:textId="0F87EAC7" w:rsidR="00A94E83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Misura: Ø 16 L=</w:t>
            </w:r>
            <w:r w:rsidR="00EE7DD0">
              <w:rPr>
                <w:rFonts w:ascii="Poppins" w:hAnsi="Poppins" w:cs="Poppins"/>
                <w:bCs/>
                <w:sz w:val="20"/>
              </w:rPr>
              <w:t>10</w:t>
            </w:r>
            <w:r w:rsidRPr="00F269EC">
              <w:rPr>
                <w:rFonts w:ascii="Poppins" w:hAnsi="Poppins" w:cs="Poppins"/>
                <w:bCs/>
                <w:sz w:val="20"/>
              </w:rPr>
              <w:t>00 mm</w:t>
            </w:r>
          </w:p>
          <w:p w14:paraId="16DA7AB3" w14:textId="77777777" w:rsidR="00EE7DD0" w:rsidRPr="00F269EC" w:rsidRDefault="00EE7DD0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2C87A36" w14:textId="28184532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Marca Emmeti – Modello Molla </w:t>
            </w:r>
            <w:proofErr w:type="spellStart"/>
            <w:r w:rsidRPr="00F269EC">
              <w:rPr>
                <w:rFonts w:ascii="Poppins" w:hAnsi="Poppins" w:cs="Poppins"/>
                <w:b/>
                <w:bCs/>
                <w:sz w:val="20"/>
              </w:rPr>
              <w:t>piegatubo</w:t>
            </w:r>
            <w:proofErr w:type="spellEnd"/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 interna Ø 16 L=</w:t>
            </w:r>
            <w:r w:rsidR="00EE7DD0">
              <w:rPr>
                <w:rFonts w:ascii="Poppins" w:hAnsi="Poppins" w:cs="Poppins"/>
                <w:b/>
                <w:bCs/>
                <w:sz w:val="20"/>
              </w:rPr>
              <w:t>10</w:t>
            </w:r>
            <w:r w:rsidRPr="00F269EC">
              <w:rPr>
                <w:rFonts w:ascii="Poppins" w:hAnsi="Poppins" w:cs="Poppins"/>
                <w:b/>
                <w:bCs/>
                <w:sz w:val="20"/>
              </w:rPr>
              <w:t>00 mm o equivalente.</w:t>
            </w:r>
          </w:p>
        </w:tc>
      </w:tr>
      <w:tr w:rsidR="00A94E83" w:rsidRPr="009279E2" w14:paraId="3ECE00C2" w14:textId="77777777" w:rsidTr="00904071">
        <w:tc>
          <w:tcPr>
            <w:tcW w:w="1311" w:type="dxa"/>
          </w:tcPr>
          <w:p w14:paraId="608A4442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28100618</w:t>
            </w:r>
          </w:p>
        </w:tc>
        <w:tc>
          <w:tcPr>
            <w:tcW w:w="2086" w:type="dxa"/>
          </w:tcPr>
          <w:p w14:paraId="336981ED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Molla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piegatubo</w:t>
            </w:r>
            <w:proofErr w:type="spellEnd"/>
            <w:r w:rsidRPr="00F269EC">
              <w:rPr>
                <w:rFonts w:ascii="Poppins" w:hAnsi="Poppins" w:cs="Poppins"/>
                <w:bCs/>
                <w:sz w:val="20"/>
              </w:rPr>
              <w:t xml:space="preserve"> interna</w:t>
            </w:r>
          </w:p>
          <w:p w14:paraId="71AA42A7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Ø 18 L=500 mm</w:t>
            </w:r>
          </w:p>
        </w:tc>
        <w:tc>
          <w:tcPr>
            <w:tcW w:w="6101" w:type="dxa"/>
          </w:tcPr>
          <w:p w14:paraId="2BCBED8A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Molla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piegatubo</w:t>
            </w:r>
            <w:proofErr w:type="spellEnd"/>
            <w:r w:rsidRPr="00F269EC">
              <w:rPr>
                <w:rFonts w:ascii="Poppins" w:hAnsi="Poppins" w:cs="Poppins"/>
                <w:bCs/>
                <w:sz w:val="20"/>
              </w:rPr>
              <w:t xml:space="preserve"> interna per tubazioni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F269EC">
              <w:rPr>
                <w:rFonts w:ascii="Poppins" w:hAnsi="Poppins" w:cs="Poppins"/>
                <w:bCs/>
                <w:sz w:val="20"/>
              </w:rPr>
              <w:t>.</w:t>
            </w:r>
          </w:p>
          <w:p w14:paraId="49649E20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Misura: Ø 18 L=500 mm</w:t>
            </w:r>
          </w:p>
          <w:p w14:paraId="3413070B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9020D88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Marca Emmeti – Modello Molla </w:t>
            </w:r>
            <w:proofErr w:type="spellStart"/>
            <w:r w:rsidRPr="00F269EC">
              <w:rPr>
                <w:rFonts w:ascii="Poppins" w:hAnsi="Poppins" w:cs="Poppins"/>
                <w:b/>
                <w:bCs/>
                <w:sz w:val="20"/>
              </w:rPr>
              <w:t>piegatubo</w:t>
            </w:r>
            <w:proofErr w:type="spellEnd"/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 interna Ø 18 L=500 mm o equivalente.</w:t>
            </w:r>
          </w:p>
        </w:tc>
      </w:tr>
      <w:tr w:rsidR="00A94E83" w:rsidRPr="009279E2" w14:paraId="23277049" w14:textId="77777777" w:rsidTr="00904071">
        <w:tc>
          <w:tcPr>
            <w:tcW w:w="1311" w:type="dxa"/>
          </w:tcPr>
          <w:p w14:paraId="7FFFF0F5" w14:textId="7CD46045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2810062</w:t>
            </w:r>
            <w:r w:rsidR="00942DBF">
              <w:rPr>
                <w:rFonts w:ascii="Poppins" w:hAnsi="Poppins" w:cs="Poppins"/>
                <w:bCs/>
                <w:sz w:val="20"/>
              </w:rPr>
              <w:t>4</w:t>
            </w:r>
          </w:p>
        </w:tc>
        <w:tc>
          <w:tcPr>
            <w:tcW w:w="2086" w:type="dxa"/>
          </w:tcPr>
          <w:p w14:paraId="18CBE915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Molla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piegatubo</w:t>
            </w:r>
            <w:proofErr w:type="spellEnd"/>
            <w:r w:rsidRPr="00F269EC">
              <w:rPr>
                <w:rFonts w:ascii="Poppins" w:hAnsi="Poppins" w:cs="Poppins"/>
                <w:bCs/>
                <w:sz w:val="20"/>
              </w:rPr>
              <w:t xml:space="preserve"> interna</w:t>
            </w:r>
          </w:p>
          <w:p w14:paraId="61B98AB1" w14:textId="6B873124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Ø 20 L=</w:t>
            </w:r>
            <w:r w:rsidR="00942DBF">
              <w:rPr>
                <w:rFonts w:ascii="Poppins" w:hAnsi="Poppins" w:cs="Poppins"/>
                <w:bCs/>
                <w:sz w:val="20"/>
              </w:rPr>
              <w:t>10</w:t>
            </w:r>
            <w:r w:rsidRPr="00F269EC">
              <w:rPr>
                <w:rFonts w:ascii="Poppins" w:hAnsi="Poppins" w:cs="Poppins"/>
                <w:bCs/>
                <w:sz w:val="20"/>
              </w:rPr>
              <w:t>00 mm</w:t>
            </w:r>
          </w:p>
        </w:tc>
        <w:tc>
          <w:tcPr>
            <w:tcW w:w="6101" w:type="dxa"/>
          </w:tcPr>
          <w:p w14:paraId="260A8DC1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Molla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piegatubo</w:t>
            </w:r>
            <w:proofErr w:type="spellEnd"/>
            <w:r w:rsidRPr="00F269EC">
              <w:rPr>
                <w:rFonts w:ascii="Poppins" w:hAnsi="Poppins" w:cs="Poppins"/>
                <w:bCs/>
                <w:sz w:val="20"/>
              </w:rPr>
              <w:t xml:space="preserve"> interna per tubazioni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F269EC">
              <w:rPr>
                <w:rFonts w:ascii="Poppins" w:hAnsi="Poppins" w:cs="Poppins"/>
                <w:bCs/>
                <w:sz w:val="20"/>
              </w:rPr>
              <w:t>.</w:t>
            </w:r>
          </w:p>
          <w:p w14:paraId="7DECFCB3" w14:textId="67939A83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Misura: Ø 20 L=</w:t>
            </w:r>
            <w:r w:rsidR="00942DBF">
              <w:rPr>
                <w:rFonts w:ascii="Poppins" w:hAnsi="Poppins" w:cs="Poppins"/>
                <w:bCs/>
                <w:sz w:val="20"/>
              </w:rPr>
              <w:t>10</w:t>
            </w:r>
            <w:r w:rsidRPr="00F269EC">
              <w:rPr>
                <w:rFonts w:ascii="Poppins" w:hAnsi="Poppins" w:cs="Poppins"/>
                <w:bCs/>
                <w:sz w:val="20"/>
              </w:rPr>
              <w:t>00 mm</w:t>
            </w:r>
          </w:p>
          <w:p w14:paraId="07A76C32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CEE75BC" w14:textId="33813D79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Marca Emmeti – Modello Molla </w:t>
            </w:r>
            <w:proofErr w:type="spellStart"/>
            <w:r w:rsidRPr="00F269EC">
              <w:rPr>
                <w:rFonts w:ascii="Poppins" w:hAnsi="Poppins" w:cs="Poppins"/>
                <w:b/>
                <w:bCs/>
                <w:sz w:val="20"/>
              </w:rPr>
              <w:t>piegatubo</w:t>
            </w:r>
            <w:proofErr w:type="spellEnd"/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 interna Ø 20 L=</w:t>
            </w:r>
            <w:r w:rsidR="00942DBF">
              <w:rPr>
                <w:rFonts w:ascii="Poppins" w:hAnsi="Poppins" w:cs="Poppins"/>
                <w:b/>
                <w:bCs/>
                <w:sz w:val="20"/>
              </w:rPr>
              <w:t>10</w:t>
            </w:r>
            <w:r w:rsidRPr="00F269EC">
              <w:rPr>
                <w:rFonts w:ascii="Poppins" w:hAnsi="Poppins" w:cs="Poppins"/>
                <w:b/>
                <w:bCs/>
                <w:sz w:val="20"/>
              </w:rPr>
              <w:t>00 mm o equivalente.</w:t>
            </w:r>
          </w:p>
        </w:tc>
      </w:tr>
      <w:tr w:rsidR="00A94E83" w:rsidRPr="009279E2" w14:paraId="1C07E13F" w14:textId="77777777" w:rsidTr="00904071">
        <w:tc>
          <w:tcPr>
            <w:tcW w:w="1311" w:type="dxa"/>
          </w:tcPr>
          <w:p w14:paraId="3B0B62D5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28100626</w:t>
            </w:r>
          </w:p>
        </w:tc>
        <w:tc>
          <w:tcPr>
            <w:tcW w:w="2086" w:type="dxa"/>
          </w:tcPr>
          <w:p w14:paraId="3EDB55B4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Molla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piegatubo</w:t>
            </w:r>
            <w:proofErr w:type="spellEnd"/>
            <w:r w:rsidRPr="00F269EC">
              <w:rPr>
                <w:rFonts w:ascii="Poppins" w:hAnsi="Poppins" w:cs="Poppins"/>
                <w:bCs/>
                <w:sz w:val="20"/>
              </w:rPr>
              <w:t xml:space="preserve"> interna</w:t>
            </w:r>
          </w:p>
          <w:p w14:paraId="7F73A970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Ø 26 L=1000 mm</w:t>
            </w:r>
          </w:p>
        </w:tc>
        <w:tc>
          <w:tcPr>
            <w:tcW w:w="6101" w:type="dxa"/>
          </w:tcPr>
          <w:p w14:paraId="13381FBB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Molla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piegatubo</w:t>
            </w:r>
            <w:proofErr w:type="spellEnd"/>
            <w:r w:rsidRPr="00F269EC">
              <w:rPr>
                <w:rFonts w:ascii="Poppins" w:hAnsi="Poppins" w:cs="Poppins"/>
                <w:bCs/>
                <w:sz w:val="20"/>
              </w:rPr>
              <w:t xml:space="preserve"> interna per tubazioni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F269EC">
              <w:rPr>
                <w:rFonts w:ascii="Poppins" w:hAnsi="Poppins" w:cs="Poppins"/>
                <w:bCs/>
                <w:sz w:val="20"/>
              </w:rPr>
              <w:t>.</w:t>
            </w:r>
          </w:p>
          <w:p w14:paraId="6B260E17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Misura: Ø 26 L=1000 mm</w:t>
            </w:r>
          </w:p>
          <w:p w14:paraId="2DF77B4C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A41DEAA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Marca Emmeti – Modello Molla </w:t>
            </w:r>
            <w:proofErr w:type="spellStart"/>
            <w:r w:rsidRPr="00F269EC">
              <w:rPr>
                <w:rFonts w:ascii="Poppins" w:hAnsi="Poppins" w:cs="Poppins"/>
                <w:b/>
                <w:bCs/>
                <w:sz w:val="20"/>
              </w:rPr>
              <w:t>piegatubo</w:t>
            </w:r>
            <w:proofErr w:type="spellEnd"/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 interna Ø 26 L=1000 mm o equivalente.</w:t>
            </w:r>
          </w:p>
        </w:tc>
      </w:tr>
      <w:tr w:rsidR="00A94E83" w:rsidRPr="009279E2" w14:paraId="2F89F0B9" w14:textId="77777777" w:rsidTr="00904071">
        <w:tc>
          <w:tcPr>
            <w:tcW w:w="1311" w:type="dxa"/>
          </w:tcPr>
          <w:p w14:paraId="7558FE48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28100716</w:t>
            </w:r>
          </w:p>
        </w:tc>
        <w:tc>
          <w:tcPr>
            <w:tcW w:w="2086" w:type="dxa"/>
          </w:tcPr>
          <w:p w14:paraId="72200C89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Mola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piegatubi</w:t>
            </w:r>
            <w:proofErr w:type="spellEnd"/>
            <w:r w:rsidRPr="00F269EC">
              <w:rPr>
                <w:rFonts w:ascii="Poppins" w:hAnsi="Poppins" w:cs="Poppins"/>
                <w:bCs/>
                <w:sz w:val="20"/>
              </w:rPr>
              <w:t xml:space="preserve"> esterna</w:t>
            </w:r>
          </w:p>
          <w:p w14:paraId="528DD1B0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Ø 16 L=500 mm</w:t>
            </w:r>
          </w:p>
        </w:tc>
        <w:tc>
          <w:tcPr>
            <w:tcW w:w="6101" w:type="dxa"/>
          </w:tcPr>
          <w:p w14:paraId="25B238C3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Molla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piegatubo</w:t>
            </w:r>
            <w:proofErr w:type="spellEnd"/>
            <w:r w:rsidRPr="00F269EC">
              <w:rPr>
                <w:rFonts w:ascii="Poppins" w:hAnsi="Poppins" w:cs="Poppins"/>
                <w:bCs/>
                <w:sz w:val="20"/>
              </w:rPr>
              <w:t xml:space="preserve"> esterna per tubazioni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F269EC">
              <w:rPr>
                <w:rFonts w:ascii="Poppins" w:hAnsi="Poppins" w:cs="Poppins"/>
                <w:bCs/>
                <w:sz w:val="20"/>
              </w:rPr>
              <w:t>.</w:t>
            </w:r>
          </w:p>
          <w:p w14:paraId="413852ED" w14:textId="27C2E48C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Misura: Ø 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F269EC">
              <w:rPr>
                <w:rFonts w:ascii="Poppins" w:hAnsi="Poppins" w:cs="Poppins"/>
                <w:bCs/>
                <w:sz w:val="20"/>
              </w:rPr>
              <w:t>6 L=</w:t>
            </w:r>
            <w:r w:rsidR="007E46CC">
              <w:rPr>
                <w:rFonts w:ascii="Poppins" w:hAnsi="Poppins" w:cs="Poppins"/>
                <w:bCs/>
                <w:sz w:val="20"/>
              </w:rPr>
              <w:t>5</w:t>
            </w:r>
            <w:r w:rsidRPr="00F269EC">
              <w:rPr>
                <w:rFonts w:ascii="Poppins" w:hAnsi="Poppins" w:cs="Poppins"/>
                <w:bCs/>
                <w:sz w:val="20"/>
              </w:rPr>
              <w:t>00 mm</w:t>
            </w:r>
          </w:p>
          <w:p w14:paraId="28D22FE1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283A627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Marca Emmeti – Modello Molla </w:t>
            </w:r>
            <w:proofErr w:type="spellStart"/>
            <w:r w:rsidRPr="00F269EC">
              <w:rPr>
                <w:rFonts w:ascii="Poppins" w:hAnsi="Poppins" w:cs="Poppins"/>
                <w:b/>
                <w:bCs/>
                <w:sz w:val="20"/>
              </w:rPr>
              <w:t>piegatubo</w:t>
            </w:r>
            <w:proofErr w:type="spellEnd"/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 esterna Ø 16 L=500 mm o equivalente.</w:t>
            </w:r>
          </w:p>
        </w:tc>
      </w:tr>
      <w:tr w:rsidR="00A94E83" w:rsidRPr="009279E2" w14:paraId="188156EE" w14:textId="77777777" w:rsidTr="00904071">
        <w:tc>
          <w:tcPr>
            <w:tcW w:w="1311" w:type="dxa"/>
          </w:tcPr>
          <w:p w14:paraId="59E4B8C8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28100720</w:t>
            </w:r>
          </w:p>
        </w:tc>
        <w:tc>
          <w:tcPr>
            <w:tcW w:w="2086" w:type="dxa"/>
          </w:tcPr>
          <w:p w14:paraId="3691A6C0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Mola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piegatubi</w:t>
            </w:r>
            <w:proofErr w:type="spellEnd"/>
            <w:r w:rsidRPr="00F269EC">
              <w:rPr>
                <w:rFonts w:ascii="Poppins" w:hAnsi="Poppins" w:cs="Poppins"/>
                <w:bCs/>
                <w:sz w:val="20"/>
              </w:rPr>
              <w:t xml:space="preserve"> esterna</w:t>
            </w:r>
          </w:p>
          <w:p w14:paraId="0CB6E247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Ø 20 L=500 mm</w:t>
            </w:r>
          </w:p>
        </w:tc>
        <w:tc>
          <w:tcPr>
            <w:tcW w:w="6101" w:type="dxa"/>
          </w:tcPr>
          <w:p w14:paraId="5F137F0E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Molla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piegatubo</w:t>
            </w:r>
            <w:proofErr w:type="spellEnd"/>
            <w:r w:rsidRPr="00F269EC">
              <w:rPr>
                <w:rFonts w:ascii="Poppins" w:hAnsi="Poppins" w:cs="Poppins"/>
                <w:bCs/>
                <w:sz w:val="20"/>
              </w:rPr>
              <w:t xml:space="preserve"> esterna per tubazioni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F269EC">
              <w:rPr>
                <w:rFonts w:ascii="Poppins" w:hAnsi="Poppins" w:cs="Poppins"/>
                <w:bCs/>
                <w:sz w:val="20"/>
              </w:rPr>
              <w:t>.</w:t>
            </w:r>
          </w:p>
          <w:p w14:paraId="09FE1DF2" w14:textId="2624B5F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Misura: Ø </w:t>
            </w:r>
            <w:r>
              <w:rPr>
                <w:rFonts w:ascii="Poppins" w:hAnsi="Poppins" w:cs="Poppins"/>
                <w:bCs/>
                <w:sz w:val="20"/>
              </w:rPr>
              <w:t>20</w:t>
            </w:r>
            <w:r w:rsidRPr="00F269EC">
              <w:rPr>
                <w:rFonts w:ascii="Poppins" w:hAnsi="Poppins" w:cs="Poppins"/>
                <w:bCs/>
                <w:sz w:val="20"/>
              </w:rPr>
              <w:t xml:space="preserve"> L=</w:t>
            </w:r>
            <w:r w:rsidR="00063BF4">
              <w:rPr>
                <w:rFonts w:ascii="Poppins" w:hAnsi="Poppins" w:cs="Poppins"/>
                <w:bCs/>
                <w:sz w:val="20"/>
              </w:rPr>
              <w:t>5</w:t>
            </w:r>
            <w:r w:rsidRPr="00F269EC">
              <w:rPr>
                <w:rFonts w:ascii="Poppins" w:hAnsi="Poppins" w:cs="Poppins"/>
                <w:bCs/>
                <w:sz w:val="20"/>
              </w:rPr>
              <w:t>00 mm</w:t>
            </w:r>
          </w:p>
          <w:p w14:paraId="74CF88EE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8C4FF41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Marca Emmeti – Modello Molla </w:t>
            </w:r>
            <w:proofErr w:type="spellStart"/>
            <w:r w:rsidRPr="00F269EC">
              <w:rPr>
                <w:rFonts w:ascii="Poppins" w:hAnsi="Poppins" w:cs="Poppins"/>
                <w:b/>
                <w:bCs/>
                <w:sz w:val="20"/>
              </w:rPr>
              <w:t>piegatubo</w:t>
            </w:r>
            <w:proofErr w:type="spellEnd"/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 esterna Ø 20 L=500 mm o equivalente.</w:t>
            </w:r>
          </w:p>
        </w:tc>
      </w:tr>
      <w:tr w:rsidR="00A94E83" w:rsidRPr="009279E2" w14:paraId="11013845" w14:textId="77777777" w:rsidTr="00904071">
        <w:tc>
          <w:tcPr>
            <w:tcW w:w="1311" w:type="dxa"/>
          </w:tcPr>
          <w:p w14:paraId="34F094AB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28100920</w:t>
            </w:r>
          </w:p>
        </w:tc>
        <w:tc>
          <w:tcPr>
            <w:tcW w:w="2086" w:type="dxa"/>
          </w:tcPr>
          <w:p w14:paraId="0C844468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Piegatubi</w:t>
            </w:r>
            <w:proofErr w:type="spellEnd"/>
            <w:r w:rsidRPr="00F269EC">
              <w:rPr>
                <w:rFonts w:ascii="Poppins" w:hAnsi="Poppins" w:cs="Poppins"/>
                <w:bCs/>
                <w:sz w:val="20"/>
              </w:rPr>
              <w:t xml:space="preserve"> idraulica per tubo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</w:p>
        </w:tc>
        <w:tc>
          <w:tcPr>
            <w:tcW w:w="6101" w:type="dxa"/>
          </w:tcPr>
          <w:p w14:paraId="49410CEB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Piegatubi</w:t>
            </w:r>
            <w:proofErr w:type="spellEnd"/>
            <w:r w:rsidRPr="00F269EC">
              <w:rPr>
                <w:rFonts w:ascii="Poppins" w:hAnsi="Poppins" w:cs="Poppins"/>
                <w:bCs/>
                <w:sz w:val="20"/>
              </w:rPr>
              <w:t xml:space="preserve"> idraulica per tubo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F269EC">
              <w:rPr>
                <w:rFonts w:ascii="Poppins" w:hAnsi="Poppins" w:cs="Poppins"/>
                <w:bCs/>
                <w:sz w:val="20"/>
              </w:rPr>
              <w:t xml:space="preserve"> completa di valigetta, forme e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controforme</w:t>
            </w:r>
            <w:proofErr w:type="spellEnd"/>
            <w:r w:rsidRPr="00F269EC">
              <w:rPr>
                <w:rFonts w:ascii="Poppins" w:hAnsi="Poppins" w:cs="Poppins"/>
                <w:bCs/>
                <w:sz w:val="20"/>
              </w:rPr>
              <w:t xml:space="preserve"> Ø 26 e Ø 32.</w:t>
            </w:r>
          </w:p>
          <w:p w14:paraId="5F99639E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A8F92D8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proofErr w:type="spellStart"/>
            <w:r w:rsidRPr="00F269EC">
              <w:rPr>
                <w:rFonts w:ascii="Poppins" w:hAnsi="Poppins" w:cs="Poppins"/>
                <w:b/>
                <w:bCs/>
                <w:sz w:val="20"/>
              </w:rPr>
              <w:t>Piegatubi</w:t>
            </w:r>
            <w:proofErr w:type="spellEnd"/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 idraulica per tubo </w:t>
            </w:r>
            <w:proofErr w:type="spellStart"/>
            <w:r w:rsidRPr="00F269EC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A94E83" w:rsidRPr="009279E2" w14:paraId="56051A1B" w14:textId="77777777" w:rsidTr="00904071">
        <w:tc>
          <w:tcPr>
            <w:tcW w:w="1311" w:type="dxa"/>
          </w:tcPr>
          <w:p w14:paraId="76D873B3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28104002</w:t>
            </w:r>
          </w:p>
        </w:tc>
        <w:tc>
          <w:tcPr>
            <w:tcW w:w="2086" w:type="dxa"/>
          </w:tcPr>
          <w:p w14:paraId="68DB828D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Forma per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piegatubi</w:t>
            </w:r>
            <w:proofErr w:type="spellEnd"/>
            <w:r w:rsidRPr="00F269EC">
              <w:rPr>
                <w:rFonts w:ascii="Poppins" w:hAnsi="Poppins" w:cs="Poppins"/>
                <w:bCs/>
                <w:sz w:val="20"/>
              </w:rPr>
              <w:t xml:space="preserve"> idraulica</w:t>
            </w:r>
          </w:p>
          <w:p w14:paraId="482C440C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Ø 16</w:t>
            </w:r>
          </w:p>
        </w:tc>
        <w:tc>
          <w:tcPr>
            <w:tcW w:w="6101" w:type="dxa"/>
          </w:tcPr>
          <w:p w14:paraId="653B5E9E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Forma per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piegatubi</w:t>
            </w:r>
            <w:proofErr w:type="spellEnd"/>
            <w:r w:rsidRPr="00F269EC">
              <w:rPr>
                <w:rFonts w:ascii="Poppins" w:hAnsi="Poppins" w:cs="Poppins"/>
                <w:bCs/>
                <w:sz w:val="20"/>
              </w:rPr>
              <w:t xml:space="preserve"> idraulica.</w:t>
            </w:r>
          </w:p>
          <w:p w14:paraId="31A9C092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Misura: Ø 16</w:t>
            </w:r>
          </w:p>
          <w:p w14:paraId="584D6D77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D6D5290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Marca Emmeti – Modello Forma per </w:t>
            </w:r>
            <w:proofErr w:type="spellStart"/>
            <w:r w:rsidRPr="00F269EC">
              <w:rPr>
                <w:rFonts w:ascii="Poppins" w:hAnsi="Poppins" w:cs="Poppins"/>
                <w:b/>
                <w:bCs/>
                <w:sz w:val="20"/>
              </w:rPr>
              <w:t>piegatubi</w:t>
            </w:r>
            <w:proofErr w:type="spellEnd"/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 idraulica Ø 16 o equivalente.</w:t>
            </w:r>
          </w:p>
        </w:tc>
      </w:tr>
      <w:tr w:rsidR="00A94E83" w:rsidRPr="009279E2" w14:paraId="03BF0807" w14:textId="77777777" w:rsidTr="00904071">
        <w:tc>
          <w:tcPr>
            <w:tcW w:w="1311" w:type="dxa"/>
          </w:tcPr>
          <w:p w14:paraId="1CC755B4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lastRenderedPageBreak/>
              <w:t>28104006</w:t>
            </w:r>
          </w:p>
        </w:tc>
        <w:tc>
          <w:tcPr>
            <w:tcW w:w="2086" w:type="dxa"/>
          </w:tcPr>
          <w:p w14:paraId="262F9057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Forma per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piegatubi</w:t>
            </w:r>
            <w:proofErr w:type="spellEnd"/>
            <w:r w:rsidRPr="00F269EC">
              <w:rPr>
                <w:rFonts w:ascii="Poppins" w:hAnsi="Poppins" w:cs="Poppins"/>
                <w:bCs/>
                <w:sz w:val="20"/>
              </w:rPr>
              <w:t xml:space="preserve"> idraulica</w:t>
            </w:r>
          </w:p>
          <w:p w14:paraId="09C12B0E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Ø 20</w:t>
            </w:r>
          </w:p>
        </w:tc>
        <w:tc>
          <w:tcPr>
            <w:tcW w:w="6101" w:type="dxa"/>
          </w:tcPr>
          <w:p w14:paraId="529D7C92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 xml:space="preserve">Forma per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piegatubi</w:t>
            </w:r>
            <w:proofErr w:type="spellEnd"/>
            <w:r w:rsidRPr="00F269EC">
              <w:rPr>
                <w:rFonts w:ascii="Poppins" w:hAnsi="Poppins" w:cs="Poppins"/>
                <w:bCs/>
                <w:sz w:val="20"/>
              </w:rPr>
              <w:t xml:space="preserve"> idraulica.</w:t>
            </w:r>
          </w:p>
          <w:p w14:paraId="7EC0C7A0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Misura: Ø 20</w:t>
            </w:r>
          </w:p>
          <w:p w14:paraId="44B7361E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3A3F371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Marca Emmeti – Modello Forma per </w:t>
            </w:r>
            <w:proofErr w:type="spellStart"/>
            <w:r w:rsidRPr="00F269EC">
              <w:rPr>
                <w:rFonts w:ascii="Poppins" w:hAnsi="Poppins" w:cs="Poppins"/>
                <w:b/>
                <w:bCs/>
                <w:sz w:val="20"/>
              </w:rPr>
              <w:t>piegatubi</w:t>
            </w:r>
            <w:proofErr w:type="spellEnd"/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 idraulica Ø 20 o equivalente.</w:t>
            </w:r>
          </w:p>
        </w:tc>
      </w:tr>
      <w:tr w:rsidR="00A94E83" w:rsidRPr="009279E2" w14:paraId="22C5E20C" w14:textId="77777777" w:rsidTr="00904071">
        <w:tc>
          <w:tcPr>
            <w:tcW w:w="1311" w:type="dxa"/>
          </w:tcPr>
          <w:p w14:paraId="52A39D14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28104010</w:t>
            </w:r>
          </w:p>
        </w:tc>
        <w:tc>
          <w:tcPr>
            <w:tcW w:w="2086" w:type="dxa"/>
          </w:tcPr>
          <w:p w14:paraId="69CDEC5E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Controforma</w:t>
            </w:r>
            <w:proofErr w:type="spellEnd"/>
            <w:r w:rsidRPr="00F269EC">
              <w:rPr>
                <w:rFonts w:ascii="Poppins" w:hAnsi="Poppins" w:cs="Poppins"/>
                <w:bCs/>
                <w:sz w:val="20"/>
              </w:rPr>
              <w:t xml:space="preserve"> per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piegatubi</w:t>
            </w:r>
            <w:proofErr w:type="spellEnd"/>
            <w:r w:rsidRPr="00F269EC">
              <w:rPr>
                <w:rFonts w:ascii="Poppins" w:hAnsi="Poppins" w:cs="Poppins"/>
                <w:bCs/>
                <w:sz w:val="20"/>
              </w:rPr>
              <w:t xml:space="preserve"> idraulica</w:t>
            </w:r>
          </w:p>
          <w:p w14:paraId="1BF1C5C4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14 - 16</w:t>
            </w:r>
          </w:p>
        </w:tc>
        <w:tc>
          <w:tcPr>
            <w:tcW w:w="6101" w:type="dxa"/>
          </w:tcPr>
          <w:p w14:paraId="253CAE19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Controforma</w:t>
            </w:r>
            <w:proofErr w:type="spellEnd"/>
            <w:r w:rsidRPr="00F269EC">
              <w:rPr>
                <w:rFonts w:ascii="Poppins" w:hAnsi="Poppins" w:cs="Poppins"/>
                <w:bCs/>
                <w:sz w:val="20"/>
              </w:rPr>
              <w:t xml:space="preserve"> per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piegatubi</w:t>
            </w:r>
            <w:proofErr w:type="spellEnd"/>
            <w:r w:rsidRPr="00F269EC">
              <w:rPr>
                <w:rFonts w:ascii="Poppins" w:hAnsi="Poppins" w:cs="Poppins"/>
                <w:bCs/>
                <w:sz w:val="20"/>
              </w:rPr>
              <w:t xml:space="preserve"> idraulica.</w:t>
            </w:r>
          </w:p>
          <w:p w14:paraId="23EFA9E9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Misura: 14 – 16</w:t>
            </w:r>
          </w:p>
          <w:p w14:paraId="3C56054B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B15EA2F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Marca Emmeti – </w:t>
            </w:r>
            <w:proofErr w:type="spellStart"/>
            <w:r w:rsidRPr="00F269EC">
              <w:rPr>
                <w:rFonts w:ascii="Poppins" w:hAnsi="Poppins" w:cs="Poppins"/>
                <w:b/>
                <w:bCs/>
                <w:sz w:val="20"/>
              </w:rPr>
              <w:t>Controforma</w:t>
            </w:r>
            <w:proofErr w:type="spellEnd"/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 per </w:t>
            </w:r>
            <w:proofErr w:type="spellStart"/>
            <w:r w:rsidRPr="00F269EC">
              <w:rPr>
                <w:rFonts w:ascii="Poppins" w:hAnsi="Poppins" w:cs="Poppins"/>
                <w:b/>
                <w:bCs/>
                <w:sz w:val="20"/>
              </w:rPr>
              <w:t>piegatubi</w:t>
            </w:r>
            <w:proofErr w:type="spellEnd"/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 idraulica 14 - 16 o equivalente.</w:t>
            </w:r>
          </w:p>
        </w:tc>
      </w:tr>
      <w:tr w:rsidR="00A94E83" w:rsidRPr="009279E2" w14:paraId="351A14BB" w14:textId="77777777" w:rsidTr="00904071">
        <w:tc>
          <w:tcPr>
            <w:tcW w:w="1311" w:type="dxa"/>
          </w:tcPr>
          <w:p w14:paraId="1C7D9917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28104012</w:t>
            </w:r>
          </w:p>
        </w:tc>
        <w:tc>
          <w:tcPr>
            <w:tcW w:w="2086" w:type="dxa"/>
          </w:tcPr>
          <w:p w14:paraId="1966B9B6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Controforma</w:t>
            </w:r>
            <w:proofErr w:type="spellEnd"/>
            <w:r w:rsidRPr="00F269EC">
              <w:rPr>
                <w:rFonts w:ascii="Poppins" w:hAnsi="Poppins" w:cs="Poppins"/>
                <w:bCs/>
                <w:sz w:val="20"/>
              </w:rPr>
              <w:t xml:space="preserve"> per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piegatubi</w:t>
            </w:r>
            <w:proofErr w:type="spellEnd"/>
            <w:r w:rsidRPr="00F269EC">
              <w:rPr>
                <w:rFonts w:ascii="Poppins" w:hAnsi="Poppins" w:cs="Poppins"/>
                <w:bCs/>
                <w:sz w:val="20"/>
              </w:rPr>
              <w:t xml:space="preserve"> idraulica</w:t>
            </w:r>
          </w:p>
          <w:p w14:paraId="14EF30FE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18 - 20</w:t>
            </w:r>
          </w:p>
        </w:tc>
        <w:tc>
          <w:tcPr>
            <w:tcW w:w="6101" w:type="dxa"/>
          </w:tcPr>
          <w:p w14:paraId="37374AC1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Controforma</w:t>
            </w:r>
            <w:proofErr w:type="spellEnd"/>
            <w:r w:rsidRPr="00F269EC">
              <w:rPr>
                <w:rFonts w:ascii="Poppins" w:hAnsi="Poppins" w:cs="Poppins"/>
                <w:bCs/>
                <w:sz w:val="20"/>
              </w:rPr>
              <w:t xml:space="preserve"> per </w:t>
            </w:r>
            <w:proofErr w:type="spellStart"/>
            <w:r w:rsidRPr="00F269EC">
              <w:rPr>
                <w:rFonts w:ascii="Poppins" w:hAnsi="Poppins" w:cs="Poppins"/>
                <w:bCs/>
                <w:sz w:val="20"/>
              </w:rPr>
              <w:t>piegatubi</w:t>
            </w:r>
            <w:proofErr w:type="spellEnd"/>
            <w:r w:rsidRPr="00F269EC">
              <w:rPr>
                <w:rFonts w:ascii="Poppins" w:hAnsi="Poppins" w:cs="Poppins"/>
                <w:bCs/>
                <w:sz w:val="20"/>
              </w:rPr>
              <w:t xml:space="preserve"> idraulica.</w:t>
            </w:r>
          </w:p>
          <w:p w14:paraId="5F3B96B8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Cs/>
                <w:sz w:val="20"/>
              </w:rPr>
              <w:t>Misura: 18 – 20</w:t>
            </w:r>
          </w:p>
          <w:p w14:paraId="0C11EB10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6736C9A" w14:textId="77777777" w:rsidR="00A94E83" w:rsidRPr="00F269EC" w:rsidRDefault="00A94E83" w:rsidP="00A94E8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Marca Emmeti – </w:t>
            </w:r>
            <w:proofErr w:type="spellStart"/>
            <w:r w:rsidRPr="00F269EC">
              <w:rPr>
                <w:rFonts w:ascii="Poppins" w:hAnsi="Poppins" w:cs="Poppins"/>
                <w:b/>
                <w:bCs/>
                <w:sz w:val="20"/>
              </w:rPr>
              <w:t>Controforma</w:t>
            </w:r>
            <w:proofErr w:type="spellEnd"/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 per </w:t>
            </w:r>
            <w:proofErr w:type="spellStart"/>
            <w:r w:rsidRPr="00F269EC">
              <w:rPr>
                <w:rFonts w:ascii="Poppins" w:hAnsi="Poppins" w:cs="Poppins"/>
                <w:b/>
                <w:bCs/>
                <w:sz w:val="20"/>
              </w:rPr>
              <w:t>piegatubi</w:t>
            </w:r>
            <w:proofErr w:type="spellEnd"/>
            <w:r w:rsidRPr="00F269EC">
              <w:rPr>
                <w:rFonts w:ascii="Poppins" w:hAnsi="Poppins" w:cs="Poppins"/>
                <w:b/>
                <w:bCs/>
                <w:sz w:val="20"/>
              </w:rPr>
              <w:t xml:space="preserve"> idraulica 18 - 20 o equivalente.</w:t>
            </w:r>
          </w:p>
        </w:tc>
      </w:tr>
    </w:tbl>
    <w:p w14:paraId="449A1A08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6620F" w14:textId="77777777" w:rsidR="000669F3" w:rsidRDefault="000669F3">
      <w:r>
        <w:separator/>
      </w:r>
    </w:p>
  </w:endnote>
  <w:endnote w:type="continuationSeparator" w:id="0">
    <w:p w14:paraId="446FC514" w14:textId="77777777" w:rsidR="000669F3" w:rsidRDefault="00066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Calibri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entury Gothic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01C4E" w14:textId="77777777" w:rsidR="00B50871" w:rsidRDefault="00B50871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B50871" w14:paraId="1079B47F" w14:textId="77777777" w:rsidTr="004706FD">
      <w:tc>
        <w:tcPr>
          <w:tcW w:w="4534" w:type="dxa"/>
        </w:tcPr>
        <w:p w14:paraId="2FCAA637" w14:textId="77777777" w:rsidR="00B50871" w:rsidRPr="00C86331" w:rsidRDefault="00B50871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>
            <w:rPr>
              <w:rFonts w:ascii="Poppins" w:hAnsi="Poppins" w:cs="Poppins"/>
              <w:iCs/>
              <w:noProof/>
              <w:sz w:val="16"/>
            </w:rPr>
            <w:t>Attrezzatura Gerpex e Gaspex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0C576992" w14:textId="71A26606" w:rsidR="00B50871" w:rsidRPr="00EC29FF" w:rsidRDefault="00B50871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063BF4">
            <w:rPr>
              <w:rFonts w:ascii="Poppins" w:hAnsi="Poppins" w:cs="Poppins"/>
              <w:noProof/>
              <w:sz w:val="14"/>
              <w:szCs w:val="14"/>
            </w:rPr>
            <w:t>11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280E374B" w14:textId="77777777" w:rsidR="00B50871" w:rsidRPr="005C61B9" w:rsidRDefault="00B50871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09971BCB" wp14:editId="0511DF64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F7E91" w14:textId="77777777" w:rsidR="000669F3" w:rsidRDefault="000669F3">
      <w:r>
        <w:separator/>
      </w:r>
    </w:p>
  </w:footnote>
  <w:footnote w:type="continuationSeparator" w:id="0">
    <w:p w14:paraId="0101F48D" w14:textId="77777777" w:rsidR="000669F3" w:rsidRDefault="000669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9464A" w14:textId="77777777" w:rsidR="00B50871" w:rsidRDefault="00B50871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23C081BE" wp14:editId="2B3E217A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0BDA8A09" w14:textId="77777777" w:rsidR="00B50871" w:rsidRPr="00D440AE" w:rsidRDefault="00B50871" w:rsidP="00CC31A7">
    <w:pPr>
      <w:pStyle w:val="Intestazione"/>
      <w:jc w:val="center"/>
      <w:rPr>
        <w:sz w:val="16"/>
        <w:szCs w:val="16"/>
      </w:rPr>
    </w:pPr>
  </w:p>
  <w:p w14:paraId="59EE2634" w14:textId="77777777" w:rsidR="00B50871" w:rsidRPr="00D440AE" w:rsidRDefault="00B50871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9524864">
    <w:abstractNumId w:val="11"/>
  </w:num>
  <w:num w:numId="2" w16cid:durableId="1475640978">
    <w:abstractNumId w:val="10"/>
  </w:num>
  <w:num w:numId="3" w16cid:durableId="253563229">
    <w:abstractNumId w:val="4"/>
  </w:num>
  <w:num w:numId="4" w16cid:durableId="1958635232">
    <w:abstractNumId w:val="3"/>
  </w:num>
  <w:num w:numId="5" w16cid:durableId="827281619">
    <w:abstractNumId w:val="8"/>
  </w:num>
  <w:num w:numId="6" w16cid:durableId="1979651239">
    <w:abstractNumId w:val="7"/>
  </w:num>
  <w:num w:numId="7" w16cid:durableId="1690788818">
    <w:abstractNumId w:val="5"/>
  </w:num>
  <w:num w:numId="8" w16cid:durableId="875242385">
    <w:abstractNumId w:val="7"/>
  </w:num>
  <w:num w:numId="9" w16cid:durableId="205456175">
    <w:abstractNumId w:val="0"/>
  </w:num>
  <w:num w:numId="10" w16cid:durableId="2032762765">
    <w:abstractNumId w:val="7"/>
  </w:num>
  <w:num w:numId="11" w16cid:durableId="144863537">
    <w:abstractNumId w:val="13"/>
  </w:num>
  <w:num w:numId="12" w16cid:durableId="1574729961">
    <w:abstractNumId w:val="16"/>
  </w:num>
  <w:num w:numId="13" w16cid:durableId="1543128352">
    <w:abstractNumId w:val="12"/>
  </w:num>
  <w:num w:numId="14" w16cid:durableId="615480850">
    <w:abstractNumId w:val="6"/>
  </w:num>
  <w:num w:numId="15" w16cid:durableId="363992295">
    <w:abstractNumId w:val="14"/>
  </w:num>
  <w:num w:numId="16" w16cid:durableId="2032145141">
    <w:abstractNumId w:val="17"/>
  </w:num>
  <w:num w:numId="17" w16cid:durableId="1846548991">
    <w:abstractNumId w:val="18"/>
  </w:num>
  <w:num w:numId="18" w16cid:durableId="1614511940">
    <w:abstractNumId w:val="15"/>
  </w:num>
  <w:num w:numId="19" w16cid:durableId="255478470">
    <w:abstractNumId w:val="1"/>
  </w:num>
  <w:num w:numId="20" w16cid:durableId="1546285931">
    <w:abstractNumId w:val="2"/>
  </w:num>
  <w:num w:numId="21" w16cid:durableId="190698697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44167"/>
    <w:rsid w:val="00063BF4"/>
    <w:rsid w:val="000669F3"/>
    <w:rsid w:val="0009136B"/>
    <w:rsid w:val="000B6932"/>
    <w:rsid w:val="000C52FA"/>
    <w:rsid w:val="000D518B"/>
    <w:rsid w:val="000F6CE4"/>
    <w:rsid w:val="000F7A52"/>
    <w:rsid w:val="00103A0D"/>
    <w:rsid w:val="001422EC"/>
    <w:rsid w:val="001441C6"/>
    <w:rsid w:val="001450AB"/>
    <w:rsid w:val="001620E3"/>
    <w:rsid w:val="00171DAE"/>
    <w:rsid w:val="00195A49"/>
    <w:rsid w:val="001A40B7"/>
    <w:rsid w:val="001A488D"/>
    <w:rsid w:val="001B7B7C"/>
    <w:rsid w:val="001D365F"/>
    <w:rsid w:val="001D3D27"/>
    <w:rsid w:val="001F782F"/>
    <w:rsid w:val="002163E3"/>
    <w:rsid w:val="0023000E"/>
    <w:rsid w:val="002346C2"/>
    <w:rsid w:val="00240066"/>
    <w:rsid w:val="002577AF"/>
    <w:rsid w:val="00264BCF"/>
    <w:rsid w:val="00275C12"/>
    <w:rsid w:val="0028168A"/>
    <w:rsid w:val="0028448D"/>
    <w:rsid w:val="002862D2"/>
    <w:rsid w:val="002A76C4"/>
    <w:rsid w:val="002B2CE7"/>
    <w:rsid w:val="002B5D63"/>
    <w:rsid w:val="002B5F1D"/>
    <w:rsid w:val="002D3188"/>
    <w:rsid w:val="002E2A6D"/>
    <w:rsid w:val="002F7EEA"/>
    <w:rsid w:val="00304518"/>
    <w:rsid w:val="003333BC"/>
    <w:rsid w:val="00336914"/>
    <w:rsid w:val="00344430"/>
    <w:rsid w:val="003524C7"/>
    <w:rsid w:val="00357812"/>
    <w:rsid w:val="00365710"/>
    <w:rsid w:val="00372ECE"/>
    <w:rsid w:val="00377C89"/>
    <w:rsid w:val="004272FC"/>
    <w:rsid w:val="00433C12"/>
    <w:rsid w:val="0044592F"/>
    <w:rsid w:val="00447EFC"/>
    <w:rsid w:val="004706FD"/>
    <w:rsid w:val="00474537"/>
    <w:rsid w:val="0048382E"/>
    <w:rsid w:val="004D0085"/>
    <w:rsid w:val="004D725E"/>
    <w:rsid w:val="004F1A26"/>
    <w:rsid w:val="00514505"/>
    <w:rsid w:val="005235FA"/>
    <w:rsid w:val="00523951"/>
    <w:rsid w:val="00525946"/>
    <w:rsid w:val="00525BAE"/>
    <w:rsid w:val="00530F9B"/>
    <w:rsid w:val="005315F1"/>
    <w:rsid w:val="00536743"/>
    <w:rsid w:val="00562E55"/>
    <w:rsid w:val="005836D4"/>
    <w:rsid w:val="00584984"/>
    <w:rsid w:val="005C0DDF"/>
    <w:rsid w:val="005C61B9"/>
    <w:rsid w:val="005E1169"/>
    <w:rsid w:val="006015C2"/>
    <w:rsid w:val="006040F5"/>
    <w:rsid w:val="00610639"/>
    <w:rsid w:val="00620C00"/>
    <w:rsid w:val="00645F22"/>
    <w:rsid w:val="00665813"/>
    <w:rsid w:val="00675563"/>
    <w:rsid w:val="006970ED"/>
    <w:rsid w:val="006A5998"/>
    <w:rsid w:val="006B218C"/>
    <w:rsid w:val="006B2758"/>
    <w:rsid w:val="006B29B1"/>
    <w:rsid w:val="006C14CB"/>
    <w:rsid w:val="006D044B"/>
    <w:rsid w:val="006D4FDF"/>
    <w:rsid w:val="006E34C5"/>
    <w:rsid w:val="006E4EB8"/>
    <w:rsid w:val="006E5C4B"/>
    <w:rsid w:val="006F1812"/>
    <w:rsid w:val="006F6AB3"/>
    <w:rsid w:val="0070225F"/>
    <w:rsid w:val="00710BB8"/>
    <w:rsid w:val="00727388"/>
    <w:rsid w:val="0073789C"/>
    <w:rsid w:val="00745AB1"/>
    <w:rsid w:val="0074712F"/>
    <w:rsid w:val="00757AC7"/>
    <w:rsid w:val="00782096"/>
    <w:rsid w:val="007B5BA3"/>
    <w:rsid w:val="007C4C69"/>
    <w:rsid w:val="007D5EC7"/>
    <w:rsid w:val="007E46CC"/>
    <w:rsid w:val="007E6E02"/>
    <w:rsid w:val="007E7665"/>
    <w:rsid w:val="007F4841"/>
    <w:rsid w:val="008014DD"/>
    <w:rsid w:val="0080323F"/>
    <w:rsid w:val="00830828"/>
    <w:rsid w:val="00844BBC"/>
    <w:rsid w:val="008574C8"/>
    <w:rsid w:val="00867692"/>
    <w:rsid w:val="008804CB"/>
    <w:rsid w:val="008859C6"/>
    <w:rsid w:val="008A2C0A"/>
    <w:rsid w:val="008A5F06"/>
    <w:rsid w:val="008B2423"/>
    <w:rsid w:val="008B5587"/>
    <w:rsid w:val="008C2F88"/>
    <w:rsid w:val="00904071"/>
    <w:rsid w:val="009059BB"/>
    <w:rsid w:val="00923354"/>
    <w:rsid w:val="00931A8A"/>
    <w:rsid w:val="0094047C"/>
    <w:rsid w:val="00942B09"/>
    <w:rsid w:val="00942DBF"/>
    <w:rsid w:val="009622A6"/>
    <w:rsid w:val="00967BD6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D7A6D"/>
    <w:rsid w:val="009E07DC"/>
    <w:rsid w:val="009E250A"/>
    <w:rsid w:val="009E2742"/>
    <w:rsid w:val="00A04235"/>
    <w:rsid w:val="00A06A5E"/>
    <w:rsid w:val="00A216E2"/>
    <w:rsid w:val="00A543DB"/>
    <w:rsid w:val="00A62A77"/>
    <w:rsid w:val="00A743FF"/>
    <w:rsid w:val="00A94E83"/>
    <w:rsid w:val="00AA23D2"/>
    <w:rsid w:val="00AC0741"/>
    <w:rsid w:val="00AD05EC"/>
    <w:rsid w:val="00AD1706"/>
    <w:rsid w:val="00AD4E65"/>
    <w:rsid w:val="00B0408C"/>
    <w:rsid w:val="00B20573"/>
    <w:rsid w:val="00B406A9"/>
    <w:rsid w:val="00B50871"/>
    <w:rsid w:val="00B7475F"/>
    <w:rsid w:val="00B93CD1"/>
    <w:rsid w:val="00B94DD2"/>
    <w:rsid w:val="00BB0104"/>
    <w:rsid w:val="00BB2A5B"/>
    <w:rsid w:val="00BD14D8"/>
    <w:rsid w:val="00BE4BA4"/>
    <w:rsid w:val="00BF1E16"/>
    <w:rsid w:val="00BF410A"/>
    <w:rsid w:val="00C02E1C"/>
    <w:rsid w:val="00C055AD"/>
    <w:rsid w:val="00C203AE"/>
    <w:rsid w:val="00C233C1"/>
    <w:rsid w:val="00C25698"/>
    <w:rsid w:val="00C27DFF"/>
    <w:rsid w:val="00C36C55"/>
    <w:rsid w:val="00C437EE"/>
    <w:rsid w:val="00C5540D"/>
    <w:rsid w:val="00C55FF9"/>
    <w:rsid w:val="00C646ED"/>
    <w:rsid w:val="00C86331"/>
    <w:rsid w:val="00C93402"/>
    <w:rsid w:val="00CB1475"/>
    <w:rsid w:val="00CB2848"/>
    <w:rsid w:val="00CC31A7"/>
    <w:rsid w:val="00CD519F"/>
    <w:rsid w:val="00CE7C2F"/>
    <w:rsid w:val="00D061A5"/>
    <w:rsid w:val="00D178ED"/>
    <w:rsid w:val="00D17F30"/>
    <w:rsid w:val="00D2119B"/>
    <w:rsid w:val="00D229AF"/>
    <w:rsid w:val="00D26FD9"/>
    <w:rsid w:val="00D440AE"/>
    <w:rsid w:val="00D62BDF"/>
    <w:rsid w:val="00D66C4E"/>
    <w:rsid w:val="00D744BA"/>
    <w:rsid w:val="00D8191A"/>
    <w:rsid w:val="00D832BB"/>
    <w:rsid w:val="00D902A4"/>
    <w:rsid w:val="00DA3646"/>
    <w:rsid w:val="00DD2E16"/>
    <w:rsid w:val="00DE5C0B"/>
    <w:rsid w:val="00E07577"/>
    <w:rsid w:val="00E17A38"/>
    <w:rsid w:val="00E36C49"/>
    <w:rsid w:val="00E42389"/>
    <w:rsid w:val="00E5632D"/>
    <w:rsid w:val="00E94BE3"/>
    <w:rsid w:val="00EA01C8"/>
    <w:rsid w:val="00EA33B6"/>
    <w:rsid w:val="00EB33B9"/>
    <w:rsid w:val="00EB502E"/>
    <w:rsid w:val="00EC29FF"/>
    <w:rsid w:val="00EC5102"/>
    <w:rsid w:val="00ED24CF"/>
    <w:rsid w:val="00EE7DD0"/>
    <w:rsid w:val="00EF6109"/>
    <w:rsid w:val="00EF73E5"/>
    <w:rsid w:val="00F04DFC"/>
    <w:rsid w:val="00F21D22"/>
    <w:rsid w:val="00F269EC"/>
    <w:rsid w:val="00F50F65"/>
    <w:rsid w:val="00F53758"/>
    <w:rsid w:val="00F60A08"/>
    <w:rsid w:val="00F85DBD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CD9C647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3166D-D9D0-4AE0-B300-BC1122CB9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11</Pages>
  <Words>2196</Words>
  <Characters>12520</Characters>
  <Application>Microsoft Office Word</Application>
  <DocSecurity>0</DocSecurity>
  <Lines>104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14687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10</cp:revision>
  <cp:lastPrinted>2013-11-14T13:48:00Z</cp:lastPrinted>
  <dcterms:created xsi:type="dcterms:W3CDTF">2025-01-14T12:56:00Z</dcterms:created>
  <dcterms:modified xsi:type="dcterms:W3CDTF">2025-01-14T13:06:00Z</dcterms:modified>
</cp:coreProperties>
</file>